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ermStart w:id="785462002" w:edGrp="everyone"/>
    <w:permEnd w:id="785462002"/>
    <w:p w14:paraId="20AC9F48" w14:textId="77777777" w:rsidR="00B02F41" w:rsidRPr="004E0335" w:rsidRDefault="0079078E" w:rsidP="004E0335">
      <w:pPr>
        <w:pStyle w:val="Heading1"/>
        <w:spacing w:after="240"/>
        <w:rPr>
          <w:i/>
          <w:sz w:val="32"/>
        </w:rPr>
      </w:pPr>
      <w:sdt>
        <w:sdtPr>
          <w:rPr>
            <w:i/>
            <w:sz w:val="32"/>
          </w:rPr>
          <w:alias w:val="Title"/>
          <w:tag w:val=""/>
          <w:id w:val="668604664"/>
          <w:placeholder>
            <w:docPart w:val="10883BB5C85E40D8BC3EF09C57A7E4A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012DF">
            <w:rPr>
              <w:i/>
              <w:sz w:val="32"/>
            </w:rPr>
            <w:t>Policy: Purchasing services for children and young people</w:t>
          </w:r>
        </w:sdtContent>
      </w:sdt>
    </w:p>
    <w:p w14:paraId="20AC9F49" w14:textId="77777777" w:rsidR="000012DF" w:rsidRDefault="000012DF" w:rsidP="000012DF">
      <w:pPr>
        <w:pStyle w:val="Heading1"/>
      </w:pPr>
      <w:r w:rsidRPr="00714690">
        <w:t xml:space="preserve">Policy </w:t>
      </w:r>
      <w:r w:rsidRPr="00863066">
        <w:t>Purpose</w:t>
      </w:r>
    </w:p>
    <w:p w14:paraId="20AC9F4A" w14:textId="77777777" w:rsidR="000012DF" w:rsidRDefault="000012DF" w:rsidP="000012DF">
      <w:r>
        <w:t>To support the purchase of services where this is in the best interest of the child or young person and provides best value for money.</w:t>
      </w:r>
    </w:p>
    <w:p w14:paraId="20AC9F4B" w14:textId="77777777" w:rsidR="000012DF" w:rsidRPr="00714690" w:rsidRDefault="000012DF" w:rsidP="000012DF">
      <w:pPr>
        <w:pStyle w:val="Heading1"/>
      </w:pPr>
      <w:r w:rsidRPr="00714690">
        <w:t xml:space="preserve">Policy </w:t>
      </w:r>
      <w:r>
        <w:t>Statement</w:t>
      </w:r>
    </w:p>
    <w:p w14:paraId="20AC9F4C" w14:textId="77777777" w:rsidR="000012DF" w:rsidRPr="00B21E13" w:rsidRDefault="000012DF" w:rsidP="000012DF">
      <w:r>
        <w:t>Territory Families purchases</w:t>
      </w:r>
      <w:r w:rsidRPr="00B21E13">
        <w:t xml:space="preserve"> a range of primary and secondary services from non-government organisations. Additionally, there </w:t>
      </w:r>
      <w:r>
        <w:t>are</w:t>
      </w:r>
      <w:r w:rsidRPr="00B21E13">
        <w:t xml:space="preserve"> a host of services delivered by other government </w:t>
      </w:r>
      <w:r>
        <w:t>D</w:t>
      </w:r>
      <w:r w:rsidRPr="00B21E13">
        <w:t xml:space="preserve">epartments </w:t>
      </w:r>
      <w:r>
        <w:t>and agencies.</w:t>
      </w:r>
      <w:r w:rsidRPr="00B21E13">
        <w:t xml:space="preserve"> </w:t>
      </w:r>
      <w:r>
        <w:t>The combination</w:t>
      </w:r>
      <w:r w:rsidRPr="00B21E13">
        <w:t xml:space="preserve"> of services create</w:t>
      </w:r>
      <w:r>
        <w:t>s</w:t>
      </w:r>
      <w:r w:rsidRPr="00B21E13">
        <w:t xml:space="preserve"> a holistic service network available to children, young people and their families, many of which are available at no cost. </w:t>
      </w:r>
    </w:p>
    <w:p w14:paraId="20AC9F4D" w14:textId="77777777" w:rsidR="000012DF" w:rsidRDefault="000012DF" w:rsidP="000012DF">
      <w:r w:rsidRPr="00B21E13">
        <w:t>Sometimes it will be necessary to access specialised services, which may incur a cost. If the service is in the best interests of the child</w:t>
      </w:r>
      <w:r>
        <w:t xml:space="preserve"> and provides the best value for money, </w:t>
      </w:r>
      <w:r w:rsidRPr="00B21E13">
        <w:t xml:space="preserve">the cost of </w:t>
      </w:r>
      <w:r>
        <w:t>the service should not prohibit access.</w:t>
      </w:r>
      <w:bookmarkStart w:id="0" w:name="_GoBack"/>
      <w:bookmarkEnd w:id="0"/>
    </w:p>
    <w:p w14:paraId="20AC9F4E" w14:textId="77777777" w:rsidR="000012DF" w:rsidRDefault="000012DF" w:rsidP="000012DF">
      <w:r>
        <w:t xml:space="preserve">When purchasing services all processes must be in accordance with </w:t>
      </w:r>
      <w:r w:rsidRPr="00DF3634">
        <w:rPr>
          <w:i/>
        </w:rPr>
        <w:t>the Financial Management Act</w:t>
      </w:r>
      <w:r>
        <w:t xml:space="preserve">, the </w:t>
      </w:r>
      <w:r w:rsidRPr="00DF3634">
        <w:rPr>
          <w:i/>
        </w:rPr>
        <w:t>Procurement Act</w:t>
      </w:r>
      <w:r>
        <w:t xml:space="preserve"> and Department Financial Delegations. If in doubt staff should consult with their Finance Officer for specific advice.</w:t>
      </w:r>
    </w:p>
    <w:p w14:paraId="20AC9F4F" w14:textId="77777777" w:rsidR="000012DF" w:rsidRPr="00B21E13" w:rsidRDefault="000012DF" w:rsidP="000012DF">
      <w:r>
        <w:t>Staff exercising financial delegations must have undertaken the relevant training. Consult the Training website for the relevant mandatory training.</w:t>
      </w:r>
    </w:p>
    <w:p w14:paraId="20AC9F50" w14:textId="77777777" w:rsidR="000012DF" w:rsidRDefault="000012DF" w:rsidP="000012DF">
      <w:pPr>
        <w:pStyle w:val="Heading1"/>
      </w:pPr>
      <w:r w:rsidRPr="001256AB">
        <w:t>Legislative</w:t>
      </w:r>
      <w:r w:rsidRPr="00F83E54">
        <w:t xml:space="preserve"> Basis</w:t>
      </w:r>
    </w:p>
    <w:p w14:paraId="20AC9F51" w14:textId="4F0B5CAE" w:rsidR="000012DF" w:rsidRPr="00434146" w:rsidRDefault="000012DF" w:rsidP="00434146">
      <w:pPr>
        <w:pStyle w:val="ExternalLink0"/>
        <w:rPr>
          <w:color w:val="0000FF"/>
        </w:rPr>
      </w:pPr>
      <w:r w:rsidRPr="00434146">
        <w:rPr>
          <w:color w:val="0000FF"/>
        </w:rPr>
        <w:t xml:space="preserve">Care and Protection of Children Act 2007 </w:t>
      </w:r>
    </w:p>
    <w:p w14:paraId="20AC9F52" w14:textId="09AD1914" w:rsidR="000012DF" w:rsidRPr="00434146" w:rsidRDefault="000012DF" w:rsidP="00434146">
      <w:pPr>
        <w:pStyle w:val="ExternalLink0"/>
        <w:rPr>
          <w:color w:val="0000FF"/>
        </w:rPr>
      </w:pPr>
      <w:r w:rsidRPr="00434146">
        <w:rPr>
          <w:color w:val="0000FF"/>
        </w:rPr>
        <w:t>Financial Management Act</w:t>
      </w:r>
    </w:p>
    <w:p w14:paraId="20AC9F53" w14:textId="240E17C1" w:rsidR="000012DF" w:rsidRPr="00434146" w:rsidRDefault="000012DF" w:rsidP="00434146">
      <w:pPr>
        <w:pStyle w:val="ExternalLink0"/>
        <w:rPr>
          <w:color w:val="0000FF"/>
        </w:rPr>
      </w:pPr>
      <w:r w:rsidRPr="00434146">
        <w:rPr>
          <w:color w:val="0000FF"/>
        </w:rPr>
        <w:t>Procurement Act</w:t>
      </w:r>
    </w:p>
    <w:p w14:paraId="20AC9F54" w14:textId="77777777" w:rsidR="00575300" w:rsidRPr="007E4077" w:rsidRDefault="00575300" w:rsidP="000012DF">
      <w:pPr>
        <w:pStyle w:val="ExternalLink"/>
      </w:pPr>
    </w:p>
    <w:p w14:paraId="20AC9F55" w14:textId="77777777" w:rsidR="000012DF" w:rsidRDefault="000012DF" w:rsidP="000012DF">
      <w:pPr>
        <w:pStyle w:val="Heading1"/>
      </w:pPr>
      <w:r w:rsidRPr="00E64002">
        <w:t>Standards</w:t>
      </w:r>
    </w:p>
    <w:p w14:paraId="20AC9F56" w14:textId="56225AB9" w:rsidR="000012DF" w:rsidRPr="00434146" w:rsidRDefault="000012DF" w:rsidP="00434146">
      <w:pPr>
        <w:pStyle w:val="ExternalLink0"/>
        <w:rPr>
          <w:color w:val="0000FF"/>
        </w:rPr>
      </w:pPr>
      <w:r w:rsidRPr="00434146">
        <w:rPr>
          <w:color w:val="0000FF"/>
        </w:rPr>
        <w:t>Standards of Professional Practice – 1, 2, 3, 4, 5 &amp; 6</w:t>
      </w:r>
    </w:p>
    <w:p w14:paraId="20AC9F57" w14:textId="77777777" w:rsidR="00DE31AD" w:rsidRDefault="00DE31AD" w:rsidP="00955092">
      <w:pPr>
        <w:rPr>
          <w:vanish/>
        </w:rPr>
      </w:pPr>
    </w:p>
    <w:p w14:paraId="20AC9F58" w14:textId="77777777" w:rsidR="00DE31AD" w:rsidRDefault="005309B3" w:rsidP="00DE31AD">
      <w:pPr>
        <w:pStyle w:val="Heading5"/>
      </w:pPr>
      <w:r>
        <w:t>Authorised by:</w:t>
      </w: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0"/>
        <w:gridCol w:w="3526"/>
        <w:gridCol w:w="1720"/>
        <w:gridCol w:w="1273"/>
        <w:gridCol w:w="1428"/>
      </w:tblGrid>
      <w:tr w:rsidR="005309B3" w14:paraId="20AC9F5D" w14:textId="77777777" w:rsidTr="00C47941">
        <w:trPr>
          <w:trHeight w:val="278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1693028405"/>
              <w:placeholder>
                <w:docPart w:val="9DD27F1EDFB64C30821B72D1FFACDA01"/>
              </w:placeholder>
              <w:dropDownList>
                <w:listItem w:displayText="Choose Authoriser by clicking here" w:value="Choose Authoriser by clicking here"/>
                <w:listItem w:displayText="Chief Executive Officer on:" w:value="Chief Executive Officer on:"/>
                <w:listItem w:displayText="Executive Director, Service Development and Policy on:" w:value="Executive Director, Service Development and Policy on:"/>
                <w:listItem w:displayText="Director, Operational Policy on:" w:value="Director, Operational Policy on:"/>
              </w:dropDownList>
            </w:sdtPr>
            <w:sdtEndPr/>
            <w:sdtContent>
              <w:p w14:paraId="20AC9F59" w14:textId="77777777" w:rsidR="00DE31AD" w:rsidRDefault="000012DF">
                <w:pPr>
                  <w:spacing w:before="0" w:after="0"/>
                  <w:jc w:val="left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Director, Service Development and Policy 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583614766"/>
            <w:lock w:val="sdtLocked"/>
            <w:placeholder>
              <w:docPart w:val="61C986F4E0554A9992E085837619C2B6"/>
            </w:placeholder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0AC9F5A" w14:textId="77777777" w:rsidR="00DE31AD" w:rsidRPr="005309B3" w:rsidRDefault="00174EC0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9F5B" w14:textId="77777777" w:rsidR="00DE31AD" w:rsidRDefault="00DE31AD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-1192993499"/>
            <w:lock w:val="sdtLocked"/>
            <w:placeholder>
              <w:docPart w:val="DB4B14179FB24FC28CECCFF3A620EA23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0AC9F5C" w14:textId="77777777" w:rsidR="00DE31AD" w:rsidRDefault="008F7B8B" w:rsidP="0062030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</w:tr>
      <w:tr w:rsidR="00DE31AD" w14:paraId="20AC9F60" w14:textId="77777777" w:rsidTr="00C47941">
        <w:trPr>
          <w:trHeight w:val="27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9F5E" w14:textId="77777777" w:rsidR="00DE31AD" w:rsidRDefault="00DE31AD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2057508041"/>
                <w:lock w:val="sdtLocked"/>
                <w:placeholder>
                  <w:docPart w:val="D00CA2C7A2CA432D95CC07E790D7128C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sdt>
          <w:sdtPr>
            <w:rPr>
              <w:sz w:val="18"/>
              <w:szCs w:val="18"/>
            </w:rPr>
            <w:alias w:val="Subject"/>
            <w:tag w:val="Subject"/>
            <w:id w:val="704452959"/>
            <w:lock w:val="sdtContentLocked"/>
            <w:placeholder>
              <w:docPart w:val="CF9BB04AB1B1495FA3935A4955534853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794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0AC9F5F" w14:textId="77777777" w:rsidR="00DE31AD" w:rsidRDefault="000012DF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To inform staff of their obligations when purchasing serivces for children and young people</w:t>
                </w:r>
              </w:p>
            </w:tc>
          </w:sdtContent>
        </w:sdt>
      </w:tr>
    </w:tbl>
    <w:p w14:paraId="20AC9F66" w14:textId="77777777" w:rsidR="00DE31AD" w:rsidRDefault="00DE31AD">
      <w:pPr>
        <w:pStyle w:val="Heading5"/>
        <w:divId w:val="1709987444"/>
        <w:rPr>
          <w:sz w:val="18"/>
        </w:rPr>
      </w:pPr>
      <w:r>
        <w:rPr>
          <w:sz w:val="18"/>
        </w:rPr>
        <w:t xml:space="preserve">Current Version </w:t>
      </w:r>
      <w:sdt>
        <w:sdtPr>
          <w:rPr>
            <w:sz w:val="18"/>
          </w:rPr>
          <w:alias w:val="Status"/>
          <w:tag w:val="Status"/>
          <w:id w:val="1756621761"/>
          <w:lock w:val="sdtContentLocked"/>
          <w:placeholder>
            <w:docPart w:val="49F4E6C963434700845F10AE74A1F73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012DF">
            <w:rPr>
              <w:sz w:val="18"/>
            </w:rPr>
            <w:t>V 1.01</w:t>
          </w:r>
        </w:sdtContent>
      </w:sdt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8"/>
        <w:gridCol w:w="1393"/>
        <w:gridCol w:w="15"/>
        <w:gridCol w:w="1442"/>
        <w:gridCol w:w="397"/>
        <w:gridCol w:w="4668"/>
        <w:gridCol w:w="17"/>
      </w:tblGrid>
      <w:tr w:rsidR="00DE31AD" w14:paraId="20AC9F6B" w14:textId="77777777" w:rsidTr="004950FD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9F67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id w:val="1626118715"/>
            <w:lock w:val="sdtLocked"/>
            <w:placeholder>
              <w:docPart w:val="E6E7462162924D5C90B10FB9CC1C1EB5"/>
            </w:placeholder>
            <w:date w:fullDate="2017-02-0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0AC9F68" w14:textId="77777777" w:rsidR="00DE31AD" w:rsidRDefault="000012DF" w:rsidP="0062030B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6/02/2017</w:t>
                </w:r>
              </w:p>
            </w:tc>
          </w:sdtContent>
        </w:sdt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9F69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Authorised by:</w:t>
            </w:r>
          </w:p>
        </w:tc>
        <w:sdt>
          <w:sdtPr>
            <w:rPr>
              <w:sz w:val="18"/>
              <w:szCs w:val="18"/>
            </w:rPr>
            <w:alias w:val="Select"/>
            <w:tag w:val="Select"/>
            <w:id w:val="-49455947"/>
            <w:lock w:val="sdtLocked"/>
            <w:placeholder>
              <w:docPart w:val="82C77B7BD99A499EA12E6CDDCBD751A1"/>
            </w:placeholder>
            <w:dropDownList>
              <w:listItem w:displayText="Choose Authoriser by clicking here" w:value="Choose Authoriser by clicking here"/>
              <w:listItem w:displayText="Chief Executive Officer" w:value="Chief Executive Officer"/>
              <w:listItem w:displayText="Executive Director, Service Development and Policy" w:value="Executive Director, Service Development and Policy"/>
              <w:listItem w:displayText="Director, Policy" w:value="Director, Policy"/>
            </w:dropDownList>
          </w:sdtPr>
          <w:sdtEndPr/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0AC9F6A" w14:textId="77777777" w:rsidR="00DE31AD" w:rsidRDefault="000012DF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Director, Policy</w:t>
                </w:r>
              </w:p>
            </w:tc>
          </w:sdtContent>
        </w:sdt>
      </w:tr>
      <w:tr w:rsidR="00DE31AD" w14:paraId="20AC9F6E" w14:textId="77777777" w:rsidTr="00DE31AD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9F6C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alias w:val="Update Summary"/>
              <w:id w:val="673386313"/>
              <w:lock w:val="contentLocked"/>
              <w:placeholder>
                <w:docPart w:val="6E989AD84B6F421590BB685CCEEE575C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14:paraId="20AC9F6D" w14:textId="77777777" w:rsidR="00DE31AD" w:rsidRDefault="000012DF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Rebranded</w:t>
                </w:r>
              </w:p>
            </w:sdtContent>
          </w:sdt>
        </w:tc>
      </w:tr>
      <w:tr w:rsidR="00434146" w14:paraId="7D200FD9" w14:textId="77777777" w:rsidTr="007171C5">
        <w:trPr>
          <w:trHeight w:val="268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CCF0" w14:textId="77777777" w:rsidR="00434146" w:rsidRDefault="00434146" w:rsidP="007171C5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id w:val="1086499396"/>
              <w:placeholder>
                <w:docPart w:val="B44B5C0AD7B3479BBB32C0D8434FF999"/>
              </w:placeholder>
              <w:date w:fullDate="2019-04-01T00:00:00Z">
                <w:dateFormat w:val="MMMM yy"/>
                <w:lid w:val="en-AU"/>
                <w:storeMappedDataAs w:val="dateTime"/>
                <w:calendar w:val="gregorian"/>
              </w:date>
            </w:sdtPr>
            <w:sdtContent>
              <w:p w14:paraId="1CF0E550" w14:textId="5D880F38" w:rsidR="00434146" w:rsidRDefault="00434146" w:rsidP="00434146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April 19</w:t>
                </w:r>
              </w:p>
            </w:sdtContent>
          </w:sdt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E489" w14:textId="77777777" w:rsidR="00434146" w:rsidRDefault="00434146" w:rsidP="007171C5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5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37A3" w14:textId="77777777" w:rsidR="00434146" w:rsidRDefault="00434146" w:rsidP="007171C5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Policy  </w:t>
            </w:r>
            <w:r w:rsidRPr="00434146">
              <w:rPr>
                <w:sz w:val="18"/>
                <w:szCs w:val="18"/>
              </w:rPr>
              <w:t>TF.Policy@nt.gov.au</w:t>
            </w:r>
          </w:p>
        </w:tc>
      </w:tr>
    </w:tbl>
    <w:p w14:paraId="20AC9F6F" w14:textId="77777777" w:rsidR="00DE31AD" w:rsidRDefault="00DE31AD" w:rsidP="00575300">
      <w:pPr>
        <w:spacing w:before="0" w:after="0" w:line="240" w:lineRule="auto"/>
        <w:jc w:val="left"/>
        <w:rPr>
          <w:sz w:val="18"/>
          <w:szCs w:val="18"/>
        </w:rPr>
      </w:pPr>
    </w:p>
    <w:sectPr w:rsidR="00DE31AD" w:rsidSect="00C47941">
      <w:footerReference w:type="default" r:id="rId12"/>
      <w:headerReference w:type="first" r:id="rId13"/>
      <w:footerReference w:type="first" r:id="rId14"/>
      <w:pgSz w:w="11900" w:h="16840"/>
      <w:pgMar w:top="1440" w:right="1440" w:bottom="1440" w:left="1800" w:header="0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C9F76" w14:textId="77777777" w:rsidR="00B658DE" w:rsidRDefault="00B658DE" w:rsidP="00955092">
      <w:r>
        <w:separator/>
      </w:r>
    </w:p>
    <w:p w14:paraId="20AC9F77" w14:textId="77777777" w:rsidR="00B658DE" w:rsidRDefault="00B658DE" w:rsidP="00955092"/>
    <w:p w14:paraId="20AC9F78" w14:textId="77777777" w:rsidR="00B658DE" w:rsidRDefault="00B658DE" w:rsidP="00955092"/>
  </w:endnote>
  <w:endnote w:type="continuationSeparator" w:id="0">
    <w:p w14:paraId="20AC9F79" w14:textId="77777777" w:rsidR="00B658DE" w:rsidRDefault="00B658DE" w:rsidP="00955092">
      <w:r>
        <w:continuationSeparator/>
      </w:r>
    </w:p>
    <w:p w14:paraId="20AC9F7A" w14:textId="77777777" w:rsidR="00B658DE" w:rsidRDefault="00B658DE" w:rsidP="00955092"/>
    <w:p w14:paraId="20AC9F7B" w14:textId="77777777" w:rsidR="00B658DE" w:rsidRDefault="00B658DE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C9F7C" w14:textId="77777777" w:rsidR="0062030B" w:rsidRDefault="00CC7AED" w:rsidP="00CC7AED">
    <w:pPr>
      <w:pStyle w:val="web"/>
      <w:tabs>
        <w:tab w:val="left" w:pos="1134"/>
        <w:tab w:val="left" w:pos="1560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575300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C80D99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834886600"/>
        <w:lock w:val="sdtContentLocked"/>
        <w:placeholder>
          <w:docPart w:val="E6E7462162924D5C90B10FB9CC1C1EB5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012DF">
          <w:rPr>
            <w:rFonts w:ascii="Lato" w:hAnsi="Lato"/>
            <w:lang w:val="en-AU"/>
          </w:rPr>
          <w:t>V 1.01</w:t>
        </w:r>
      </w:sdtContent>
    </w:sdt>
    <w:r w:rsidR="00F148A9"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128131015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012DF">
          <w:rPr>
            <w:rFonts w:ascii="Lato" w:hAnsi="Lato"/>
            <w:lang w:val="en-AU"/>
          </w:rPr>
          <w:t>Policy: Purchasing services for children and young people</w:t>
        </w:r>
      </w:sdtContent>
    </w:sdt>
    <w:r w:rsidR="0062030B">
      <w:tab/>
      <w:t>www.nt.gov.au</w:t>
    </w:r>
  </w:p>
  <w:p w14:paraId="20AC9F7D" w14:textId="77777777" w:rsidR="0030116A" w:rsidRPr="0062030B" w:rsidRDefault="0030116A" w:rsidP="006203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C9F83" w14:textId="77777777" w:rsidR="0062030B" w:rsidRDefault="00CC7AED" w:rsidP="00CC7AED">
    <w:pPr>
      <w:pStyle w:val="web"/>
      <w:tabs>
        <w:tab w:val="left" w:pos="1134"/>
        <w:tab w:val="left" w:pos="1701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79078E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79078E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429662464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012DF">
          <w:rPr>
            <w:rFonts w:ascii="Lato" w:hAnsi="Lato"/>
            <w:lang w:val="en-AU"/>
          </w:rPr>
          <w:t>V 1.01</w:t>
        </w:r>
      </w:sdtContent>
    </w:sdt>
    <w:r w:rsidR="0062030B">
      <w:rPr>
        <w:rFonts w:ascii="Lato" w:hAnsi="Lato"/>
        <w:b/>
      </w:rPr>
      <w:t xml:space="preserve"> </w:t>
    </w:r>
    <w:sdt>
      <w:sdtPr>
        <w:rPr>
          <w:rFonts w:ascii="Lato" w:hAnsi="Lato"/>
        </w:rPr>
        <w:alias w:val="Title"/>
        <w:tag w:val=""/>
        <w:id w:val="-461046792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012DF">
          <w:rPr>
            <w:rFonts w:ascii="Lato" w:hAnsi="Lato"/>
            <w:lang w:val="en-AU"/>
          </w:rPr>
          <w:t>Policy: Purchasing services for children and young people</w:t>
        </w:r>
      </w:sdtContent>
    </w:sdt>
    <w:r w:rsidR="0062030B">
      <w:tab/>
      <w:t>www.nt.gov.au</w:t>
    </w:r>
  </w:p>
  <w:p w14:paraId="20AC9F84" w14:textId="77777777" w:rsidR="0030116A" w:rsidRPr="0062030B" w:rsidRDefault="0030116A" w:rsidP="00620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C9F70" w14:textId="77777777" w:rsidR="00B658DE" w:rsidRDefault="00B658DE" w:rsidP="00955092">
      <w:r>
        <w:separator/>
      </w:r>
    </w:p>
    <w:p w14:paraId="20AC9F71" w14:textId="77777777" w:rsidR="00B658DE" w:rsidRDefault="00B658DE" w:rsidP="00955092"/>
    <w:p w14:paraId="20AC9F72" w14:textId="77777777" w:rsidR="00B658DE" w:rsidRDefault="00B658DE" w:rsidP="00955092"/>
  </w:footnote>
  <w:footnote w:type="continuationSeparator" w:id="0">
    <w:p w14:paraId="20AC9F73" w14:textId="77777777" w:rsidR="00B658DE" w:rsidRDefault="00B658DE" w:rsidP="00955092">
      <w:r>
        <w:continuationSeparator/>
      </w:r>
    </w:p>
    <w:p w14:paraId="20AC9F74" w14:textId="77777777" w:rsidR="00B658DE" w:rsidRDefault="00B658DE" w:rsidP="00955092"/>
    <w:p w14:paraId="20AC9F75" w14:textId="77777777" w:rsidR="00B658DE" w:rsidRDefault="00B658DE" w:rsidP="009550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C628CE" w14:paraId="20AC9F81" w14:textId="77777777" w:rsidTr="009363CD">
      <w:trPr>
        <w:cantSplit/>
        <w:trHeight w:val="1426"/>
        <w:tblHeader/>
      </w:trPr>
      <w:tc>
        <w:tcPr>
          <w:tcW w:w="3643" w:type="dxa"/>
          <w:vAlign w:val="bottom"/>
        </w:tcPr>
        <w:p w14:paraId="20AC9F7E" w14:textId="77777777" w:rsidR="00C628CE" w:rsidRDefault="00C628CE" w:rsidP="009363CD">
          <w:pPr>
            <w:pStyle w:val="Header"/>
            <w:spacing w:line="240" w:lineRule="auto"/>
            <w:ind w:left="-108"/>
          </w:pPr>
          <w:r>
            <w:rPr>
              <w:noProof/>
              <w:lang w:eastAsia="en-AU"/>
            </w:rPr>
            <w:drawing>
              <wp:inline distT="0" distB="0" distL="0" distR="0" wp14:anchorId="20AC9F85" wp14:editId="20AC9F86">
                <wp:extent cx="2176272" cy="704088"/>
                <wp:effectExtent l="0" t="0" r="0" b="1270"/>
                <wp:docPr id="21" name="Picture 2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20AC9F7F" w14:textId="77777777" w:rsidR="00C628CE" w:rsidRDefault="00C628CE" w:rsidP="009363CD">
          <w:pPr>
            <w:pStyle w:val="Header"/>
            <w:spacing w:line="240" w:lineRule="auto"/>
            <w:contextualSpacing/>
            <w:jc w:val="right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59264" behindDoc="1" locked="0" layoutInCell="1" allowOverlap="1" wp14:anchorId="20AC9F87" wp14:editId="20AC9F88">
                <wp:simplePos x="0" y="0"/>
                <wp:positionH relativeFrom="margin">
                  <wp:posOffset>2621606</wp:posOffset>
                </wp:positionH>
                <wp:positionV relativeFrom="margin">
                  <wp:posOffset>0</wp:posOffset>
                </wp:positionV>
                <wp:extent cx="403737" cy="983014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20AC9F80" w14:textId="77777777" w:rsidR="00C628CE" w:rsidRDefault="00C628CE" w:rsidP="009363CD">
          <w:pPr>
            <w:pStyle w:val="Departmentname"/>
          </w:pPr>
          <w:r>
            <w:t>territory FAMILIES</w:t>
          </w:r>
        </w:p>
      </w:tc>
    </w:tr>
  </w:tbl>
  <w:p w14:paraId="20AC9F82" w14:textId="77777777" w:rsidR="00150B29" w:rsidRPr="00C628CE" w:rsidRDefault="00150B29" w:rsidP="00C628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2E350E6"/>
    <w:multiLevelType w:val="hybridMultilevel"/>
    <w:tmpl w:val="5D087A02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40bJXIX+NeNnleS2mp7/sS45y7lqmsLfm+OiV+2y2TOF9sJQxcbeI1qPsOjCxUcBwDeg5mhHq9OFr3Cyxphx2A==" w:salt="He5pkHNTH5EgHnJHVowvMQ=="/>
  <w:defaultTabStop w:val="720"/>
  <w:drawingGridHorizontalSpacing w:val="357"/>
  <w:drawingGridVerticalSpacing w:val="357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8DE"/>
    <w:rsid w:val="000012DF"/>
    <w:rsid w:val="000306D5"/>
    <w:rsid w:val="000349CF"/>
    <w:rsid w:val="000359B0"/>
    <w:rsid w:val="00067E72"/>
    <w:rsid w:val="0008006A"/>
    <w:rsid w:val="000B674D"/>
    <w:rsid w:val="000D1972"/>
    <w:rsid w:val="000E390A"/>
    <w:rsid w:val="00102470"/>
    <w:rsid w:val="00150B29"/>
    <w:rsid w:val="00161C0C"/>
    <w:rsid w:val="00174EC0"/>
    <w:rsid w:val="00176AF2"/>
    <w:rsid w:val="00177077"/>
    <w:rsid w:val="001906B3"/>
    <w:rsid w:val="001D0EA6"/>
    <w:rsid w:val="001E4573"/>
    <w:rsid w:val="001E7DFE"/>
    <w:rsid w:val="001F09D7"/>
    <w:rsid w:val="00201F06"/>
    <w:rsid w:val="002D4B3A"/>
    <w:rsid w:val="002F7A9F"/>
    <w:rsid w:val="0030116A"/>
    <w:rsid w:val="00307DB8"/>
    <w:rsid w:val="00321E86"/>
    <w:rsid w:val="003507D9"/>
    <w:rsid w:val="003D09FC"/>
    <w:rsid w:val="003F4E88"/>
    <w:rsid w:val="004154BF"/>
    <w:rsid w:val="00421A85"/>
    <w:rsid w:val="00422FEF"/>
    <w:rsid w:val="00434146"/>
    <w:rsid w:val="00492965"/>
    <w:rsid w:val="004950FD"/>
    <w:rsid w:val="00495CAC"/>
    <w:rsid w:val="004B2629"/>
    <w:rsid w:val="004D31E5"/>
    <w:rsid w:val="004E0335"/>
    <w:rsid w:val="00501FE3"/>
    <w:rsid w:val="00520ED8"/>
    <w:rsid w:val="005309B3"/>
    <w:rsid w:val="00530C17"/>
    <w:rsid w:val="00531BBC"/>
    <w:rsid w:val="00566228"/>
    <w:rsid w:val="00575300"/>
    <w:rsid w:val="005D3167"/>
    <w:rsid w:val="005F0FBC"/>
    <w:rsid w:val="0060698A"/>
    <w:rsid w:val="0062030B"/>
    <w:rsid w:val="006237A6"/>
    <w:rsid w:val="006435CA"/>
    <w:rsid w:val="00656BDB"/>
    <w:rsid w:val="006669BD"/>
    <w:rsid w:val="00686999"/>
    <w:rsid w:val="006B7CF2"/>
    <w:rsid w:val="006C0BAF"/>
    <w:rsid w:val="006C7F43"/>
    <w:rsid w:val="006D1B96"/>
    <w:rsid w:val="006D5F76"/>
    <w:rsid w:val="00761696"/>
    <w:rsid w:val="007766E2"/>
    <w:rsid w:val="0079078E"/>
    <w:rsid w:val="008741B1"/>
    <w:rsid w:val="008910DE"/>
    <w:rsid w:val="008C1F3D"/>
    <w:rsid w:val="008C2F51"/>
    <w:rsid w:val="008E455A"/>
    <w:rsid w:val="008F7B8B"/>
    <w:rsid w:val="00910B3C"/>
    <w:rsid w:val="00912D1C"/>
    <w:rsid w:val="009269FB"/>
    <w:rsid w:val="00932E8A"/>
    <w:rsid w:val="00955092"/>
    <w:rsid w:val="009641D3"/>
    <w:rsid w:val="00992890"/>
    <w:rsid w:val="009E27AB"/>
    <w:rsid w:val="009E5913"/>
    <w:rsid w:val="009E76D3"/>
    <w:rsid w:val="009F6F14"/>
    <w:rsid w:val="00A00DE3"/>
    <w:rsid w:val="00A33A98"/>
    <w:rsid w:val="00A53303"/>
    <w:rsid w:val="00A6181F"/>
    <w:rsid w:val="00A653CD"/>
    <w:rsid w:val="00A70DE8"/>
    <w:rsid w:val="00A70F35"/>
    <w:rsid w:val="00A85DDE"/>
    <w:rsid w:val="00A870B6"/>
    <w:rsid w:val="00A92BC3"/>
    <w:rsid w:val="00AA6A0E"/>
    <w:rsid w:val="00AD31BB"/>
    <w:rsid w:val="00B02F41"/>
    <w:rsid w:val="00B37FEB"/>
    <w:rsid w:val="00B658DE"/>
    <w:rsid w:val="00B71C81"/>
    <w:rsid w:val="00B75F17"/>
    <w:rsid w:val="00B76BF2"/>
    <w:rsid w:val="00BB3666"/>
    <w:rsid w:val="00BC6805"/>
    <w:rsid w:val="00BD7C6A"/>
    <w:rsid w:val="00BE3387"/>
    <w:rsid w:val="00C133D7"/>
    <w:rsid w:val="00C21D69"/>
    <w:rsid w:val="00C22565"/>
    <w:rsid w:val="00C333A8"/>
    <w:rsid w:val="00C47941"/>
    <w:rsid w:val="00C61A69"/>
    <w:rsid w:val="00C628CE"/>
    <w:rsid w:val="00C80AAE"/>
    <w:rsid w:val="00C80D99"/>
    <w:rsid w:val="00CC7AED"/>
    <w:rsid w:val="00CD414A"/>
    <w:rsid w:val="00CE2D72"/>
    <w:rsid w:val="00D06826"/>
    <w:rsid w:val="00DD46BB"/>
    <w:rsid w:val="00DD7DB4"/>
    <w:rsid w:val="00DE31AD"/>
    <w:rsid w:val="00E03B6D"/>
    <w:rsid w:val="00E143A2"/>
    <w:rsid w:val="00E27562"/>
    <w:rsid w:val="00E3780F"/>
    <w:rsid w:val="00E53F76"/>
    <w:rsid w:val="00E61E1D"/>
    <w:rsid w:val="00E76700"/>
    <w:rsid w:val="00E82324"/>
    <w:rsid w:val="00EA5666"/>
    <w:rsid w:val="00EC0314"/>
    <w:rsid w:val="00EE3E88"/>
    <w:rsid w:val="00EF6FCE"/>
    <w:rsid w:val="00F053D9"/>
    <w:rsid w:val="00F148A9"/>
    <w:rsid w:val="00F2370A"/>
    <w:rsid w:val="00F45F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0AC9F48"/>
  <w15:docId w15:val="{0AE4C310-1A94-49D1-8EEB-3365CE64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uiPriority w:val="59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qFormat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paragraph" w:styleId="Subtitle">
    <w:name w:val="Subtitle"/>
    <w:basedOn w:val="Title"/>
    <w:next w:val="Normal"/>
    <w:link w:val="SubtitleChar"/>
    <w:qFormat/>
    <w:rsid w:val="000012DF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0012DF"/>
    <w:rPr>
      <w:rFonts w:ascii="Arial" w:eastAsia="Calibri" w:hAnsi="Arial" w:cs="Arial"/>
      <w:b/>
      <w:i/>
      <w:color w:val="808080" w:themeColor="background1" w:themeShade="80"/>
      <w:sz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0012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tratPol\Ops\Policy\3%20Templates\TF%20Policy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0883BB5C85E40D8BC3EF09C57A7E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BFBBE-47D8-43CB-A8A9-D57D30CEC957}"/>
      </w:docPartPr>
      <w:docPartBody>
        <w:p w:rsidR="00A017F7" w:rsidRDefault="00A017F7">
          <w:pPr>
            <w:pStyle w:val="10883BB5C85E40D8BC3EF09C57A7E4A9"/>
          </w:pPr>
          <w:r w:rsidRPr="00F87416">
            <w:rPr>
              <w:rStyle w:val="PlaceholderText"/>
            </w:rPr>
            <w:t>[Title]</w:t>
          </w:r>
        </w:p>
      </w:docPartBody>
    </w:docPart>
    <w:docPart>
      <w:docPartPr>
        <w:name w:val="9DD27F1EDFB64C30821B72D1FFACD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25FB4-0B3F-4BBA-910C-7F19CDB66C60}"/>
      </w:docPartPr>
      <w:docPartBody>
        <w:p w:rsidR="00A017F7" w:rsidRDefault="00A017F7">
          <w:pPr>
            <w:pStyle w:val="9DD27F1EDFB64C30821B72D1FFACDA01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61C986F4E0554A9992E085837619C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DA6E5-7B6B-45C7-AD23-368D538D33AE}"/>
      </w:docPartPr>
      <w:docPartBody>
        <w:p w:rsidR="00A017F7" w:rsidRDefault="00A017F7">
          <w:pPr>
            <w:pStyle w:val="61C986F4E0554A9992E085837619C2B6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DB4B14179FB24FC28CECCFF3A620E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924D4-1E63-4FC3-BD73-188BC518A630}"/>
      </w:docPartPr>
      <w:docPartBody>
        <w:p w:rsidR="00A017F7" w:rsidRDefault="00A017F7">
          <w:pPr>
            <w:pStyle w:val="DB4B14179FB24FC28CECCFF3A620EA23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D00CA2C7A2CA432D95CC07E790D71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E7A0F-A674-4D28-A339-8D6509D5FDDA}"/>
      </w:docPartPr>
      <w:docPartBody>
        <w:p w:rsidR="00A017F7" w:rsidRDefault="00A017F7">
          <w:pPr>
            <w:pStyle w:val="D00CA2C7A2CA432D95CC07E790D7128C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CF9BB04AB1B1495FA3935A4955534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0E112-D6B6-42D5-9F41-D29244144277}"/>
      </w:docPartPr>
      <w:docPartBody>
        <w:p w:rsidR="00A017F7" w:rsidRDefault="00A017F7">
          <w:pPr>
            <w:pStyle w:val="CF9BB04AB1B1495FA3935A4955534853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49F4E6C963434700845F10AE74A1F7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29537-D0F9-4E2D-9777-8BDB596D43CA}"/>
      </w:docPartPr>
      <w:docPartBody>
        <w:p w:rsidR="00A017F7" w:rsidRDefault="00A017F7">
          <w:pPr>
            <w:pStyle w:val="49F4E6C963434700845F10AE74A1F736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E6E7462162924D5C90B10FB9CC1C1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1EC1F-237E-4E05-908A-D7859609258E}"/>
      </w:docPartPr>
      <w:docPartBody>
        <w:p w:rsidR="00A017F7" w:rsidRDefault="00A017F7">
          <w:pPr>
            <w:pStyle w:val="E6E7462162924D5C90B10FB9CC1C1EB5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82C77B7BD99A499EA12E6CDDCBD75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4C95C-F65F-4E0C-A5A7-7CBAD3777AEB}"/>
      </w:docPartPr>
      <w:docPartBody>
        <w:p w:rsidR="00A017F7" w:rsidRDefault="00A017F7">
          <w:pPr>
            <w:pStyle w:val="82C77B7BD99A499EA12E6CDDCBD751A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E989AD84B6F421590BB685CCEEE5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A0AC9-DD39-4ACD-8897-C7089FA5C674}"/>
      </w:docPartPr>
      <w:docPartBody>
        <w:p w:rsidR="00A017F7" w:rsidRDefault="00A017F7">
          <w:pPr>
            <w:pStyle w:val="6E989AD84B6F421590BB685CCEEE575C"/>
          </w:pPr>
          <w:r>
            <w:rPr>
              <w:rStyle w:val="PlaceholderText"/>
            </w:rPr>
            <w:t>[Comments]</w:t>
          </w:r>
        </w:p>
      </w:docPartBody>
    </w:docPart>
    <w:docPart>
      <w:docPartPr>
        <w:name w:val="B44B5C0AD7B3479BBB32C0D8434FF9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1679E-77EA-4911-8AA5-3950902F01F5}"/>
      </w:docPartPr>
      <w:docPartBody>
        <w:p w:rsidR="00000000" w:rsidRDefault="009D5237" w:rsidP="009D5237">
          <w:pPr>
            <w:pStyle w:val="B44B5C0AD7B3479BBB32C0D8434FF999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7F7"/>
    <w:rsid w:val="009D5237"/>
    <w:rsid w:val="00A0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307CC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5237"/>
    <w:rPr>
      <w:color w:val="808080"/>
    </w:rPr>
  </w:style>
  <w:style w:type="paragraph" w:customStyle="1" w:styleId="10883BB5C85E40D8BC3EF09C57A7E4A9">
    <w:name w:val="10883BB5C85E40D8BC3EF09C57A7E4A9"/>
  </w:style>
  <w:style w:type="paragraph" w:customStyle="1" w:styleId="9DD27F1EDFB64C30821B72D1FFACDA01">
    <w:name w:val="9DD27F1EDFB64C30821B72D1FFACDA01"/>
  </w:style>
  <w:style w:type="paragraph" w:customStyle="1" w:styleId="61C986F4E0554A9992E085837619C2B6">
    <w:name w:val="61C986F4E0554A9992E085837619C2B6"/>
  </w:style>
  <w:style w:type="paragraph" w:customStyle="1" w:styleId="DB4B14179FB24FC28CECCFF3A620EA23">
    <w:name w:val="DB4B14179FB24FC28CECCFF3A620EA23"/>
  </w:style>
  <w:style w:type="paragraph" w:customStyle="1" w:styleId="D00CA2C7A2CA432D95CC07E790D7128C">
    <w:name w:val="D00CA2C7A2CA432D95CC07E790D7128C"/>
  </w:style>
  <w:style w:type="paragraph" w:customStyle="1" w:styleId="CF9BB04AB1B1495FA3935A4955534853">
    <w:name w:val="CF9BB04AB1B1495FA3935A4955534853"/>
  </w:style>
  <w:style w:type="paragraph" w:customStyle="1" w:styleId="49F4E6C963434700845F10AE74A1F736">
    <w:name w:val="49F4E6C963434700845F10AE74A1F736"/>
  </w:style>
  <w:style w:type="paragraph" w:customStyle="1" w:styleId="E6E7462162924D5C90B10FB9CC1C1EB5">
    <w:name w:val="E6E7462162924D5C90B10FB9CC1C1EB5"/>
  </w:style>
  <w:style w:type="paragraph" w:customStyle="1" w:styleId="82C77B7BD99A499EA12E6CDDCBD751A1">
    <w:name w:val="82C77B7BD99A499EA12E6CDDCBD751A1"/>
  </w:style>
  <w:style w:type="paragraph" w:customStyle="1" w:styleId="6E989AD84B6F421590BB685CCEEE575C">
    <w:name w:val="6E989AD84B6F421590BB685CCEEE575C"/>
  </w:style>
  <w:style w:type="paragraph" w:customStyle="1" w:styleId="B44B5C0AD7B3479BBB32C0D8434FF999">
    <w:name w:val="B44B5C0AD7B3479BBB32C0D8434FF999"/>
    <w:rsid w:val="009D52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2015-03-16T00:00:00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B7A08B11F7A478358B32B4FE98ACD" ma:contentTypeVersion="11" ma:contentTypeDescription="Create a new document." ma:contentTypeScope="" ma:versionID="c5dbc8a3c31d8239ab0eded73d7fb685">
  <xsd:schema xmlns:xsd="http://www.w3.org/2001/XMLSchema" xmlns:xs="http://www.w3.org/2001/XMLSchema" xmlns:p="http://schemas.microsoft.com/office/2006/metadata/properties" xmlns:ns1="http://schemas.microsoft.com/sharepoint/v3" xmlns:ns2="df728e28-6cb8-4fbb-8c51-0180adc8a154" targetNamespace="http://schemas.microsoft.com/office/2006/metadata/properties" ma:root="true" ma:fieldsID="e5bd42463e560446264e8277cb4286f0" ns1:_="" ns2:_="">
    <xsd:import namespace="http://schemas.microsoft.com/sharepoint/v3"/>
    <xsd:import namespace="df728e28-6cb8-4fbb-8c51-0180adc8a15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ated_x0020_In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28e28-6cb8-4fbb-8c51-0180adc8a154" elementFormDefault="qualified">
    <xsd:import namespace="http://schemas.microsoft.com/office/2006/documentManagement/types"/>
    <xsd:import namespace="http://schemas.microsoft.com/office/infopath/2007/PartnerControls"/>
    <xsd:element name="Related_x0020_Information" ma:index="10" nillable="true" ma:displayName="Related Information" ma:format="Hyperlink" ma:internalName="Related_x0020_Info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Related_x0020_Information xmlns="df728e28-6cb8-4fbb-8c51-0180adc8a154">
      <Url xsi:nil="true"/>
      <Description xsi:nil="true"/>
    </Related_x0020_Information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9FF26-B791-4378-A596-C72EDE408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728e28-6cb8-4fbb-8c51-0180adc8a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A6C372-A8D7-4A1D-8875-825E1D3D3E66}">
  <ds:schemaRefs>
    <ds:schemaRef ds:uri="http://schemas.microsoft.com/sharepoint/v3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f728e28-6cb8-4fbb-8c51-0180adc8a154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938B7E6-5337-4F21-9A96-56825E43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 Policy Template.dotx</Template>
  <TotalTime>3</TotalTime>
  <Pages>1</Pages>
  <Words>263</Words>
  <Characters>1505</Characters>
  <Application>Microsoft Office Word</Application>
  <DocSecurity>8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Purchasing services for children and young people</vt:lpstr>
    </vt:vector>
  </TitlesOfParts>
  <Manager>David.McDonough@nt.gov.au</Manager>
  <Company>DCF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Purchasing services for children and young people</dc:title>
  <dc:subject>To inform staff of their obligations when purchasing serivces for children and young people</dc:subject>
  <dc:creator>Margaret Wilson</dc:creator>
  <dc:description>Rebranded</dc:description>
  <cp:lastModifiedBy>David McDonough</cp:lastModifiedBy>
  <cp:revision>5</cp:revision>
  <cp:lastPrinted>2017-06-09T02:18:00Z</cp:lastPrinted>
  <dcterms:created xsi:type="dcterms:W3CDTF">2017-06-08T02:45:00Z</dcterms:created>
  <dcterms:modified xsi:type="dcterms:W3CDTF">2017-06-23T06:31:00Z</dcterms:modified>
  <cp:contentStatus>V 1.01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0x010100EF2B7A08B11F7A478358B32B4FE98ACD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Children in Care</vt:lpwstr>
  </property>
  <property fmtid="{D5CDD505-2E9C-101B-9397-08002B2CF9AE}" pid="6" name="Document Type">
    <vt:lpwstr>Policy</vt:lpwstr>
  </property>
  <property fmtid="{D5CDD505-2E9C-101B-9397-08002B2CF9AE}" pid="7" name="Folder Name">
    <vt:lpwstr>Care and Protection Practice Manual</vt:lpwstr>
  </property>
</Properties>
</file>