
<file path=[Content_Types].xml><?xml version="1.0" encoding="utf-8"?>
<Types xmlns="http://schemas.openxmlformats.org/package/2006/content-types">
  <Default Extension="rels" ContentType="application/vnd.openxmlformats-package.relationships+xml"/>
  <Default Extension="xml" ContentType="application/xml"/>
  <Default Extension="ti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92AA6E" w14:textId="77777777" w:rsidR="00B02F41" w:rsidRPr="000F170A" w:rsidRDefault="001B5806" w:rsidP="000B3B40">
      <w:pPr>
        <w:pStyle w:val="Title"/>
      </w:pPr>
      <w:sdt>
        <w:sdtPr>
          <w:rPr>
            <w:rStyle w:val="TitleChar"/>
            <w:i/>
          </w:rPr>
          <w:alias w:val="Title"/>
          <w:tag w:val=""/>
          <w:id w:val="668604664"/>
          <w:placeholder>
            <w:docPart w:val="041D562ACF3349DB8526F20F1D06CF2C"/>
          </w:placeholder>
          <w:dataBinding w:prefixMappings="xmlns:ns0='http://purl.org/dc/elements/1.1/' xmlns:ns1='http://schemas.openxmlformats.org/package/2006/metadata/core-properties' " w:xpath="/ns1:coreProperties[1]/ns0:title[1]" w:storeItemID="{6C3C8BC8-F283-45AE-878A-BAB7291924A1}"/>
          <w:text/>
        </w:sdtPr>
        <w:sdtEndPr>
          <w:rPr>
            <w:rStyle w:val="TitleChar"/>
          </w:rPr>
        </w:sdtEndPr>
        <w:sdtContent>
          <w:r w:rsidR="001D4752" w:rsidRPr="000F170A">
            <w:rPr>
              <w:rStyle w:val="TitleChar"/>
              <w:i/>
            </w:rPr>
            <w:t>Policy: Case Management of Children in the CEO's Care</w:t>
          </w:r>
        </w:sdtContent>
      </w:sdt>
    </w:p>
    <w:p w14:paraId="1FA1031F" w14:textId="77777777" w:rsidR="00395365" w:rsidRPr="000F170A" w:rsidRDefault="00395365" w:rsidP="0043570C">
      <w:pPr>
        <w:spacing w:before="0" w:line="240" w:lineRule="auto"/>
        <w:jc w:val="left"/>
        <w:outlineLvl w:val="0"/>
        <w:rPr>
          <w:rFonts w:eastAsia="Times New Roman" w:cs="Arial"/>
          <w:bCs/>
          <w:iCs/>
          <w:color w:val="808080"/>
          <w:sz w:val="32"/>
          <w:szCs w:val="32"/>
          <w:lang w:eastAsia="en-AU"/>
        </w:rPr>
      </w:pPr>
      <w:r w:rsidRPr="000F170A">
        <w:rPr>
          <w:rFonts w:eastAsia="Times New Roman" w:cs="Arial"/>
          <w:bCs/>
          <w:iCs/>
          <w:color w:val="808080"/>
          <w:sz w:val="32"/>
          <w:szCs w:val="32"/>
          <w:lang w:eastAsia="en-AU"/>
        </w:rPr>
        <w:t>Policy Purpose</w:t>
      </w:r>
      <w:bookmarkStart w:id="0" w:name="_GoBack"/>
      <w:bookmarkEnd w:id="0"/>
    </w:p>
    <w:p w14:paraId="7F0188D6" w14:textId="77777777" w:rsidR="00395365" w:rsidRPr="000F170A" w:rsidRDefault="003A5E6C" w:rsidP="0043570C">
      <w:pPr>
        <w:spacing w:line="240" w:lineRule="auto"/>
      </w:pPr>
      <w:r w:rsidRPr="000F170A">
        <w:t>Case</w:t>
      </w:r>
      <w:r w:rsidR="0025675E" w:rsidRPr="000F170A">
        <w:t xml:space="preserve"> management </w:t>
      </w:r>
      <w:r w:rsidR="008A6693" w:rsidRPr="000F170A">
        <w:t xml:space="preserve">of children </w:t>
      </w:r>
      <w:r w:rsidR="009D3782">
        <w:t xml:space="preserve">who are </w:t>
      </w:r>
      <w:r w:rsidR="008A6693" w:rsidRPr="000F170A">
        <w:t>in</w:t>
      </w:r>
      <w:r w:rsidR="000B3B40" w:rsidRPr="000F170A">
        <w:t xml:space="preserve"> the</w:t>
      </w:r>
      <w:r w:rsidR="008A6693" w:rsidRPr="000F170A">
        <w:t xml:space="preserve"> </w:t>
      </w:r>
      <w:r w:rsidR="00323B0F">
        <w:t>C</w:t>
      </w:r>
      <w:r w:rsidR="008A6693" w:rsidRPr="000F170A">
        <w:t xml:space="preserve">are of the </w:t>
      </w:r>
      <w:r w:rsidR="00A07C27" w:rsidRPr="000F170A">
        <w:t>Chief Executive Officer (</w:t>
      </w:r>
      <w:r w:rsidR="000B3B40" w:rsidRPr="000F170A">
        <w:t>CEO</w:t>
      </w:r>
      <w:r w:rsidR="00A07C27" w:rsidRPr="000F170A">
        <w:t>)</w:t>
      </w:r>
      <w:r w:rsidRPr="000F170A">
        <w:t xml:space="preserve"> </w:t>
      </w:r>
      <w:r w:rsidR="00FE6193">
        <w:t>will focus on</w:t>
      </w:r>
      <w:r w:rsidRPr="000F170A">
        <w:t xml:space="preserve"> the child’s</w:t>
      </w:r>
      <w:r w:rsidR="00C11154" w:rsidRPr="000F170A">
        <w:t xml:space="preserve"> </w:t>
      </w:r>
      <w:r w:rsidR="006E52B3" w:rsidRPr="000F170A">
        <w:t xml:space="preserve">safety and </w:t>
      </w:r>
      <w:r w:rsidR="00BD727B" w:rsidRPr="000F170A">
        <w:t xml:space="preserve">wellbeing, </w:t>
      </w:r>
      <w:r w:rsidR="006E52B3" w:rsidRPr="000F170A">
        <w:t>timely decision</w:t>
      </w:r>
      <w:r w:rsidR="009D4875" w:rsidRPr="000F170A">
        <w:t>s</w:t>
      </w:r>
      <w:r w:rsidR="006E52B3" w:rsidRPr="000F170A">
        <w:t xml:space="preserve">, </w:t>
      </w:r>
      <w:r w:rsidR="006878F4">
        <w:t xml:space="preserve">cultural security, </w:t>
      </w:r>
      <w:r w:rsidR="009D4875" w:rsidRPr="000F170A">
        <w:t>stability and permanency</w:t>
      </w:r>
      <w:r w:rsidR="00C11154" w:rsidRPr="000F170A">
        <w:t>.</w:t>
      </w:r>
    </w:p>
    <w:p w14:paraId="78EB6C01" w14:textId="77777777" w:rsidR="00395365" w:rsidRPr="000F170A" w:rsidRDefault="00395365" w:rsidP="0043570C">
      <w:pPr>
        <w:spacing w:before="0" w:line="240" w:lineRule="auto"/>
        <w:jc w:val="left"/>
        <w:outlineLvl w:val="0"/>
        <w:rPr>
          <w:rFonts w:eastAsia="Times New Roman" w:cs="Arial"/>
          <w:bCs/>
          <w:iCs/>
          <w:color w:val="808080"/>
          <w:sz w:val="32"/>
          <w:szCs w:val="32"/>
          <w:lang w:eastAsia="en-AU"/>
        </w:rPr>
      </w:pPr>
      <w:r w:rsidRPr="000F170A">
        <w:rPr>
          <w:rFonts w:eastAsia="Times New Roman" w:cs="Arial"/>
          <w:bCs/>
          <w:iCs/>
          <w:color w:val="808080"/>
          <w:sz w:val="32"/>
          <w:szCs w:val="32"/>
          <w:lang w:eastAsia="en-AU"/>
        </w:rPr>
        <w:t>Policy Statement</w:t>
      </w:r>
    </w:p>
    <w:p w14:paraId="7A9B62B6" w14:textId="77777777" w:rsidR="00F26665" w:rsidRPr="009D3782" w:rsidRDefault="009D4875" w:rsidP="00F26665">
      <w:pPr>
        <w:pStyle w:val="Prelist0"/>
        <w:spacing w:before="0" w:after="120"/>
        <w:rPr>
          <w:rFonts w:ascii="Lato" w:hAnsi="Lato"/>
        </w:rPr>
      </w:pPr>
      <w:r w:rsidRPr="009D3782">
        <w:rPr>
          <w:rFonts w:ascii="Lato" w:hAnsi="Lato"/>
        </w:rPr>
        <w:t>The</w:t>
      </w:r>
      <w:r w:rsidR="003A5E6C" w:rsidRPr="009D3782">
        <w:rPr>
          <w:rFonts w:ascii="Lato" w:hAnsi="Lato"/>
        </w:rPr>
        <w:t xml:space="preserve"> Case Manager</w:t>
      </w:r>
      <w:r w:rsidR="00D47074" w:rsidRPr="009D3782">
        <w:rPr>
          <w:rFonts w:ascii="Lato" w:hAnsi="Lato"/>
        </w:rPr>
        <w:t>,</w:t>
      </w:r>
      <w:r w:rsidR="003A5E6C" w:rsidRPr="009D3782">
        <w:rPr>
          <w:rFonts w:ascii="Lato" w:hAnsi="Lato"/>
        </w:rPr>
        <w:t xml:space="preserve"> under the supervision of the Team Leader</w:t>
      </w:r>
      <w:r w:rsidR="00D47074" w:rsidRPr="009D3782">
        <w:rPr>
          <w:rFonts w:ascii="Lato" w:hAnsi="Lato"/>
        </w:rPr>
        <w:t>,</w:t>
      </w:r>
      <w:r w:rsidRPr="009D3782">
        <w:rPr>
          <w:rFonts w:ascii="Lato" w:hAnsi="Lato"/>
        </w:rPr>
        <w:t xml:space="preserve"> has the core </w:t>
      </w:r>
      <w:r w:rsidR="003A5E6C" w:rsidRPr="009D3782">
        <w:rPr>
          <w:rFonts w:ascii="Lato" w:hAnsi="Lato"/>
        </w:rPr>
        <w:t>responsibility</w:t>
      </w:r>
      <w:r w:rsidR="000D3E67" w:rsidRPr="009D3782">
        <w:rPr>
          <w:rFonts w:ascii="Lato" w:hAnsi="Lato"/>
        </w:rPr>
        <w:t>,</w:t>
      </w:r>
      <w:r w:rsidR="003A5E6C" w:rsidRPr="009D3782">
        <w:rPr>
          <w:rFonts w:ascii="Lato" w:hAnsi="Lato"/>
        </w:rPr>
        <w:t xml:space="preserve"> </w:t>
      </w:r>
      <w:r w:rsidR="000D3E67" w:rsidRPr="009D3782">
        <w:rPr>
          <w:rFonts w:ascii="Lato" w:hAnsi="Lato"/>
        </w:rPr>
        <w:t xml:space="preserve">through case management practice, </w:t>
      </w:r>
      <w:r w:rsidR="00134091" w:rsidRPr="009D3782">
        <w:rPr>
          <w:rFonts w:ascii="Lato" w:hAnsi="Lato"/>
        </w:rPr>
        <w:t xml:space="preserve">to </w:t>
      </w:r>
      <w:r w:rsidR="00FE6193">
        <w:rPr>
          <w:rFonts w:ascii="Lato" w:hAnsi="Lato"/>
        </w:rPr>
        <w:t>promote</w:t>
      </w:r>
      <w:r w:rsidR="00FE6193" w:rsidRPr="009D3782">
        <w:rPr>
          <w:rFonts w:ascii="Lato" w:hAnsi="Lato"/>
        </w:rPr>
        <w:t xml:space="preserve"> </w:t>
      </w:r>
      <w:r w:rsidR="003A5E6C" w:rsidRPr="009D3782">
        <w:rPr>
          <w:rFonts w:ascii="Lato" w:hAnsi="Lato"/>
        </w:rPr>
        <w:t xml:space="preserve">the </w:t>
      </w:r>
      <w:r w:rsidR="00C11154" w:rsidRPr="009D3782">
        <w:rPr>
          <w:rFonts w:ascii="Lato" w:hAnsi="Lato"/>
        </w:rPr>
        <w:t xml:space="preserve">safety and </w:t>
      </w:r>
      <w:r w:rsidR="003A5E6C" w:rsidRPr="009D3782">
        <w:rPr>
          <w:rFonts w:ascii="Lato" w:hAnsi="Lato"/>
        </w:rPr>
        <w:t xml:space="preserve">wellbeing of </w:t>
      </w:r>
      <w:r w:rsidR="00395365" w:rsidRPr="009D3782">
        <w:rPr>
          <w:rFonts w:ascii="Lato" w:hAnsi="Lato"/>
        </w:rPr>
        <w:t>chil</w:t>
      </w:r>
      <w:r w:rsidR="003A5E6C" w:rsidRPr="009D3782">
        <w:rPr>
          <w:rFonts w:ascii="Lato" w:hAnsi="Lato"/>
        </w:rPr>
        <w:t xml:space="preserve">dren </w:t>
      </w:r>
      <w:r w:rsidR="00AE31FD" w:rsidRPr="009D3782">
        <w:rPr>
          <w:rFonts w:ascii="Lato" w:hAnsi="Lato"/>
        </w:rPr>
        <w:t xml:space="preserve">in the </w:t>
      </w:r>
      <w:r w:rsidR="005900B1" w:rsidRPr="009D3782">
        <w:rPr>
          <w:rFonts w:ascii="Lato" w:hAnsi="Lato"/>
        </w:rPr>
        <w:t xml:space="preserve">care of the </w:t>
      </w:r>
      <w:r w:rsidR="00134091" w:rsidRPr="009D3782">
        <w:rPr>
          <w:rFonts w:ascii="Lato" w:hAnsi="Lato"/>
        </w:rPr>
        <w:t xml:space="preserve">CEO. </w:t>
      </w:r>
      <w:r w:rsidR="00F26665" w:rsidRPr="009D3782">
        <w:rPr>
          <w:rFonts w:ascii="Lato" w:hAnsi="Lato"/>
        </w:rPr>
        <w:t>At a minimum, a Case Manager must have meaningful face</w:t>
      </w:r>
      <w:r w:rsidR="00E77A7F">
        <w:rPr>
          <w:rFonts w:ascii="Lato" w:hAnsi="Lato"/>
        </w:rPr>
        <w:t>-</w:t>
      </w:r>
      <w:r w:rsidR="00F26665" w:rsidRPr="009D3782">
        <w:rPr>
          <w:rFonts w:ascii="Lato" w:hAnsi="Lato"/>
        </w:rPr>
        <w:t>to</w:t>
      </w:r>
      <w:r w:rsidR="00E77A7F">
        <w:rPr>
          <w:rFonts w:ascii="Lato" w:hAnsi="Lato"/>
        </w:rPr>
        <w:t>-</w:t>
      </w:r>
      <w:r w:rsidR="00F26665" w:rsidRPr="009D3782">
        <w:rPr>
          <w:rFonts w:ascii="Lato" w:hAnsi="Lato"/>
        </w:rPr>
        <w:t xml:space="preserve">face contact with </w:t>
      </w:r>
      <w:r w:rsidR="00E77A7F">
        <w:rPr>
          <w:rFonts w:ascii="Lato" w:hAnsi="Lato"/>
        </w:rPr>
        <w:t>each</w:t>
      </w:r>
      <w:r w:rsidR="00E77A7F" w:rsidRPr="009D3782">
        <w:rPr>
          <w:rFonts w:ascii="Lato" w:hAnsi="Lato"/>
        </w:rPr>
        <w:t xml:space="preserve"> </w:t>
      </w:r>
      <w:r w:rsidR="00F26665" w:rsidRPr="009D3782">
        <w:rPr>
          <w:rFonts w:ascii="Lato" w:hAnsi="Lato"/>
        </w:rPr>
        <w:t xml:space="preserve">child they case manage once every </w:t>
      </w:r>
      <w:r w:rsidR="00F26665" w:rsidRPr="004C06FB">
        <w:rPr>
          <w:rFonts w:ascii="Lato" w:hAnsi="Lato"/>
        </w:rPr>
        <w:t>six weeks</w:t>
      </w:r>
      <w:r w:rsidR="00F26665" w:rsidRPr="009D3782">
        <w:rPr>
          <w:rFonts w:ascii="Lato" w:hAnsi="Lato"/>
        </w:rPr>
        <w:t xml:space="preserve">, or arrange for an appropriate third party </w:t>
      </w:r>
      <w:r w:rsidR="00E77A7F">
        <w:rPr>
          <w:rFonts w:ascii="Lato" w:hAnsi="Lato"/>
        </w:rPr>
        <w:t xml:space="preserve">to have </w:t>
      </w:r>
      <w:r w:rsidR="00F26665" w:rsidRPr="009D3782">
        <w:rPr>
          <w:rFonts w:ascii="Lato" w:hAnsi="Lato"/>
        </w:rPr>
        <w:t>face</w:t>
      </w:r>
      <w:r w:rsidR="00E77A7F">
        <w:rPr>
          <w:rFonts w:ascii="Lato" w:hAnsi="Lato"/>
        </w:rPr>
        <w:t>-</w:t>
      </w:r>
      <w:r w:rsidR="00F26665" w:rsidRPr="009D3782">
        <w:rPr>
          <w:rFonts w:ascii="Lato" w:hAnsi="Lato"/>
        </w:rPr>
        <w:t>to</w:t>
      </w:r>
      <w:r w:rsidR="00E77A7F">
        <w:rPr>
          <w:rFonts w:ascii="Lato" w:hAnsi="Lato"/>
        </w:rPr>
        <w:t>-</w:t>
      </w:r>
      <w:r w:rsidR="00F26665" w:rsidRPr="009D3782">
        <w:rPr>
          <w:rFonts w:ascii="Lato" w:hAnsi="Lato"/>
        </w:rPr>
        <w:t>face contact.</w:t>
      </w:r>
    </w:p>
    <w:p w14:paraId="3626E62A" w14:textId="77777777" w:rsidR="00E77A7F" w:rsidRDefault="00134091" w:rsidP="00827867">
      <w:r w:rsidRPr="000F170A">
        <w:t>Case management</w:t>
      </w:r>
      <w:r w:rsidR="00AF2005">
        <w:t xml:space="preserve"> practice</w:t>
      </w:r>
      <w:r w:rsidRPr="000F170A">
        <w:t xml:space="preserve"> is an</w:t>
      </w:r>
      <w:r w:rsidR="00395365" w:rsidRPr="000F170A">
        <w:t xml:space="preserve"> ongoing process of </w:t>
      </w:r>
      <w:r w:rsidR="00DF2AFD">
        <w:t xml:space="preserve">meaningful </w:t>
      </w:r>
      <w:r w:rsidR="00647F98">
        <w:t xml:space="preserve">engagement with the child, </w:t>
      </w:r>
      <w:r w:rsidR="00E77A7F">
        <w:t xml:space="preserve">and their </w:t>
      </w:r>
      <w:r w:rsidR="00647F98">
        <w:t>family</w:t>
      </w:r>
      <w:r w:rsidR="00890FA3">
        <w:t xml:space="preserve">, </w:t>
      </w:r>
      <w:r w:rsidR="00647F98">
        <w:t>the child’s natural support network</w:t>
      </w:r>
      <w:r w:rsidR="00FE6193">
        <w:t>, their Carer</w:t>
      </w:r>
      <w:r w:rsidR="00E77A7F">
        <w:t xml:space="preserve">, </w:t>
      </w:r>
      <w:r w:rsidR="00890FA3">
        <w:t xml:space="preserve">other significant or culturally relevant </w:t>
      </w:r>
      <w:r w:rsidR="00155A79">
        <w:t>people</w:t>
      </w:r>
      <w:r w:rsidR="00AF2005">
        <w:t xml:space="preserve"> nominated by the child or their family</w:t>
      </w:r>
      <w:r w:rsidR="00E77A7F">
        <w:t>. The engagement must be conducted in</w:t>
      </w:r>
      <w:r w:rsidR="00DF2AFD">
        <w:t xml:space="preserve"> a language and manner </w:t>
      </w:r>
      <w:r w:rsidR="00E77A7F">
        <w:t xml:space="preserve">that the participants will </w:t>
      </w:r>
      <w:r w:rsidR="00DF2AFD">
        <w:t xml:space="preserve">understand. </w:t>
      </w:r>
    </w:p>
    <w:p w14:paraId="0D58B174" w14:textId="77777777" w:rsidR="009E0E8E" w:rsidRDefault="00E77A7F" w:rsidP="00827867">
      <w:r>
        <w:t xml:space="preserve">Case management must be </w:t>
      </w:r>
      <w:r w:rsidR="00EC55D4">
        <w:t xml:space="preserve">a </w:t>
      </w:r>
      <w:r w:rsidR="00F26665" w:rsidRPr="000F170A">
        <w:t>trauma informed</w:t>
      </w:r>
      <w:r w:rsidR="00F26665">
        <w:t xml:space="preserve"> process</w:t>
      </w:r>
      <w:r>
        <w:t xml:space="preserve"> and have </w:t>
      </w:r>
      <w:r w:rsidR="00F26665">
        <w:t>an outcomes focus, utilising Signs of Safety practice</w:t>
      </w:r>
      <w:r>
        <w:t>. A</w:t>
      </w:r>
      <w:r w:rsidR="00F26665">
        <w:t>chieving</w:t>
      </w:r>
      <w:r w:rsidR="00F26665" w:rsidRPr="000F170A">
        <w:t xml:space="preserve"> safety</w:t>
      </w:r>
      <w:r w:rsidR="00F26665">
        <w:t xml:space="preserve"> and wellbeing</w:t>
      </w:r>
      <w:r w:rsidR="00F26665" w:rsidRPr="000F170A">
        <w:t xml:space="preserve"> of the child </w:t>
      </w:r>
      <w:r>
        <w:t>is the primary concern, together with</w:t>
      </w:r>
      <w:r w:rsidR="00F26665" w:rsidRPr="000F170A">
        <w:t xml:space="preserve"> </w:t>
      </w:r>
      <w:r w:rsidR="00C75878">
        <w:t xml:space="preserve">connection, </w:t>
      </w:r>
      <w:r w:rsidR="00F26665">
        <w:t xml:space="preserve">stability and </w:t>
      </w:r>
      <w:r w:rsidR="00F26665" w:rsidRPr="000F170A">
        <w:t>permanency for the child’s future care.</w:t>
      </w:r>
      <w:r w:rsidR="00F26665" w:rsidRPr="00F26665">
        <w:t xml:space="preserve"> </w:t>
      </w:r>
      <w:r w:rsidR="00F26665">
        <w:t xml:space="preserve">Case </w:t>
      </w:r>
      <w:r>
        <w:t>m</w:t>
      </w:r>
      <w:r w:rsidR="00F26665">
        <w:t>anagement is child</w:t>
      </w:r>
      <w:r w:rsidR="00F26665" w:rsidRPr="000F170A">
        <w:t xml:space="preserve"> centred</w:t>
      </w:r>
      <w:r>
        <w:t xml:space="preserve"> – </w:t>
      </w:r>
      <w:r w:rsidR="00962F69">
        <w:t>there should be</w:t>
      </w:r>
      <w:r w:rsidR="00F26665" w:rsidRPr="000F170A">
        <w:t xml:space="preserve"> consistency of service provision</w:t>
      </w:r>
      <w:r w:rsidR="00962F69">
        <w:t xml:space="preserve"> to the child</w:t>
      </w:r>
      <w:r w:rsidR="00F26665" w:rsidRPr="000F170A">
        <w:t xml:space="preserve"> </w:t>
      </w:r>
      <w:r w:rsidR="00962F69">
        <w:t>regardless of</w:t>
      </w:r>
      <w:r w:rsidR="00F26665" w:rsidRPr="000F170A">
        <w:t xml:space="preserve"> a change in the</w:t>
      </w:r>
      <w:r w:rsidR="00962F69">
        <w:t>ir</w:t>
      </w:r>
      <w:r w:rsidR="00F26665" w:rsidRPr="000F170A">
        <w:t xml:space="preserve"> place of care</w:t>
      </w:r>
      <w:r>
        <w:t xml:space="preserve">. </w:t>
      </w:r>
    </w:p>
    <w:p w14:paraId="1E9C5A9A" w14:textId="77777777" w:rsidR="00B10CD0" w:rsidRPr="000F170A" w:rsidRDefault="00B10CD0" w:rsidP="00B10CD0">
      <w:r>
        <w:t xml:space="preserve">Effective case management will include a holistic assessment of the child and </w:t>
      </w:r>
      <w:r w:rsidRPr="000F170A">
        <w:t>their famil</w:t>
      </w:r>
      <w:r>
        <w:t>y to identify existing strengths, specific needs and worries, and document the actions that must be taken to address</w:t>
      </w:r>
      <w:r w:rsidDel="0080691F">
        <w:t xml:space="preserve"> </w:t>
      </w:r>
      <w:r>
        <w:t>the identified needs. It will include development of a comprehensive Care Plan</w:t>
      </w:r>
      <w:r w:rsidRPr="000F170A">
        <w:t>, implementation</w:t>
      </w:r>
      <w:r>
        <w:t xml:space="preserve"> of the Care Plan</w:t>
      </w:r>
      <w:r w:rsidRPr="000F170A">
        <w:t xml:space="preserve">, </w:t>
      </w:r>
      <w:r>
        <w:t xml:space="preserve">and ongoing </w:t>
      </w:r>
      <w:r w:rsidRPr="000F170A">
        <w:t xml:space="preserve">monitoring, review and </w:t>
      </w:r>
      <w:r>
        <w:t xml:space="preserve">timely </w:t>
      </w:r>
      <w:r w:rsidRPr="000F170A">
        <w:t xml:space="preserve">decision making to </w:t>
      </w:r>
      <w:r>
        <w:t>support</w:t>
      </w:r>
      <w:r w:rsidRPr="000F170A">
        <w:t xml:space="preserve"> the achievement of identified goals</w:t>
      </w:r>
      <w:r>
        <w:t>.</w:t>
      </w:r>
      <w:r>
        <w:br/>
        <w:t xml:space="preserve">Refer to </w:t>
      </w:r>
      <w:r w:rsidRPr="003C6A6C">
        <w:rPr>
          <w:i/>
        </w:rPr>
        <w:t>Care Planning policy and procedure</w:t>
      </w:r>
      <w:r>
        <w:t>.</w:t>
      </w:r>
    </w:p>
    <w:p w14:paraId="6F4C86E8" w14:textId="77777777" w:rsidR="00B10CD0" w:rsidRPr="00BE29F5" w:rsidRDefault="00B10CD0" w:rsidP="00B10CD0">
      <w:pPr>
        <w:pStyle w:val="Prelist0"/>
        <w:spacing w:before="0" w:after="120"/>
        <w:rPr>
          <w:rFonts w:ascii="Lato" w:hAnsi="Lato"/>
        </w:rPr>
      </w:pPr>
      <w:r w:rsidRPr="000F170A">
        <w:rPr>
          <w:rFonts w:ascii="Lato" w:hAnsi="Lato"/>
        </w:rPr>
        <w:t>The Case Manager</w:t>
      </w:r>
      <w:r>
        <w:rPr>
          <w:rFonts w:ascii="Lato" w:hAnsi="Lato"/>
        </w:rPr>
        <w:t xml:space="preserve"> will provide the opportunities for </w:t>
      </w:r>
      <w:r w:rsidRPr="000F170A">
        <w:rPr>
          <w:rFonts w:ascii="Lato" w:hAnsi="Lato"/>
        </w:rPr>
        <w:t>the child</w:t>
      </w:r>
      <w:r>
        <w:rPr>
          <w:rFonts w:ascii="Lato" w:hAnsi="Lato"/>
        </w:rPr>
        <w:t xml:space="preserve"> and their family</w:t>
      </w:r>
      <w:r w:rsidRPr="000F170A">
        <w:rPr>
          <w:rFonts w:ascii="Lato" w:hAnsi="Lato"/>
        </w:rPr>
        <w:t xml:space="preserve"> to </w:t>
      </w:r>
      <w:r>
        <w:rPr>
          <w:rFonts w:ascii="Lato" w:hAnsi="Lato"/>
        </w:rPr>
        <w:t xml:space="preserve">actively participate in decisions related to the child’s care, express their views and wishes, </w:t>
      </w:r>
      <w:r w:rsidRPr="000F170A">
        <w:rPr>
          <w:rFonts w:ascii="Lato" w:hAnsi="Lato"/>
        </w:rPr>
        <w:t xml:space="preserve">voice their opinions, provide feedback, </w:t>
      </w:r>
      <w:r>
        <w:rPr>
          <w:rFonts w:ascii="Lato" w:hAnsi="Lato"/>
        </w:rPr>
        <w:t xml:space="preserve">and </w:t>
      </w:r>
      <w:r w:rsidRPr="000F170A">
        <w:rPr>
          <w:rFonts w:ascii="Lato" w:hAnsi="Lato"/>
        </w:rPr>
        <w:t>raise concerns</w:t>
      </w:r>
      <w:r>
        <w:rPr>
          <w:rFonts w:ascii="Lato" w:hAnsi="Lato"/>
        </w:rPr>
        <w:t xml:space="preserve"> or worries. The Case Manager must ensure that </w:t>
      </w:r>
      <w:r w:rsidRPr="000F170A">
        <w:rPr>
          <w:rFonts w:ascii="Lato" w:hAnsi="Lato"/>
        </w:rPr>
        <w:t>priority issues are addressed.</w:t>
      </w:r>
      <w:r>
        <w:rPr>
          <w:rFonts w:ascii="Lato" w:hAnsi="Lato"/>
        </w:rPr>
        <w:t xml:space="preserve"> </w:t>
      </w:r>
      <w:r w:rsidRPr="00BE29F5">
        <w:rPr>
          <w:rFonts w:ascii="Lato" w:hAnsi="Lato"/>
        </w:rPr>
        <w:t>Decision making</w:t>
      </w:r>
      <w:r>
        <w:rPr>
          <w:rFonts w:ascii="Lato" w:hAnsi="Lato"/>
        </w:rPr>
        <w:t xml:space="preserve"> and Care Planning should be family led and child centred. Decisions regarding safety and wellbeing will </w:t>
      </w:r>
      <w:r w:rsidRPr="00BE29F5">
        <w:rPr>
          <w:rFonts w:ascii="Lato" w:hAnsi="Lato"/>
        </w:rPr>
        <w:t>involve</w:t>
      </w:r>
      <w:r>
        <w:rPr>
          <w:rFonts w:ascii="Lato" w:hAnsi="Lato"/>
        </w:rPr>
        <w:t xml:space="preserve"> the child, their parents,</w:t>
      </w:r>
      <w:r w:rsidRPr="00BE29F5">
        <w:rPr>
          <w:rFonts w:ascii="Lato" w:hAnsi="Lato"/>
        </w:rPr>
        <w:t xml:space="preserve"> all</w:t>
      </w:r>
      <w:r>
        <w:rPr>
          <w:rFonts w:ascii="Lato" w:hAnsi="Lato"/>
        </w:rPr>
        <w:t xml:space="preserve"> naturally connected</w:t>
      </w:r>
      <w:r w:rsidRPr="00BE29F5">
        <w:rPr>
          <w:rFonts w:ascii="Lato" w:hAnsi="Lato"/>
        </w:rPr>
        <w:t xml:space="preserve"> </w:t>
      </w:r>
      <w:r>
        <w:rPr>
          <w:rFonts w:ascii="Lato" w:hAnsi="Lato"/>
        </w:rPr>
        <w:t>support network members and the child’s Carer.</w:t>
      </w:r>
    </w:p>
    <w:p w14:paraId="65E05EA0" w14:textId="77777777" w:rsidR="00B10CD0" w:rsidRPr="00BE29F5" w:rsidRDefault="00B10CD0" w:rsidP="00B10CD0">
      <w:pPr>
        <w:pStyle w:val="Prelist0"/>
        <w:rPr>
          <w:rFonts w:ascii="Lato" w:hAnsi="Lato"/>
        </w:rPr>
      </w:pPr>
      <w:r w:rsidRPr="00BE29F5">
        <w:rPr>
          <w:rFonts w:ascii="Lato" w:hAnsi="Lato"/>
        </w:rPr>
        <w:t xml:space="preserve">Case </w:t>
      </w:r>
      <w:r>
        <w:rPr>
          <w:rFonts w:ascii="Lato" w:hAnsi="Lato"/>
        </w:rPr>
        <w:t>m</w:t>
      </w:r>
      <w:r w:rsidRPr="00BE29F5">
        <w:rPr>
          <w:rFonts w:ascii="Lato" w:hAnsi="Lato"/>
        </w:rPr>
        <w:t xml:space="preserve">anagement is responsive to the child and their family’s cultural </w:t>
      </w:r>
      <w:r>
        <w:rPr>
          <w:rFonts w:ascii="Lato" w:hAnsi="Lato"/>
        </w:rPr>
        <w:t xml:space="preserve">and language </w:t>
      </w:r>
      <w:r w:rsidRPr="00BE29F5">
        <w:rPr>
          <w:rFonts w:ascii="Lato" w:hAnsi="Lato"/>
        </w:rPr>
        <w:t xml:space="preserve">needs, and when the child is Aboriginal, </w:t>
      </w:r>
      <w:r>
        <w:rPr>
          <w:rFonts w:ascii="Lato" w:hAnsi="Lato"/>
        </w:rPr>
        <w:t>is to</w:t>
      </w:r>
      <w:r w:rsidRPr="00BE29F5">
        <w:rPr>
          <w:rFonts w:ascii="Lato" w:hAnsi="Lato"/>
        </w:rPr>
        <w:t xml:space="preserve"> be informed by Aboriginal Community Workers or Aboriginal Practice Advisors, and the </w:t>
      </w:r>
      <w:r w:rsidRPr="003C6A6C">
        <w:rPr>
          <w:rFonts w:ascii="Lato" w:hAnsi="Lato"/>
          <w:i/>
        </w:rPr>
        <w:t>Aboriginal Cultural Security Framework</w:t>
      </w:r>
      <w:r w:rsidRPr="00BE29F5">
        <w:rPr>
          <w:rFonts w:ascii="Lato" w:hAnsi="Lato"/>
        </w:rPr>
        <w:t>.</w:t>
      </w:r>
    </w:p>
    <w:p w14:paraId="6B9B1323" w14:textId="77777777" w:rsidR="00B10CD0" w:rsidRDefault="007D76FA" w:rsidP="006D56B2">
      <w:pPr>
        <w:pStyle w:val="Heading2"/>
      </w:pPr>
      <w:r>
        <w:t xml:space="preserve">When a young person in </w:t>
      </w:r>
      <w:r w:rsidR="001D759A">
        <w:t xml:space="preserve">the CEO’s Care </w:t>
      </w:r>
      <w:r>
        <w:t xml:space="preserve">enters the Youth </w:t>
      </w:r>
      <w:r w:rsidR="009B72B1">
        <w:t>J</w:t>
      </w:r>
      <w:r>
        <w:t xml:space="preserve">ustice </w:t>
      </w:r>
      <w:r w:rsidR="009B72B1">
        <w:t>System</w:t>
      </w:r>
    </w:p>
    <w:p w14:paraId="373A1EF3" w14:textId="77777777" w:rsidR="009E0C63" w:rsidRDefault="008B4DDD" w:rsidP="007831AE">
      <w:pPr>
        <w:ind w:right="3"/>
      </w:pPr>
      <w:r>
        <w:t xml:space="preserve">When a child in the Care of the CEO </w:t>
      </w:r>
      <w:r w:rsidR="00C2567A">
        <w:t>is</w:t>
      </w:r>
      <w:r w:rsidR="00E77A7F">
        <w:t xml:space="preserve"> engaged, or at risk of engagement with the Youth Justice system</w:t>
      </w:r>
      <w:r w:rsidR="003B4BE0">
        <w:t xml:space="preserve">, </w:t>
      </w:r>
      <w:r w:rsidR="00C2567A">
        <w:t>c</w:t>
      </w:r>
      <w:r>
        <w:t xml:space="preserve">ase management </w:t>
      </w:r>
      <w:r w:rsidR="00F82E92">
        <w:t xml:space="preserve">will </w:t>
      </w:r>
      <w:r>
        <w:t xml:space="preserve">be led by </w:t>
      </w:r>
      <w:r w:rsidR="00C70691">
        <w:t xml:space="preserve">the </w:t>
      </w:r>
      <w:r>
        <w:t xml:space="preserve">Territory </w:t>
      </w:r>
      <w:proofErr w:type="spellStart"/>
      <w:r>
        <w:t>Famlies</w:t>
      </w:r>
      <w:proofErr w:type="spellEnd"/>
      <w:r>
        <w:t xml:space="preserve"> Care and Protection Case Manager</w:t>
      </w:r>
      <w:r w:rsidR="00AE43B5">
        <w:t xml:space="preserve">. The lead Case Manager is responsible for initiating and prioritising the case </w:t>
      </w:r>
      <w:proofErr w:type="spellStart"/>
      <w:r w:rsidR="00AE43B5">
        <w:t>managment</w:t>
      </w:r>
      <w:proofErr w:type="spellEnd"/>
      <w:r w:rsidR="00AE43B5">
        <w:t xml:space="preserve"> actions, in collaboration with Youth Justice Detention Operational teams and Community Support and Programs Youth Justice Officers. The aim of this collaboration is to ensure a </w:t>
      </w:r>
      <w:r w:rsidR="00BC19FB">
        <w:t xml:space="preserve">timely </w:t>
      </w:r>
      <w:r w:rsidR="00AE43B5">
        <w:t>response</w:t>
      </w:r>
      <w:r w:rsidR="00BC19FB">
        <w:t xml:space="preserve"> </w:t>
      </w:r>
      <w:r w:rsidR="00E22332">
        <w:t>for the young person</w:t>
      </w:r>
      <w:r w:rsidR="00791FA5">
        <w:t xml:space="preserve"> </w:t>
      </w:r>
      <w:r w:rsidR="00AE43B5">
        <w:t xml:space="preserve">which will address their needs and support their future success. </w:t>
      </w:r>
    </w:p>
    <w:p w14:paraId="4BC22638" w14:textId="77777777" w:rsidR="00F910EF" w:rsidRDefault="00F910EF">
      <w:pPr>
        <w:spacing w:before="0" w:after="0" w:line="240" w:lineRule="auto"/>
        <w:jc w:val="left"/>
        <w:rPr>
          <w:rFonts w:eastAsia="Calibri" w:cs="Arial"/>
          <w:lang w:eastAsia="en-AU"/>
        </w:rPr>
      </w:pPr>
      <w:r>
        <w:br w:type="page"/>
      </w:r>
    </w:p>
    <w:p w14:paraId="7241194B" w14:textId="77777777" w:rsidR="003C77B3" w:rsidRPr="00F910EF" w:rsidRDefault="008B4DDD" w:rsidP="006D56B2">
      <w:pPr>
        <w:pStyle w:val="Prelist0"/>
        <w:rPr>
          <w:rFonts w:ascii="Lato" w:hAnsi="Lato"/>
        </w:rPr>
      </w:pPr>
      <w:r w:rsidRPr="00F910EF">
        <w:rPr>
          <w:rFonts w:ascii="Lato" w:hAnsi="Lato"/>
        </w:rPr>
        <w:lastRenderedPageBreak/>
        <w:t>Working collaboratively Territory Families will</w:t>
      </w:r>
      <w:r w:rsidR="007C4E43" w:rsidRPr="00F910EF">
        <w:rPr>
          <w:rFonts w:ascii="Lato" w:hAnsi="Lato"/>
        </w:rPr>
        <w:t xml:space="preserve"> develop </w:t>
      </w:r>
      <w:r w:rsidR="00C2567A" w:rsidRPr="00F910EF">
        <w:rPr>
          <w:rFonts w:ascii="Lato" w:hAnsi="Lato"/>
        </w:rPr>
        <w:t xml:space="preserve">an </w:t>
      </w:r>
      <w:r w:rsidR="007516AC" w:rsidRPr="00F910EF">
        <w:rPr>
          <w:rFonts w:ascii="Lato" w:hAnsi="Lato"/>
        </w:rPr>
        <w:t>individual</w:t>
      </w:r>
      <w:r w:rsidRPr="00F910EF">
        <w:rPr>
          <w:rFonts w:ascii="Lato" w:hAnsi="Lato"/>
        </w:rPr>
        <w:t>ised</w:t>
      </w:r>
      <w:r w:rsidR="007516AC" w:rsidRPr="00F910EF">
        <w:rPr>
          <w:rFonts w:ascii="Lato" w:hAnsi="Lato"/>
        </w:rPr>
        <w:t xml:space="preserve"> </w:t>
      </w:r>
      <w:r w:rsidR="007C4E43" w:rsidRPr="00F910EF">
        <w:rPr>
          <w:rFonts w:ascii="Lato" w:hAnsi="Lato"/>
        </w:rPr>
        <w:t xml:space="preserve">approach suited to the young person’s circumstances </w:t>
      </w:r>
      <w:r w:rsidR="004F373E" w:rsidRPr="00F910EF">
        <w:rPr>
          <w:rFonts w:ascii="Lato" w:hAnsi="Lato"/>
        </w:rPr>
        <w:t xml:space="preserve">in order </w:t>
      </w:r>
      <w:r w:rsidR="00F45065" w:rsidRPr="00F910EF">
        <w:rPr>
          <w:rFonts w:ascii="Lato" w:hAnsi="Lato"/>
        </w:rPr>
        <w:t>to</w:t>
      </w:r>
      <w:r w:rsidR="00024E86" w:rsidRPr="00F910EF">
        <w:rPr>
          <w:rFonts w:ascii="Lato" w:hAnsi="Lato"/>
        </w:rPr>
        <w:t xml:space="preserve"> provide</w:t>
      </w:r>
      <w:r w:rsidR="003C77B3" w:rsidRPr="00F910EF">
        <w:rPr>
          <w:rFonts w:ascii="Lato" w:hAnsi="Lato"/>
        </w:rPr>
        <w:t>:</w:t>
      </w:r>
    </w:p>
    <w:p w14:paraId="4674421D" w14:textId="77777777" w:rsidR="00266282" w:rsidRPr="00F910EF" w:rsidRDefault="00266282" w:rsidP="009A5879">
      <w:pPr>
        <w:pStyle w:val="ListParagraph"/>
        <w:numPr>
          <w:ilvl w:val="0"/>
          <w:numId w:val="13"/>
        </w:numPr>
        <w:ind w:left="426" w:right="3"/>
      </w:pPr>
      <w:r w:rsidRPr="00F910EF">
        <w:t>Continu</w:t>
      </w:r>
      <w:r w:rsidR="00024E86" w:rsidRPr="00F910EF">
        <w:t xml:space="preserve">ous </w:t>
      </w:r>
      <w:r w:rsidRPr="00F910EF">
        <w:t>assess</w:t>
      </w:r>
      <w:r w:rsidR="00024E86" w:rsidRPr="00F910EF">
        <w:t xml:space="preserve">ment </w:t>
      </w:r>
      <w:r w:rsidRPr="00F910EF">
        <w:t xml:space="preserve">and </w:t>
      </w:r>
      <w:r w:rsidR="003C77B3" w:rsidRPr="00F910EF">
        <w:t>provi</w:t>
      </w:r>
      <w:r w:rsidR="00024E86" w:rsidRPr="00F910EF">
        <w:t>sion of</w:t>
      </w:r>
      <w:r w:rsidR="00F45065" w:rsidRPr="00F910EF">
        <w:t xml:space="preserve"> ongoing supports </w:t>
      </w:r>
      <w:r w:rsidR="003C77B3" w:rsidRPr="00F910EF">
        <w:t xml:space="preserve">to the </w:t>
      </w:r>
      <w:r w:rsidRPr="00F910EF">
        <w:t>y</w:t>
      </w:r>
      <w:r w:rsidR="003C77B3" w:rsidRPr="00F910EF">
        <w:t>oung person</w:t>
      </w:r>
      <w:r w:rsidRPr="00F910EF">
        <w:t>;</w:t>
      </w:r>
    </w:p>
    <w:p w14:paraId="751933B7" w14:textId="77777777" w:rsidR="00266282" w:rsidRPr="00F910EF" w:rsidRDefault="005F6569" w:rsidP="009A5879">
      <w:pPr>
        <w:pStyle w:val="ListParagraph"/>
        <w:numPr>
          <w:ilvl w:val="0"/>
          <w:numId w:val="13"/>
        </w:numPr>
        <w:ind w:left="426" w:right="3"/>
      </w:pPr>
      <w:r w:rsidRPr="00F910EF">
        <w:t>A</w:t>
      </w:r>
      <w:r w:rsidR="00F45065" w:rsidRPr="00F910EF">
        <w:t>ppropriate arrangements for the young person’s release and integration back into the community</w:t>
      </w:r>
      <w:r w:rsidR="00C2567A" w:rsidRPr="00F910EF">
        <w:t>;</w:t>
      </w:r>
    </w:p>
    <w:p w14:paraId="62E1E3DF" w14:textId="77777777" w:rsidR="00917B72" w:rsidRPr="00F910EF" w:rsidRDefault="00A57982" w:rsidP="0026322F">
      <w:pPr>
        <w:pStyle w:val="ListParagraph"/>
        <w:numPr>
          <w:ilvl w:val="0"/>
          <w:numId w:val="13"/>
        </w:numPr>
        <w:ind w:left="426" w:right="3"/>
      </w:pPr>
      <w:r w:rsidRPr="00F910EF">
        <w:t xml:space="preserve">Ongoing Care Plan and Transition from Care needs </w:t>
      </w:r>
      <w:r w:rsidR="005F6569" w:rsidRPr="00F910EF">
        <w:t xml:space="preserve">that </w:t>
      </w:r>
      <w:r w:rsidRPr="00F910EF">
        <w:t>a</w:t>
      </w:r>
      <w:r w:rsidR="00C4389F" w:rsidRPr="00F910EF">
        <w:t>ccurately reflect the Care Plan goal and associated activities</w:t>
      </w:r>
      <w:r w:rsidR="00C2567A" w:rsidRPr="00F910EF">
        <w:t>;</w:t>
      </w:r>
    </w:p>
    <w:p w14:paraId="0EEFCD8A" w14:textId="77777777" w:rsidR="00C2567A" w:rsidRPr="00F910EF" w:rsidRDefault="00BF0A80" w:rsidP="0026322F">
      <w:pPr>
        <w:pStyle w:val="ListParagraph"/>
        <w:numPr>
          <w:ilvl w:val="0"/>
          <w:numId w:val="13"/>
        </w:numPr>
        <w:ind w:left="426" w:right="3"/>
      </w:pPr>
      <w:r w:rsidRPr="00F910EF">
        <w:t xml:space="preserve">Case planning that supports </w:t>
      </w:r>
      <w:r w:rsidR="00C2567A" w:rsidRPr="00F910EF">
        <w:t xml:space="preserve">the young person to comply with </w:t>
      </w:r>
      <w:r w:rsidRPr="00F910EF">
        <w:t xml:space="preserve">the </w:t>
      </w:r>
      <w:r w:rsidR="00AB743B" w:rsidRPr="00F910EF">
        <w:t xml:space="preserve">conditions of </w:t>
      </w:r>
      <w:r w:rsidR="00C2567A" w:rsidRPr="00F910EF">
        <w:t>their</w:t>
      </w:r>
      <w:r w:rsidR="00AB743B" w:rsidRPr="00F910EF">
        <w:t xml:space="preserve"> Youth Justice Court Order</w:t>
      </w:r>
      <w:r w:rsidR="00C2567A" w:rsidRPr="00F910EF">
        <w:t xml:space="preserve"> (if applicable); </w:t>
      </w:r>
      <w:r w:rsidR="00AB743B" w:rsidRPr="00F910EF">
        <w:t>and</w:t>
      </w:r>
    </w:p>
    <w:p w14:paraId="20ACCD59" w14:textId="77777777" w:rsidR="0026322F" w:rsidRPr="00F910EF" w:rsidRDefault="00C2567A" w:rsidP="0026322F">
      <w:pPr>
        <w:pStyle w:val="ListParagraph"/>
        <w:numPr>
          <w:ilvl w:val="0"/>
          <w:numId w:val="13"/>
        </w:numPr>
        <w:ind w:left="426" w:right="3"/>
      </w:pPr>
      <w:r w:rsidRPr="00F910EF">
        <w:t>Youth Justice Specialist Assessment and Treatment Services that a</w:t>
      </w:r>
      <w:r w:rsidR="00BF0A80" w:rsidRPr="00F910EF">
        <w:t>ddress</w:t>
      </w:r>
      <w:r w:rsidRPr="00F910EF">
        <w:t xml:space="preserve"> the young person’s </w:t>
      </w:r>
      <w:r w:rsidR="00182CCC" w:rsidRPr="00F910EF">
        <w:t xml:space="preserve">identified </w:t>
      </w:r>
      <w:r w:rsidR="00BF0A80" w:rsidRPr="00F910EF">
        <w:t>criminogenic needs</w:t>
      </w:r>
      <w:r w:rsidRPr="00F910EF">
        <w:t>.</w:t>
      </w:r>
    </w:p>
    <w:p w14:paraId="204E9B3D" w14:textId="77777777" w:rsidR="006E52B3" w:rsidRPr="000F170A" w:rsidRDefault="000B3B40" w:rsidP="00951739">
      <w:pPr>
        <w:pStyle w:val="Heading1"/>
      </w:pPr>
      <w:r w:rsidRPr="000F170A">
        <w:t>Le</w:t>
      </w:r>
      <w:r w:rsidR="006E52B3" w:rsidRPr="000F170A">
        <w:t>gislative Basis and Related Documents</w:t>
      </w:r>
    </w:p>
    <w:p w14:paraId="02A626B7" w14:textId="77777777" w:rsidR="00543D00" w:rsidRPr="00AD27C7" w:rsidRDefault="001B5806" w:rsidP="0043570C">
      <w:pPr>
        <w:spacing w:line="240" w:lineRule="auto"/>
        <w:rPr>
          <w:rStyle w:val="Hyperlink"/>
          <w:color w:val="auto"/>
          <w:u w:val="none"/>
        </w:rPr>
      </w:pPr>
      <w:hyperlink r:id="rId12" w:history="1">
        <w:r w:rsidR="00690AA5" w:rsidRPr="00D71132">
          <w:rPr>
            <w:rStyle w:val="ExternalLinkChar0"/>
          </w:rPr>
          <w:t>Care and Protection of Children Act</w:t>
        </w:r>
        <w:r w:rsidR="00543D00" w:rsidRPr="00D71132">
          <w:rPr>
            <w:rStyle w:val="ExternalLinkChar0"/>
          </w:rPr>
          <w:t xml:space="preserve"> 2007</w:t>
        </w:r>
      </w:hyperlink>
      <w:r w:rsidR="00D00D42" w:rsidRPr="00AD27C7">
        <w:rPr>
          <w:rStyle w:val="Hyperlink"/>
          <w:color w:val="auto"/>
          <w:u w:val="none"/>
        </w:rPr>
        <w:t xml:space="preserve"> </w:t>
      </w:r>
      <w:r w:rsidR="008873DB" w:rsidRPr="00AD27C7">
        <w:t>(</w:t>
      </w:r>
      <w:r w:rsidR="000B4A18">
        <w:t xml:space="preserve">Refer to </w:t>
      </w:r>
      <w:r w:rsidR="00D00D42" w:rsidRPr="00AD27C7">
        <w:t>s</w:t>
      </w:r>
      <w:r w:rsidR="00370903">
        <w:t>69</w:t>
      </w:r>
      <w:r w:rsidR="000B4A18">
        <w:t>-</w:t>
      </w:r>
      <w:r w:rsidR="002008ED">
        <w:t>76</w:t>
      </w:r>
      <w:r w:rsidR="008873DB" w:rsidRPr="00AD27C7">
        <w:t>)</w:t>
      </w:r>
    </w:p>
    <w:p w14:paraId="3B27ECC2" w14:textId="77777777" w:rsidR="008873DB" w:rsidRPr="00BB0BDD" w:rsidRDefault="00690AA5" w:rsidP="0043570C">
      <w:pPr>
        <w:spacing w:line="240" w:lineRule="auto"/>
        <w:rPr>
          <w:rStyle w:val="Hyperlink"/>
          <w:i/>
          <w:color w:val="auto"/>
          <w:u w:val="none"/>
        </w:rPr>
      </w:pPr>
      <w:r w:rsidRPr="00BB0BDD">
        <w:rPr>
          <w:i/>
        </w:rPr>
        <w:t>Charter of Rights for Children in Care</w:t>
      </w:r>
    </w:p>
    <w:p w14:paraId="05B2A3C0" w14:textId="77777777" w:rsidR="00DF2AFD" w:rsidRPr="00BB0BDD" w:rsidRDefault="00DF2AFD" w:rsidP="0043570C">
      <w:pPr>
        <w:spacing w:line="240" w:lineRule="auto"/>
        <w:rPr>
          <w:i/>
        </w:rPr>
      </w:pPr>
      <w:r w:rsidRPr="00BB0BDD">
        <w:rPr>
          <w:i/>
        </w:rPr>
        <w:t>Care Planning</w:t>
      </w:r>
      <w:r w:rsidR="004F5A9D" w:rsidRPr="00BB0BDD">
        <w:rPr>
          <w:i/>
        </w:rPr>
        <w:t xml:space="preserve"> Policy and Procedure</w:t>
      </w:r>
    </w:p>
    <w:p w14:paraId="3140BBFE" w14:textId="77777777" w:rsidR="006943A1" w:rsidRPr="00BB0BDD" w:rsidRDefault="00690AA5" w:rsidP="0043570C">
      <w:pPr>
        <w:spacing w:line="240" w:lineRule="auto"/>
        <w:rPr>
          <w:rStyle w:val="Hyperlink"/>
          <w:i/>
          <w:color w:val="auto"/>
        </w:rPr>
      </w:pPr>
      <w:r w:rsidRPr="00BB0BDD">
        <w:rPr>
          <w:i/>
        </w:rPr>
        <w:t>M</w:t>
      </w:r>
      <w:r w:rsidR="0043570C" w:rsidRPr="00BB0BDD">
        <w:rPr>
          <w:i/>
        </w:rPr>
        <w:t>onitoring Wellbeing of Children</w:t>
      </w:r>
      <w:r w:rsidR="00267BF9" w:rsidRPr="00BB0BDD">
        <w:rPr>
          <w:i/>
        </w:rPr>
        <w:t xml:space="preserve"> Procedure</w:t>
      </w:r>
    </w:p>
    <w:p w14:paraId="1B78BE71" w14:textId="77777777" w:rsidR="005F5C86" w:rsidRPr="00BB0BDD" w:rsidRDefault="00690AA5" w:rsidP="0043570C">
      <w:pPr>
        <w:spacing w:line="240" w:lineRule="auto"/>
        <w:rPr>
          <w:i/>
        </w:rPr>
      </w:pPr>
      <w:r w:rsidRPr="00BB0BDD">
        <w:rPr>
          <w:i/>
        </w:rPr>
        <w:t>Support for Children and Young People with Disabilities</w:t>
      </w:r>
      <w:r w:rsidR="00267BF9" w:rsidRPr="00BB0BDD">
        <w:rPr>
          <w:i/>
        </w:rPr>
        <w:t xml:space="preserve"> Guideline</w:t>
      </w:r>
    </w:p>
    <w:p w14:paraId="022EAD40" w14:textId="77777777" w:rsidR="00A14D44" w:rsidRDefault="00120E09" w:rsidP="0043570C">
      <w:pPr>
        <w:spacing w:line="240" w:lineRule="auto"/>
        <w:rPr>
          <w:rStyle w:val="Hyperlink"/>
          <w:i/>
          <w:color w:val="auto"/>
          <w:u w:val="none"/>
        </w:rPr>
      </w:pPr>
      <w:r w:rsidRPr="00BB0BDD">
        <w:rPr>
          <w:i/>
          <w:szCs w:val="22"/>
        </w:rPr>
        <w:t xml:space="preserve">Procedure: </w:t>
      </w:r>
      <w:r w:rsidR="00690AA5" w:rsidRPr="00BB0BDD">
        <w:rPr>
          <w:rStyle w:val="Hyperlink"/>
          <w:i/>
          <w:color w:val="auto"/>
          <w:szCs w:val="22"/>
          <w:u w:val="none"/>
        </w:rPr>
        <w:t>Culture</w:t>
      </w:r>
      <w:r w:rsidR="00690AA5" w:rsidRPr="00BB0BDD">
        <w:rPr>
          <w:rStyle w:val="Hyperlink"/>
          <w:i/>
          <w:color w:val="auto"/>
          <w:u w:val="none"/>
        </w:rPr>
        <w:t xml:space="preserve"> in Care Planning</w:t>
      </w:r>
    </w:p>
    <w:p w14:paraId="53B92C91" w14:textId="77777777" w:rsidR="005545D2" w:rsidRDefault="005545D2" w:rsidP="0043570C">
      <w:pPr>
        <w:spacing w:line="240" w:lineRule="auto"/>
        <w:rPr>
          <w:rStyle w:val="Hyperlink"/>
          <w:i/>
          <w:color w:val="auto"/>
          <w:u w:val="none"/>
        </w:rPr>
      </w:pPr>
    </w:p>
    <w:p w14:paraId="01EF98FD" w14:textId="77777777" w:rsidR="005545D2" w:rsidRDefault="005545D2" w:rsidP="0043570C">
      <w:pPr>
        <w:spacing w:line="240" w:lineRule="auto"/>
        <w:rPr>
          <w:rStyle w:val="Hyperlink"/>
          <w:i/>
          <w:color w:val="auto"/>
          <w:u w:val="none"/>
        </w:rPr>
      </w:pPr>
    </w:p>
    <w:p w14:paraId="5FCCD203" w14:textId="77777777" w:rsidR="005545D2" w:rsidRDefault="005545D2" w:rsidP="0043570C">
      <w:pPr>
        <w:spacing w:line="240" w:lineRule="auto"/>
        <w:rPr>
          <w:rStyle w:val="Hyperlink"/>
          <w:i/>
          <w:color w:val="auto"/>
          <w:u w:val="none"/>
        </w:rPr>
      </w:pPr>
    </w:p>
    <w:p w14:paraId="4FA1AE75" w14:textId="77777777" w:rsidR="005545D2" w:rsidRDefault="005545D2" w:rsidP="0043570C">
      <w:pPr>
        <w:spacing w:line="240" w:lineRule="auto"/>
        <w:rPr>
          <w:rStyle w:val="Hyperlink"/>
          <w:i/>
          <w:color w:val="auto"/>
          <w:u w:val="none"/>
        </w:rPr>
      </w:pPr>
    </w:p>
    <w:p w14:paraId="08AEA888" w14:textId="77777777" w:rsidR="005545D2" w:rsidRDefault="005545D2" w:rsidP="0043570C">
      <w:pPr>
        <w:spacing w:line="240" w:lineRule="auto"/>
        <w:rPr>
          <w:rStyle w:val="Hyperlink"/>
          <w:i/>
          <w:color w:val="auto"/>
          <w:u w:val="none"/>
        </w:rPr>
      </w:pPr>
    </w:p>
    <w:p w14:paraId="2F841DB5" w14:textId="77777777" w:rsidR="005545D2" w:rsidRDefault="005545D2" w:rsidP="0043570C">
      <w:pPr>
        <w:spacing w:line="240" w:lineRule="auto"/>
        <w:rPr>
          <w:rStyle w:val="Hyperlink"/>
          <w:i/>
          <w:color w:val="auto"/>
          <w:u w:val="none"/>
        </w:rPr>
      </w:pPr>
    </w:p>
    <w:p w14:paraId="7A747A59" w14:textId="77777777" w:rsidR="005545D2" w:rsidRDefault="005545D2" w:rsidP="0043570C">
      <w:pPr>
        <w:spacing w:line="240" w:lineRule="auto"/>
        <w:rPr>
          <w:rStyle w:val="Hyperlink"/>
          <w:i/>
          <w:color w:val="auto"/>
          <w:u w:val="none"/>
        </w:rPr>
      </w:pPr>
    </w:p>
    <w:p w14:paraId="6186A11D" w14:textId="77777777" w:rsidR="005545D2" w:rsidRDefault="005545D2" w:rsidP="0043570C">
      <w:pPr>
        <w:spacing w:line="240" w:lineRule="auto"/>
        <w:rPr>
          <w:rStyle w:val="Hyperlink"/>
          <w:i/>
          <w:color w:val="auto"/>
          <w:u w:val="none"/>
        </w:rPr>
      </w:pPr>
    </w:p>
    <w:p w14:paraId="04DFCE40" w14:textId="77777777" w:rsidR="005545D2" w:rsidRDefault="005545D2" w:rsidP="0043570C">
      <w:pPr>
        <w:spacing w:line="240" w:lineRule="auto"/>
        <w:rPr>
          <w:rStyle w:val="Hyperlink"/>
          <w:i/>
          <w:color w:val="auto"/>
          <w:u w:val="none"/>
        </w:rPr>
      </w:pPr>
    </w:p>
    <w:p w14:paraId="18F81244" w14:textId="77777777" w:rsidR="005545D2" w:rsidRDefault="005545D2" w:rsidP="0043570C">
      <w:pPr>
        <w:spacing w:line="240" w:lineRule="auto"/>
        <w:rPr>
          <w:rStyle w:val="Hyperlink"/>
          <w:i/>
          <w:color w:val="auto"/>
          <w:u w:val="none"/>
        </w:rPr>
      </w:pPr>
    </w:p>
    <w:tbl>
      <w:tblPr>
        <w:tblW w:w="9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3221"/>
        <w:gridCol w:w="1720"/>
        <w:gridCol w:w="1273"/>
        <w:gridCol w:w="1428"/>
      </w:tblGrid>
      <w:tr w:rsidR="000B3ED3" w:rsidRPr="000B3ED3" w14:paraId="3D0F7E55" w14:textId="77777777" w:rsidTr="005545D2">
        <w:trPr>
          <w:trHeight w:val="227"/>
        </w:trPr>
        <w:tc>
          <w:tcPr>
            <w:tcW w:w="4776" w:type="dxa"/>
            <w:gridSpan w:val="2"/>
            <w:tcBorders>
              <w:top w:val="nil"/>
              <w:left w:val="nil"/>
              <w:bottom w:val="nil"/>
              <w:right w:val="single" w:sz="4" w:space="0" w:color="auto"/>
            </w:tcBorders>
            <w:hideMark/>
          </w:tcPr>
          <w:p w14:paraId="7FE18A33" w14:textId="77777777" w:rsidR="000B3ED3" w:rsidRPr="000B3ED3" w:rsidRDefault="000B3ED3" w:rsidP="000B3ED3">
            <w:pPr>
              <w:spacing w:before="0" w:after="0" w:line="240" w:lineRule="auto"/>
              <w:jc w:val="left"/>
              <w:outlineLvl w:val="4"/>
              <w:rPr>
                <w:rFonts w:eastAsia="Times New Roman" w:cs="Arial"/>
                <w:bCs/>
                <w:iCs/>
                <w:color w:val="808080"/>
                <w:sz w:val="18"/>
                <w:szCs w:val="18"/>
              </w:rPr>
            </w:pPr>
            <w:r w:rsidRPr="000B3ED3">
              <w:rPr>
                <w:rFonts w:eastAsia="Times New Roman" w:cs="Arial"/>
                <w:bCs/>
                <w:iCs/>
                <w:color w:val="808080"/>
                <w:sz w:val="18"/>
                <w:szCs w:val="18"/>
              </w:rPr>
              <w:t>Authorised by:</w:t>
            </w:r>
          </w:p>
        </w:tc>
        <w:tc>
          <w:tcPr>
            <w:tcW w:w="1720" w:type="dxa"/>
            <w:tcBorders>
              <w:top w:val="single" w:sz="4" w:space="0" w:color="auto"/>
              <w:left w:val="single" w:sz="4" w:space="0" w:color="auto"/>
              <w:bottom w:val="single" w:sz="4" w:space="0" w:color="auto"/>
              <w:right w:val="single" w:sz="4" w:space="0" w:color="auto"/>
            </w:tcBorders>
            <w:hideMark/>
          </w:tcPr>
          <w:p w14:paraId="0A7FBC05" w14:textId="77777777" w:rsidR="000B3ED3" w:rsidRPr="000B3ED3" w:rsidRDefault="000B3ED3" w:rsidP="000B3ED3">
            <w:pPr>
              <w:spacing w:before="0" w:after="0"/>
              <w:jc w:val="right"/>
              <w:rPr>
                <w:b/>
                <w:sz w:val="18"/>
                <w:szCs w:val="18"/>
              </w:rPr>
            </w:pPr>
            <w:r w:rsidRPr="000B3ED3">
              <w:rPr>
                <w:b/>
                <w:sz w:val="16"/>
                <w:szCs w:val="18"/>
              </w:rPr>
              <w:t>HPRM (TRIM):</w:t>
            </w:r>
          </w:p>
        </w:tc>
        <w:tc>
          <w:tcPr>
            <w:tcW w:w="2701" w:type="dxa"/>
            <w:gridSpan w:val="2"/>
            <w:tcBorders>
              <w:top w:val="single" w:sz="4" w:space="0" w:color="auto"/>
              <w:left w:val="single" w:sz="4" w:space="0" w:color="auto"/>
              <w:bottom w:val="single" w:sz="4" w:space="0" w:color="auto"/>
              <w:right w:val="single" w:sz="4" w:space="0" w:color="auto"/>
            </w:tcBorders>
          </w:tcPr>
          <w:p w14:paraId="615CB819" w14:textId="77777777" w:rsidR="000B3ED3" w:rsidRPr="000B3ED3" w:rsidRDefault="00160D82" w:rsidP="000B3ED3">
            <w:pPr>
              <w:spacing w:before="0" w:after="0"/>
              <w:jc w:val="left"/>
              <w:rPr>
                <w:sz w:val="18"/>
                <w:szCs w:val="18"/>
              </w:rPr>
            </w:pPr>
            <w:r>
              <w:rPr>
                <w:sz w:val="18"/>
                <w:szCs w:val="18"/>
              </w:rPr>
              <w:t>61:F2020/808</w:t>
            </w:r>
          </w:p>
        </w:tc>
      </w:tr>
      <w:tr w:rsidR="000B3ED3" w:rsidRPr="000B3ED3" w14:paraId="077D97BF" w14:textId="77777777" w:rsidTr="005545D2">
        <w:trPr>
          <w:trHeight w:val="227"/>
        </w:trPr>
        <w:tc>
          <w:tcPr>
            <w:tcW w:w="4776" w:type="dxa"/>
            <w:gridSpan w:val="2"/>
            <w:tcBorders>
              <w:top w:val="nil"/>
              <w:left w:val="single" w:sz="4" w:space="0" w:color="auto"/>
              <w:bottom w:val="single" w:sz="4" w:space="0" w:color="auto"/>
              <w:right w:val="single" w:sz="4" w:space="0" w:color="auto"/>
            </w:tcBorders>
            <w:hideMark/>
          </w:tcPr>
          <w:sdt>
            <w:sdtPr>
              <w:rPr>
                <w:b/>
                <w:sz w:val="18"/>
                <w:szCs w:val="18"/>
              </w:rPr>
              <w:alias w:val="Authorised by CEO on"/>
              <w:tag w:val="Authorised by CEO on"/>
              <w:id w:val="360942169"/>
              <w:placeholder>
                <w:docPart w:val="C0938B8DB9C34BB8BED6B10AB3D0C88B"/>
              </w:placeholder>
              <w:dropDownList>
                <w:listItem w:displayText="Choose Authoriser by clicking here" w:value="Choose Authoriser by clicking here"/>
                <w:listItem w:displayText="Executive Leadership Group" w:value="Executive Leadership Group"/>
                <w:listItem w:displayText="DCEO Operations" w:value="DCEO Operations"/>
              </w:dropDownList>
            </w:sdtPr>
            <w:sdtEndPr/>
            <w:sdtContent>
              <w:p w14:paraId="166E6842" w14:textId="77777777" w:rsidR="000B3ED3" w:rsidRPr="000B3ED3" w:rsidRDefault="00E9741B" w:rsidP="000B3ED3">
                <w:pPr>
                  <w:spacing w:before="0" w:after="0"/>
                  <w:rPr>
                    <w:b/>
                    <w:sz w:val="18"/>
                    <w:szCs w:val="18"/>
                  </w:rPr>
                </w:pPr>
                <w:r>
                  <w:rPr>
                    <w:b/>
                    <w:sz w:val="18"/>
                    <w:szCs w:val="18"/>
                  </w:rPr>
                  <w:t>Executive Leadership Group</w:t>
                </w:r>
              </w:p>
            </w:sdtContent>
          </w:sdt>
        </w:tc>
        <w:sdt>
          <w:sdtPr>
            <w:rPr>
              <w:sz w:val="18"/>
              <w:szCs w:val="18"/>
            </w:rPr>
            <w:id w:val="-617614046"/>
            <w:placeholder>
              <w:docPart w:val="D96C0A9D0A474B9F9C39EA196E42395D"/>
            </w:placeholder>
            <w:date w:fullDate="2018-11-29T00:00:00Z">
              <w:dateFormat w:val="d/MM/yyyy"/>
              <w:lid w:val="en-AU"/>
              <w:storeMappedDataAs w:val="dateTime"/>
              <w:calendar w:val="gregorian"/>
            </w:date>
          </w:sdtPr>
          <w:sdtEndPr/>
          <w:sdtContent>
            <w:tc>
              <w:tcPr>
                <w:tcW w:w="1720" w:type="dxa"/>
                <w:tcBorders>
                  <w:top w:val="single" w:sz="4" w:space="0" w:color="auto"/>
                  <w:left w:val="single" w:sz="4" w:space="0" w:color="auto"/>
                  <w:bottom w:val="single" w:sz="4" w:space="0" w:color="auto"/>
                  <w:right w:val="single" w:sz="4" w:space="0" w:color="auto"/>
                </w:tcBorders>
                <w:hideMark/>
              </w:tcPr>
              <w:p w14:paraId="24A27C9A" w14:textId="77777777" w:rsidR="000B3ED3" w:rsidRPr="000B3ED3" w:rsidRDefault="000B3ED3" w:rsidP="000B3ED3">
                <w:pPr>
                  <w:spacing w:before="0" w:after="0"/>
                  <w:jc w:val="left"/>
                  <w:rPr>
                    <w:sz w:val="18"/>
                    <w:szCs w:val="18"/>
                  </w:rPr>
                </w:pPr>
                <w:r>
                  <w:rPr>
                    <w:sz w:val="18"/>
                    <w:szCs w:val="18"/>
                  </w:rPr>
                  <w:t>29/11/2018</w:t>
                </w:r>
              </w:p>
            </w:tc>
          </w:sdtContent>
        </w:sdt>
        <w:tc>
          <w:tcPr>
            <w:tcW w:w="1273" w:type="dxa"/>
            <w:tcBorders>
              <w:top w:val="single" w:sz="4" w:space="0" w:color="auto"/>
              <w:left w:val="single" w:sz="4" w:space="0" w:color="auto"/>
              <w:bottom w:val="single" w:sz="4" w:space="0" w:color="auto"/>
              <w:right w:val="single" w:sz="4" w:space="0" w:color="auto"/>
            </w:tcBorders>
            <w:hideMark/>
          </w:tcPr>
          <w:p w14:paraId="0892E482" w14:textId="77777777" w:rsidR="000B3ED3" w:rsidRPr="000B3ED3" w:rsidRDefault="000B3ED3" w:rsidP="000B3ED3">
            <w:pPr>
              <w:spacing w:before="0" w:after="0"/>
              <w:jc w:val="left"/>
              <w:rPr>
                <w:sz w:val="18"/>
                <w:szCs w:val="18"/>
              </w:rPr>
            </w:pPr>
            <w:r w:rsidRPr="000B3ED3">
              <w:rPr>
                <w:b/>
                <w:sz w:val="18"/>
                <w:szCs w:val="18"/>
              </w:rPr>
              <w:t>Active from:</w:t>
            </w:r>
          </w:p>
        </w:tc>
        <w:sdt>
          <w:sdtPr>
            <w:rPr>
              <w:sz w:val="18"/>
              <w:szCs w:val="18"/>
            </w:rPr>
            <w:alias w:val="Publish Date"/>
            <w:id w:val="2015567906"/>
            <w:placeholder>
              <w:docPart w:val="D162C6153DB74EA2B57C762A6BFC40AA"/>
            </w:placeholder>
            <w:dataBinding w:prefixMappings="xmlns:ns0='http://schemas.microsoft.com/office/2006/coverPageProps' " w:xpath="/ns0:CoverPageProperties[1]/ns0:PublishDate[1]" w:storeItemID="{55AF091B-3C7A-41E3-B477-F2FDAA23CFDA}"/>
            <w:date w:fullDate="2018-12-03T00:00:00Z">
              <w:dateFormat w:val="d/MM/yyyy"/>
              <w:lid w:val="en-AU"/>
              <w:storeMappedDataAs w:val="dateTime"/>
              <w:calendar w:val="gregorian"/>
            </w:date>
          </w:sdtPr>
          <w:sdtEndPr/>
          <w:sdtContent>
            <w:tc>
              <w:tcPr>
                <w:tcW w:w="1428" w:type="dxa"/>
                <w:tcBorders>
                  <w:top w:val="single" w:sz="4" w:space="0" w:color="auto"/>
                  <w:left w:val="single" w:sz="4" w:space="0" w:color="auto"/>
                  <w:bottom w:val="single" w:sz="4" w:space="0" w:color="auto"/>
                  <w:right w:val="single" w:sz="4" w:space="0" w:color="auto"/>
                </w:tcBorders>
                <w:hideMark/>
              </w:tcPr>
              <w:p w14:paraId="06550A6C" w14:textId="77777777" w:rsidR="000B3ED3" w:rsidRPr="000B3ED3" w:rsidRDefault="000B3ED3" w:rsidP="000B3ED3">
                <w:pPr>
                  <w:spacing w:before="0" w:after="0"/>
                  <w:jc w:val="left"/>
                  <w:rPr>
                    <w:sz w:val="18"/>
                    <w:szCs w:val="18"/>
                  </w:rPr>
                </w:pPr>
                <w:r>
                  <w:rPr>
                    <w:sz w:val="18"/>
                    <w:szCs w:val="18"/>
                  </w:rPr>
                  <w:t>3/12/2018</w:t>
                </w:r>
              </w:p>
            </w:tc>
          </w:sdtContent>
        </w:sdt>
      </w:tr>
      <w:tr w:rsidR="000B3ED3" w:rsidRPr="000B3ED3" w14:paraId="3B0896BC" w14:textId="77777777" w:rsidTr="005545D2">
        <w:trPr>
          <w:trHeight w:val="278"/>
        </w:trPr>
        <w:tc>
          <w:tcPr>
            <w:tcW w:w="1555" w:type="dxa"/>
            <w:tcBorders>
              <w:top w:val="single" w:sz="4" w:space="0" w:color="auto"/>
              <w:left w:val="single" w:sz="4" w:space="0" w:color="auto"/>
              <w:bottom w:val="single" w:sz="4" w:space="0" w:color="auto"/>
              <w:right w:val="single" w:sz="4" w:space="0" w:color="auto"/>
            </w:tcBorders>
            <w:hideMark/>
          </w:tcPr>
          <w:p w14:paraId="78332AF0" w14:textId="77777777" w:rsidR="000B3ED3" w:rsidRPr="000B3ED3" w:rsidRDefault="000B3ED3" w:rsidP="00156DEE">
            <w:pPr>
              <w:spacing w:before="0" w:after="0"/>
              <w:jc w:val="left"/>
              <w:rPr>
                <w:b/>
                <w:sz w:val="18"/>
                <w:szCs w:val="18"/>
              </w:rPr>
            </w:pPr>
            <w:r w:rsidRPr="000B3ED3">
              <w:rPr>
                <w:b/>
                <w:sz w:val="18"/>
                <w:szCs w:val="18"/>
              </w:rPr>
              <w:t xml:space="preserve">Version </w:t>
            </w:r>
            <w:sdt>
              <w:sdtPr>
                <w:rPr>
                  <w:b/>
                  <w:sz w:val="18"/>
                  <w:szCs w:val="18"/>
                </w:rPr>
                <w:alias w:val="Version"/>
                <w:tag w:val="Version"/>
                <w:id w:val="423845668"/>
                <w:placeholder>
                  <w:docPart w:val="116C5F52EBE54CA5A1DD9AD947B9310D"/>
                </w:placeholder>
                <w:comboBox>
                  <w:listItem w:displayText="1.0" w:value="1.0"/>
                  <w:listItem w:displayText="2.0" w:value="2.0"/>
                  <w:listItem w:displayText="3.0" w:value="3.0"/>
                </w:comboBox>
              </w:sdtPr>
              <w:sdtEndPr/>
              <w:sdtContent>
                <w:r w:rsidR="00156DEE">
                  <w:rPr>
                    <w:b/>
                    <w:sz w:val="18"/>
                    <w:szCs w:val="18"/>
                  </w:rPr>
                  <w:t>1.0</w:t>
                </w:r>
              </w:sdtContent>
            </w:sdt>
          </w:p>
        </w:tc>
        <w:tc>
          <w:tcPr>
            <w:tcW w:w="7642" w:type="dxa"/>
            <w:gridSpan w:val="4"/>
            <w:tcBorders>
              <w:top w:val="single" w:sz="4" w:space="0" w:color="auto"/>
              <w:left w:val="single" w:sz="4" w:space="0" w:color="auto"/>
              <w:bottom w:val="single" w:sz="4" w:space="0" w:color="auto"/>
              <w:right w:val="single" w:sz="4" w:space="0" w:color="auto"/>
            </w:tcBorders>
            <w:hideMark/>
          </w:tcPr>
          <w:sdt>
            <w:sdtPr>
              <w:rPr>
                <w:sz w:val="18"/>
                <w:szCs w:val="18"/>
              </w:rPr>
              <w:alias w:val="Subject"/>
              <w:tag w:val="Subject"/>
              <w:id w:val="1057664969"/>
              <w:placeholder>
                <w:docPart w:val="0FD90A143EC9412EB8552BDF7F216277"/>
              </w:placeholder>
              <w:dataBinding w:prefixMappings="xmlns:ns0='http://purl.org/dc/elements/1.1/' xmlns:ns1='http://schemas.openxmlformats.org/package/2006/metadata/core-properties' " w:xpath="/ns1:coreProperties[1]/ns0:subject[1]" w:storeItemID="{6C3C8BC8-F283-45AE-878A-BAB7291924A1}"/>
              <w:text/>
            </w:sdtPr>
            <w:sdtEndPr/>
            <w:sdtContent>
              <w:p w14:paraId="5E032E00" w14:textId="77777777" w:rsidR="000B3ED3" w:rsidRPr="000B3ED3" w:rsidRDefault="000B3ED3" w:rsidP="000B3ED3">
                <w:pPr>
                  <w:spacing w:before="0" w:after="0"/>
                  <w:jc w:val="left"/>
                  <w:rPr>
                    <w:sz w:val="18"/>
                    <w:szCs w:val="18"/>
                  </w:rPr>
                </w:pPr>
                <w:r>
                  <w:rPr>
                    <w:sz w:val="18"/>
                    <w:szCs w:val="18"/>
                  </w:rPr>
                  <w:t>Case management responsibilities for children in the CEO’s care.</w:t>
                </w:r>
              </w:p>
            </w:sdtContent>
          </w:sdt>
        </w:tc>
      </w:tr>
    </w:tbl>
    <w:p w14:paraId="538B70E1" w14:textId="77777777" w:rsidR="0043570C" w:rsidRDefault="0043570C" w:rsidP="00E9741B">
      <w:pPr>
        <w:spacing w:line="240" w:lineRule="auto"/>
        <w:rPr>
          <w:rFonts w:eastAsia="Times New Roman" w:cs="Arial"/>
          <w:bCs/>
          <w:iCs/>
          <w:color w:val="808080"/>
          <w:sz w:val="18"/>
          <w:szCs w:val="18"/>
          <w:lang w:eastAsia="en-AU"/>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1700"/>
        <w:gridCol w:w="1525"/>
        <w:gridCol w:w="33"/>
        <w:gridCol w:w="1700"/>
        <w:gridCol w:w="1275"/>
        <w:gridCol w:w="1421"/>
      </w:tblGrid>
      <w:tr w:rsidR="00A14D44" w:rsidRPr="00A14D44" w14:paraId="345EA42C" w14:textId="77777777" w:rsidTr="00D15A92">
        <w:trPr>
          <w:gridAfter w:val="5"/>
          <w:wAfter w:w="5954" w:type="dxa"/>
          <w:trHeight w:val="137"/>
        </w:trPr>
        <w:tc>
          <w:tcPr>
            <w:tcW w:w="1560" w:type="dxa"/>
            <w:tcBorders>
              <w:top w:val="nil"/>
              <w:left w:val="nil"/>
              <w:bottom w:val="single" w:sz="4" w:space="0" w:color="auto"/>
              <w:right w:val="nil"/>
            </w:tcBorders>
            <w:vAlign w:val="center"/>
          </w:tcPr>
          <w:p w14:paraId="277645A0" w14:textId="77777777" w:rsidR="00A14D44" w:rsidRPr="00A14D44" w:rsidRDefault="00A14D44" w:rsidP="00A14D44">
            <w:pPr>
              <w:pStyle w:val="Heading5"/>
              <w:rPr>
                <w:sz w:val="18"/>
              </w:rPr>
            </w:pPr>
            <w:r w:rsidRPr="00A14D44">
              <w:rPr>
                <w:sz w:val="18"/>
              </w:rPr>
              <w:t>Current Version</w:t>
            </w:r>
          </w:p>
        </w:tc>
        <w:tc>
          <w:tcPr>
            <w:tcW w:w="1700" w:type="dxa"/>
            <w:tcBorders>
              <w:top w:val="nil"/>
              <w:left w:val="nil"/>
              <w:bottom w:val="single" w:sz="4" w:space="0" w:color="auto"/>
              <w:right w:val="nil"/>
            </w:tcBorders>
            <w:vAlign w:val="center"/>
          </w:tcPr>
          <w:p w14:paraId="7F59D573" w14:textId="77777777" w:rsidR="00A14D44" w:rsidRPr="00A14D44" w:rsidRDefault="00D15A92" w:rsidP="00236325">
            <w:pPr>
              <w:pStyle w:val="Heading5"/>
              <w:rPr>
                <w:sz w:val="18"/>
              </w:rPr>
            </w:pPr>
            <w:r>
              <w:rPr>
                <w:sz w:val="18"/>
              </w:rPr>
              <w:t xml:space="preserve">V </w:t>
            </w:r>
            <w:r w:rsidR="00236325">
              <w:rPr>
                <w:sz w:val="18"/>
              </w:rPr>
              <w:t>2.0</w:t>
            </w:r>
          </w:p>
        </w:tc>
      </w:tr>
      <w:tr w:rsidR="00A14D44" w14:paraId="2B319E7E" w14:textId="77777777" w:rsidTr="00D15A92">
        <w:trPr>
          <w:trHeight w:val="137"/>
        </w:trPr>
        <w:tc>
          <w:tcPr>
            <w:tcW w:w="1560" w:type="dxa"/>
            <w:tcBorders>
              <w:top w:val="single" w:sz="4" w:space="0" w:color="auto"/>
              <w:left w:val="single" w:sz="4" w:space="0" w:color="auto"/>
              <w:bottom w:val="single" w:sz="4" w:space="0" w:color="auto"/>
              <w:right w:val="single" w:sz="4" w:space="0" w:color="auto"/>
            </w:tcBorders>
            <w:hideMark/>
          </w:tcPr>
          <w:p w14:paraId="2DCD0E84" w14:textId="77777777" w:rsidR="00A14D44" w:rsidRDefault="00A14D44" w:rsidP="00966D61">
            <w:pPr>
              <w:spacing w:before="0" w:after="0"/>
              <w:rPr>
                <w:b/>
                <w:sz w:val="18"/>
                <w:szCs w:val="18"/>
              </w:rPr>
            </w:pPr>
            <w:r>
              <w:rPr>
                <w:b/>
                <w:sz w:val="18"/>
                <w:szCs w:val="18"/>
              </w:rPr>
              <w:t>Approver:</w:t>
            </w:r>
          </w:p>
        </w:tc>
        <w:tc>
          <w:tcPr>
            <w:tcW w:w="3258" w:type="dxa"/>
            <w:gridSpan w:val="3"/>
          </w:tcPr>
          <w:p w14:paraId="2EB2B253" w14:textId="77777777" w:rsidR="00A14D44" w:rsidRPr="00B20234" w:rsidRDefault="00A14D44" w:rsidP="00A14D44">
            <w:pPr>
              <w:spacing w:before="0" w:after="0"/>
              <w:jc w:val="left"/>
              <w:rPr>
                <w:sz w:val="18"/>
                <w:szCs w:val="18"/>
              </w:rPr>
            </w:pPr>
            <w:r>
              <w:rPr>
                <w:b/>
                <w:sz w:val="18"/>
                <w:szCs w:val="18"/>
              </w:rPr>
              <w:t>Executive Leadership Group</w:t>
            </w:r>
          </w:p>
        </w:tc>
        <w:sdt>
          <w:sdtPr>
            <w:rPr>
              <w:sz w:val="18"/>
              <w:szCs w:val="18"/>
            </w:rPr>
            <w:id w:val="-1259440659"/>
            <w:placeholder>
              <w:docPart w:val="8B1DC53E98C64B5FA7A5B69B2414608D"/>
            </w:placeholder>
            <w:date w:fullDate="2020-02-26T00:00:00Z">
              <w:dateFormat w:val="d/MM/yyyy"/>
              <w:lid w:val="en-AU"/>
              <w:storeMappedDataAs w:val="dateTime"/>
              <w:calendar w:val="gregorian"/>
            </w:date>
          </w:sdtPr>
          <w:sdtEndPr/>
          <w:sdtContent>
            <w:tc>
              <w:tcPr>
                <w:tcW w:w="1700" w:type="dxa"/>
              </w:tcPr>
              <w:p w14:paraId="186FE1DD" w14:textId="77777777" w:rsidR="00A14D44" w:rsidRPr="005309B3" w:rsidRDefault="00966D61" w:rsidP="00442153">
                <w:pPr>
                  <w:spacing w:before="0" w:after="0"/>
                  <w:jc w:val="left"/>
                  <w:rPr>
                    <w:i/>
                    <w:sz w:val="18"/>
                    <w:szCs w:val="18"/>
                  </w:rPr>
                </w:pPr>
                <w:r>
                  <w:rPr>
                    <w:sz w:val="18"/>
                    <w:szCs w:val="18"/>
                  </w:rPr>
                  <w:t>26/02/2020</w:t>
                </w:r>
              </w:p>
            </w:tc>
          </w:sdtContent>
        </w:sdt>
        <w:tc>
          <w:tcPr>
            <w:tcW w:w="1275" w:type="dxa"/>
          </w:tcPr>
          <w:p w14:paraId="1738883F" w14:textId="77777777" w:rsidR="00A14D44" w:rsidRDefault="00A14D44" w:rsidP="00966D61">
            <w:pPr>
              <w:spacing w:before="0" w:after="0"/>
              <w:jc w:val="left"/>
              <w:rPr>
                <w:sz w:val="18"/>
                <w:szCs w:val="18"/>
              </w:rPr>
            </w:pPr>
            <w:r>
              <w:rPr>
                <w:b/>
                <w:sz w:val="18"/>
                <w:szCs w:val="18"/>
              </w:rPr>
              <w:t>Active from:</w:t>
            </w:r>
          </w:p>
        </w:tc>
        <w:sdt>
          <w:sdtPr>
            <w:rPr>
              <w:sz w:val="18"/>
              <w:szCs w:val="18"/>
            </w:rPr>
            <w:id w:val="572699358"/>
            <w:placeholder>
              <w:docPart w:val="75ACEC5F94F14FBDAC0DB239B126BF05"/>
            </w:placeholder>
            <w:date w:fullDate="2020-02-28T00:00:00Z">
              <w:dateFormat w:val="d/MM/yyyy"/>
              <w:lid w:val="en-AU"/>
              <w:storeMappedDataAs w:val="dateTime"/>
              <w:calendar w:val="gregorian"/>
            </w:date>
          </w:sdtPr>
          <w:sdtEndPr/>
          <w:sdtContent>
            <w:tc>
              <w:tcPr>
                <w:tcW w:w="1421" w:type="dxa"/>
              </w:tcPr>
              <w:p w14:paraId="6ECF8BC3" w14:textId="77777777" w:rsidR="00A14D44" w:rsidRDefault="002700CD" w:rsidP="007C3485">
                <w:pPr>
                  <w:spacing w:before="0" w:after="0"/>
                  <w:jc w:val="left"/>
                  <w:rPr>
                    <w:sz w:val="18"/>
                    <w:szCs w:val="18"/>
                  </w:rPr>
                </w:pPr>
                <w:r>
                  <w:rPr>
                    <w:sz w:val="18"/>
                    <w:szCs w:val="18"/>
                  </w:rPr>
                  <w:t>28/02/2020</w:t>
                </w:r>
              </w:p>
            </w:tc>
          </w:sdtContent>
        </w:sdt>
      </w:tr>
      <w:tr w:rsidR="00A14D44" w14:paraId="32E56A74" w14:textId="77777777" w:rsidTr="00D15A92">
        <w:trPr>
          <w:trHeight w:val="137"/>
        </w:trPr>
        <w:tc>
          <w:tcPr>
            <w:tcW w:w="1560" w:type="dxa"/>
            <w:tcBorders>
              <w:top w:val="single" w:sz="4" w:space="0" w:color="auto"/>
              <w:left w:val="single" w:sz="4" w:space="0" w:color="auto"/>
              <w:bottom w:val="single" w:sz="4" w:space="0" w:color="auto"/>
              <w:right w:val="single" w:sz="4" w:space="0" w:color="auto"/>
            </w:tcBorders>
            <w:hideMark/>
          </w:tcPr>
          <w:p w14:paraId="299A1BEB" w14:textId="77777777" w:rsidR="00A14D44" w:rsidRDefault="00A14D44" w:rsidP="00966D61">
            <w:pPr>
              <w:spacing w:before="0" w:after="0"/>
              <w:rPr>
                <w:b/>
                <w:sz w:val="18"/>
                <w:szCs w:val="18"/>
              </w:rPr>
            </w:pPr>
            <w:r>
              <w:rPr>
                <w:b/>
                <w:sz w:val="18"/>
                <w:szCs w:val="18"/>
              </w:rPr>
              <w:t>Update:</w:t>
            </w:r>
          </w:p>
        </w:tc>
        <w:tc>
          <w:tcPr>
            <w:tcW w:w="7654" w:type="dxa"/>
            <w:gridSpan w:val="6"/>
            <w:tcBorders>
              <w:top w:val="single" w:sz="4" w:space="0" w:color="auto"/>
              <w:left w:val="single" w:sz="4" w:space="0" w:color="auto"/>
              <w:bottom w:val="single" w:sz="4" w:space="0" w:color="auto"/>
              <w:right w:val="single" w:sz="4" w:space="0" w:color="auto"/>
            </w:tcBorders>
            <w:hideMark/>
          </w:tcPr>
          <w:sdt>
            <w:sdtPr>
              <w:rPr>
                <w:sz w:val="18"/>
                <w:szCs w:val="18"/>
              </w:rPr>
              <w:alias w:val="Update Summary"/>
              <w:id w:val="673386313"/>
              <w:lock w:val="contentLocked"/>
              <w:placeholder>
                <w:docPart w:val="D01D0F14074B4AFDB6F297DC549D56F9"/>
              </w:placeholder>
              <w:dataBinding w:prefixMappings="xmlns:ns0='http://purl.org/dc/elements/1.1/' xmlns:ns1='http://schemas.openxmlformats.org/package/2006/metadata/core-properties' " w:xpath="/ns1:coreProperties[1]/ns0:description[1]" w:storeItemID="{6C3C8BC8-F283-45AE-878A-BAB7291924A1}"/>
              <w:text w:multiLine="1"/>
            </w:sdtPr>
            <w:sdtEndPr/>
            <w:sdtContent>
              <w:p w14:paraId="182DDF8A" w14:textId="77777777" w:rsidR="00A14D44" w:rsidRDefault="00CC739B" w:rsidP="00BC0F24">
                <w:pPr>
                  <w:spacing w:before="0" w:after="0"/>
                  <w:jc w:val="left"/>
                  <w:rPr>
                    <w:sz w:val="18"/>
                    <w:szCs w:val="18"/>
                  </w:rPr>
                </w:pPr>
                <w:r>
                  <w:rPr>
                    <w:sz w:val="18"/>
                    <w:szCs w:val="18"/>
                  </w:rPr>
                  <w:t>Update</w:t>
                </w:r>
                <w:r w:rsidR="005545D2">
                  <w:rPr>
                    <w:sz w:val="18"/>
                    <w:szCs w:val="18"/>
                  </w:rPr>
                  <w:t>d</w:t>
                </w:r>
                <w:r>
                  <w:rPr>
                    <w:sz w:val="18"/>
                    <w:szCs w:val="18"/>
                  </w:rPr>
                  <w:t xml:space="preserve"> </w:t>
                </w:r>
                <w:r w:rsidR="00710D11">
                  <w:rPr>
                    <w:sz w:val="18"/>
                    <w:szCs w:val="18"/>
                  </w:rPr>
                  <w:t xml:space="preserve">to </w:t>
                </w:r>
                <w:r w:rsidR="005545D2">
                  <w:rPr>
                    <w:sz w:val="18"/>
                    <w:szCs w:val="18"/>
                  </w:rPr>
                  <w:t xml:space="preserve">meet recommendation RC Youth Justice </w:t>
                </w:r>
                <w:r w:rsidR="00FF5599">
                  <w:rPr>
                    <w:sz w:val="18"/>
                    <w:szCs w:val="18"/>
                  </w:rPr>
                  <w:t>35.06 when a young person is in Care and in detention</w:t>
                </w:r>
                <w:r w:rsidR="00BC0F24">
                  <w:rPr>
                    <w:sz w:val="18"/>
                    <w:szCs w:val="18"/>
                  </w:rPr>
                  <w:t>. C</w:t>
                </w:r>
                <w:r w:rsidR="00BC0F24" w:rsidRPr="00BC0F24">
                  <w:rPr>
                    <w:sz w:val="18"/>
                    <w:szCs w:val="18"/>
                  </w:rPr>
                  <w:t>ase management will be led by Territory Famlies Care and Protection Case Manager, who must work collaboratively with Territory Families Community Youth Justice and Youth Outreach Re-engagement staff</w:t>
                </w:r>
              </w:p>
            </w:sdtContent>
          </w:sdt>
        </w:tc>
      </w:tr>
      <w:tr w:rsidR="00A14D44" w14:paraId="7ECD0C20" w14:textId="77777777" w:rsidTr="00D15A92">
        <w:trPr>
          <w:trHeight w:val="278"/>
        </w:trPr>
        <w:tc>
          <w:tcPr>
            <w:tcW w:w="1560" w:type="dxa"/>
            <w:tcBorders>
              <w:top w:val="single" w:sz="4" w:space="0" w:color="auto"/>
              <w:left w:val="single" w:sz="4" w:space="0" w:color="auto"/>
              <w:bottom w:val="single" w:sz="4" w:space="0" w:color="auto"/>
              <w:right w:val="single" w:sz="4" w:space="0" w:color="auto"/>
            </w:tcBorders>
          </w:tcPr>
          <w:p w14:paraId="2631BC42" w14:textId="77777777" w:rsidR="00A14D44" w:rsidRDefault="00A14D44" w:rsidP="00966D61">
            <w:pPr>
              <w:spacing w:before="0" w:after="0"/>
              <w:jc w:val="left"/>
              <w:rPr>
                <w:b/>
                <w:sz w:val="18"/>
                <w:szCs w:val="18"/>
              </w:rPr>
            </w:pPr>
            <w:r>
              <w:rPr>
                <w:b/>
                <w:sz w:val="18"/>
                <w:szCs w:val="18"/>
              </w:rPr>
              <w:t>Review due:</w:t>
            </w:r>
          </w:p>
        </w:tc>
        <w:tc>
          <w:tcPr>
            <w:tcW w:w="1700" w:type="dxa"/>
            <w:tcBorders>
              <w:top w:val="single" w:sz="4" w:space="0" w:color="auto"/>
              <w:left w:val="single" w:sz="4" w:space="0" w:color="auto"/>
              <w:bottom w:val="single" w:sz="4" w:space="0" w:color="auto"/>
              <w:right w:val="single" w:sz="4" w:space="0" w:color="auto"/>
            </w:tcBorders>
          </w:tcPr>
          <w:sdt>
            <w:sdtPr>
              <w:rPr>
                <w:sz w:val="18"/>
                <w:szCs w:val="18"/>
              </w:rPr>
              <w:id w:val="406890686"/>
              <w:placeholder>
                <w:docPart w:val="D06A29D7AF994EAF97AA2E638FF8078E"/>
              </w:placeholder>
              <w:date w:fullDate="2022-03-31T00:00:00Z">
                <w:dateFormat w:val="MMMM yy"/>
                <w:lid w:val="en-AU"/>
                <w:storeMappedDataAs w:val="dateTime"/>
                <w:calendar w:val="gregorian"/>
              </w:date>
            </w:sdtPr>
            <w:sdtEndPr/>
            <w:sdtContent>
              <w:p w14:paraId="5D0FFAD4" w14:textId="77777777" w:rsidR="00A14D44" w:rsidRDefault="00BB0BDD" w:rsidP="00966D61">
                <w:pPr>
                  <w:spacing w:before="0" w:after="0"/>
                  <w:jc w:val="left"/>
                  <w:rPr>
                    <w:sz w:val="18"/>
                    <w:szCs w:val="18"/>
                  </w:rPr>
                </w:pPr>
                <w:r>
                  <w:rPr>
                    <w:sz w:val="18"/>
                    <w:szCs w:val="18"/>
                  </w:rPr>
                  <w:t>March 22</w:t>
                </w:r>
              </w:p>
            </w:sdtContent>
          </w:sdt>
        </w:tc>
        <w:tc>
          <w:tcPr>
            <w:tcW w:w="1525" w:type="dxa"/>
            <w:tcBorders>
              <w:top w:val="single" w:sz="4" w:space="0" w:color="auto"/>
              <w:left w:val="single" w:sz="4" w:space="0" w:color="auto"/>
              <w:bottom w:val="single" w:sz="4" w:space="0" w:color="auto"/>
              <w:right w:val="single" w:sz="4" w:space="0" w:color="auto"/>
            </w:tcBorders>
          </w:tcPr>
          <w:p w14:paraId="49168276" w14:textId="77777777" w:rsidR="00A14D44" w:rsidRDefault="00A14D44" w:rsidP="00966D61">
            <w:pPr>
              <w:spacing w:before="0" w:after="0"/>
              <w:jc w:val="left"/>
              <w:rPr>
                <w:sz w:val="18"/>
                <w:szCs w:val="18"/>
              </w:rPr>
            </w:pPr>
            <w:r>
              <w:rPr>
                <w:b/>
                <w:sz w:val="18"/>
                <w:szCs w:val="18"/>
              </w:rPr>
              <w:t>Maintenance:</w:t>
            </w:r>
          </w:p>
        </w:tc>
        <w:tc>
          <w:tcPr>
            <w:tcW w:w="4429" w:type="dxa"/>
            <w:gridSpan w:val="4"/>
            <w:tcBorders>
              <w:top w:val="single" w:sz="4" w:space="0" w:color="auto"/>
              <w:left w:val="single" w:sz="4" w:space="0" w:color="auto"/>
              <w:bottom w:val="single" w:sz="4" w:space="0" w:color="auto"/>
              <w:right w:val="single" w:sz="4" w:space="0" w:color="auto"/>
            </w:tcBorders>
          </w:tcPr>
          <w:p w14:paraId="7F97D4D6" w14:textId="77777777" w:rsidR="00A14D44" w:rsidRPr="00A14D44" w:rsidRDefault="00A14D44" w:rsidP="00966D61">
            <w:pPr>
              <w:spacing w:before="0" w:after="0"/>
              <w:jc w:val="left"/>
              <w:rPr>
                <w:sz w:val="18"/>
                <w:szCs w:val="18"/>
              </w:rPr>
            </w:pPr>
            <w:r w:rsidRPr="00A14D44">
              <w:rPr>
                <w:sz w:val="18"/>
              </w:rPr>
              <w:t xml:space="preserve">Policy: </w:t>
            </w:r>
            <w:hyperlink r:id="rId13" w:history="1">
              <w:r w:rsidR="005B305B" w:rsidRPr="007849C1">
                <w:rPr>
                  <w:rStyle w:val="Hyperlink"/>
                  <w:sz w:val="18"/>
                </w:rPr>
                <w:t>tf.policy@nt.gov.au</w:t>
              </w:r>
            </w:hyperlink>
            <w:r w:rsidR="005B305B">
              <w:rPr>
                <w:sz w:val="18"/>
              </w:rPr>
              <w:t xml:space="preserve"> </w:t>
            </w:r>
          </w:p>
        </w:tc>
      </w:tr>
    </w:tbl>
    <w:p w14:paraId="1B572788" w14:textId="77777777" w:rsidR="00DE31AD" w:rsidRPr="000F170A" w:rsidRDefault="00DE31AD" w:rsidP="00BF37B7">
      <w:pPr>
        <w:spacing w:before="0" w:after="0" w:line="240" w:lineRule="auto"/>
        <w:jc w:val="left"/>
        <w:rPr>
          <w:lang w:eastAsia="en-AU"/>
        </w:rPr>
      </w:pPr>
    </w:p>
    <w:sectPr w:rsidR="00DE31AD" w:rsidRPr="000F170A" w:rsidSect="00041E52">
      <w:footerReference w:type="default" r:id="rId14"/>
      <w:headerReference w:type="first" r:id="rId15"/>
      <w:footerReference w:type="first" r:id="rId16"/>
      <w:pgSz w:w="11900" w:h="16840"/>
      <w:pgMar w:top="922" w:right="1440" w:bottom="426" w:left="1800" w:header="0" w:footer="29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3E9F17" w14:textId="77777777" w:rsidR="005B6B6C" w:rsidRDefault="005B6B6C" w:rsidP="00955092">
      <w:r>
        <w:separator/>
      </w:r>
    </w:p>
    <w:p w14:paraId="0669F054" w14:textId="77777777" w:rsidR="005B6B6C" w:rsidRDefault="005B6B6C" w:rsidP="00955092"/>
    <w:p w14:paraId="2935781F" w14:textId="77777777" w:rsidR="005B6B6C" w:rsidRDefault="005B6B6C" w:rsidP="00955092"/>
  </w:endnote>
  <w:endnote w:type="continuationSeparator" w:id="0">
    <w:p w14:paraId="61838409" w14:textId="77777777" w:rsidR="005B6B6C" w:rsidRDefault="005B6B6C" w:rsidP="00955092">
      <w:r>
        <w:continuationSeparator/>
      </w:r>
    </w:p>
    <w:p w14:paraId="0D6D387F" w14:textId="77777777" w:rsidR="005B6B6C" w:rsidRDefault="005B6B6C" w:rsidP="00955092"/>
    <w:p w14:paraId="321D27D8" w14:textId="77777777" w:rsidR="005B6B6C" w:rsidRDefault="005B6B6C" w:rsidP="009550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ato">
    <w:altName w:val="Calibri"/>
    <w:panose1 w:val="020F0502020204030203"/>
    <w:charset w:val="00"/>
    <w:family w:val="swiss"/>
    <w:pitch w:val="variable"/>
    <w:sig w:usb0="E10002FF" w:usb1="5000ECFF" w:usb2="00000021"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o Black">
    <w:panose1 w:val="020F0502020204030203"/>
    <w:charset w:val="00"/>
    <w:family w:val="swiss"/>
    <w:pitch w:val="variable"/>
    <w:sig w:usb0="E10002FF" w:usb1="5000ECFF" w:usb2="00000021" w:usb3="00000000" w:csb0="0000019F" w:csb1="00000000"/>
  </w:font>
  <w:font w:name="Lato Regular">
    <w:panose1 w:val="020F0502020204030203"/>
    <w:charset w:val="00"/>
    <w:family w:val="auto"/>
    <w:notTrueType/>
    <w:pitch w:val="variable"/>
    <w:sig w:usb0="00000003" w:usb1="00000000" w:usb2="00000000" w:usb3="00000000" w:csb0="00000001" w:csb1="00000000"/>
  </w:font>
  <w:font w:name="Lato Light">
    <w:panose1 w:val="020F0502020204030203"/>
    <w:charset w:val="00"/>
    <w:family w:val="swiss"/>
    <w:pitch w:val="variable"/>
    <w:sig w:usb0="E10002FF" w:usb1="5000ECFF" w:usb2="00000021" w:usb3="00000000" w:csb0="0000019F" w:csb1="00000000"/>
  </w:font>
  <w:font w:name="Tahoma">
    <w:altName w:val="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A8AA0" w14:textId="31AA9786" w:rsidR="00424169" w:rsidRDefault="00424169" w:rsidP="00B84AD6">
    <w:pPr>
      <w:pStyle w:val="web"/>
      <w:tabs>
        <w:tab w:val="left" w:pos="1134"/>
        <w:tab w:val="left" w:pos="2268"/>
        <w:tab w:val="left" w:pos="7371"/>
      </w:tabs>
    </w:pPr>
    <w:r>
      <w:rPr>
        <w:rFonts w:ascii="Lato" w:hAnsi="Lato"/>
      </w:rPr>
      <w:t xml:space="preserve">Page </w:t>
    </w:r>
    <w:r>
      <w:rPr>
        <w:rFonts w:ascii="Lato" w:hAnsi="Lato"/>
      </w:rPr>
      <w:fldChar w:fldCharType="begin"/>
    </w:r>
    <w:r>
      <w:rPr>
        <w:rFonts w:ascii="Lato" w:hAnsi="Lato"/>
      </w:rPr>
      <w:instrText xml:space="preserve"> PAGE   \* MERGEFORMAT </w:instrText>
    </w:r>
    <w:r>
      <w:rPr>
        <w:rFonts w:ascii="Lato" w:hAnsi="Lato"/>
      </w:rPr>
      <w:fldChar w:fldCharType="separate"/>
    </w:r>
    <w:r w:rsidR="001B5806">
      <w:rPr>
        <w:rFonts w:ascii="Lato" w:hAnsi="Lato"/>
        <w:noProof/>
      </w:rPr>
      <w:t>2</w:t>
    </w:r>
    <w:r>
      <w:rPr>
        <w:rFonts w:ascii="Lato" w:hAnsi="Lato"/>
      </w:rPr>
      <w:fldChar w:fldCharType="end"/>
    </w:r>
    <w:r>
      <w:rPr>
        <w:rFonts w:ascii="Lato" w:hAnsi="Lato"/>
      </w:rPr>
      <w:t xml:space="preserve"> of </w:t>
    </w:r>
    <w:r>
      <w:rPr>
        <w:rFonts w:ascii="Lato" w:hAnsi="Lato"/>
      </w:rPr>
      <w:fldChar w:fldCharType="begin"/>
    </w:r>
    <w:r>
      <w:rPr>
        <w:rFonts w:ascii="Lato" w:hAnsi="Lato"/>
      </w:rPr>
      <w:instrText xml:space="preserve"> NUMPAGES   \* MERGEFORMAT </w:instrText>
    </w:r>
    <w:r>
      <w:rPr>
        <w:rFonts w:ascii="Lato" w:hAnsi="Lato"/>
      </w:rPr>
      <w:fldChar w:fldCharType="separate"/>
    </w:r>
    <w:r w:rsidR="001B5806">
      <w:rPr>
        <w:rFonts w:ascii="Lato" w:hAnsi="Lato"/>
        <w:noProof/>
      </w:rPr>
      <w:t>2</w:t>
    </w:r>
    <w:r>
      <w:rPr>
        <w:rFonts w:ascii="Lato" w:hAnsi="Lato"/>
      </w:rPr>
      <w:fldChar w:fldCharType="end"/>
    </w:r>
    <w:r>
      <w:rPr>
        <w:rFonts w:ascii="Lato" w:hAnsi="Lato"/>
      </w:rPr>
      <w:tab/>
    </w:r>
    <w:sdt>
      <w:sdtPr>
        <w:rPr>
          <w:rFonts w:ascii="Lato" w:hAnsi="Lato"/>
        </w:rPr>
        <w:alias w:val="Status"/>
        <w:tag w:val=""/>
        <w:id w:val="1691029128"/>
        <w:lock w:val="sdtContentLocked"/>
        <w:placeholder>
          <w:docPart w:val="8F9B71673C504F6FBAC90E4F3E6D64D0"/>
        </w:placeholder>
        <w:dataBinding w:prefixMappings="xmlns:ns0='http://purl.org/dc/elements/1.1/' xmlns:ns1='http://schemas.openxmlformats.org/package/2006/metadata/core-properties' " w:xpath="/ns1:coreProperties[1]/ns1:contentStatus[1]" w:storeItemID="{6C3C8BC8-F283-45AE-878A-BAB7291924A1}"/>
        <w:text/>
      </w:sdtPr>
      <w:sdtEndPr/>
      <w:sdtContent>
        <w:r>
          <w:rPr>
            <w:rFonts w:ascii="Lato" w:hAnsi="Lato"/>
          </w:rPr>
          <w:t>V 2.0</w:t>
        </w:r>
      </w:sdtContent>
    </w:sdt>
    <w:r>
      <w:rPr>
        <w:rFonts w:ascii="Lato" w:hAnsi="Lato"/>
      </w:rPr>
      <w:tab/>
    </w:r>
    <w:sdt>
      <w:sdtPr>
        <w:rPr>
          <w:rFonts w:ascii="Lato" w:hAnsi="Lato"/>
        </w:rPr>
        <w:alias w:val="Title"/>
        <w:tag w:val=""/>
        <w:id w:val="-1341153057"/>
        <w:lock w:val="sdtContentLocked"/>
        <w:dataBinding w:prefixMappings="xmlns:ns0='http://purl.org/dc/elements/1.1/' xmlns:ns1='http://schemas.openxmlformats.org/package/2006/metadata/core-properties' " w:xpath="/ns1:coreProperties[1]/ns0:title[1]" w:storeItemID="{6C3C8BC8-F283-45AE-878A-BAB7291924A1}"/>
        <w:text/>
      </w:sdtPr>
      <w:sdtEndPr/>
      <w:sdtContent>
        <w:r>
          <w:rPr>
            <w:rFonts w:ascii="Lato" w:hAnsi="Lato"/>
            <w:lang w:val="en-AU"/>
          </w:rPr>
          <w:t>Policy: Case Management of Children in the CEO's Care</w:t>
        </w:r>
      </w:sdtContent>
    </w:sdt>
    <w:r>
      <w:tab/>
      <w:t>www.nt.gov.au</w:t>
    </w:r>
  </w:p>
  <w:p w14:paraId="08F4DC6B" w14:textId="77777777" w:rsidR="00424169" w:rsidRPr="0062030B" w:rsidRDefault="00424169" w:rsidP="006203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C2CF2B" w14:textId="0AB4BE36" w:rsidR="00424169" w:rsidRPr="0062030B" w:rsidRDefault="00424169" w:rsidP="00D00D42">
    <w:pPr>
      <w:pStyle w:val="web"/>
      <w:tabs>
        <w:tab w:val="left" w:pos="1134"/>
        <w:tab w:val="left" w:pos="2268"/>
        <w:tab w:val="left" w:pos="7371"/>
      </w:tabs>
    </w:pPr>
    <w:r>
      <w:rPr>
        <w:rFonts w:ascii="Lato" w:hAnsi="Lato"/>
      </w:rPr>
      <w:t xml:space="preserve">Page </w:t>
    </w:r>
    <w:r>
      <w:rPr>
        <w:rFonts w:ascii="Lato" w:hAnsi="Lato"/>
      </w:rPr>
      <w:fldChar w:fldCharType="begin"/>
    </w:r>
    <w:r>
      <w:rPr>
        <w:rFonts w:ascii="Lato" w:hAnsi="Lato"/>
      </w:rPr>
      <w:instrText xml:space="preserve"> PAGE   \* MERGEFORMAT </w:instrText>
    </w:r>
    <w:r>
      <w:rPr>
        <w:rFonts w:ascii="Lato" w:hAnsi="Lato"/>
      </w:rPr>
      <w:fldChar w:fldCharType="separate"/>
    </w:r>
    <w:r w:rsidR="001B5806">
      <w:rPr>
        <w:rFonts w:ascii="Lato" w:hAnsi="Lato"/>
        <w:noProof/>
      </w:rPr>
      <w:t>1</w:t>
    </w:r>
    <w:r>
      <w:rPr>
        <w:rFonts w:ascii="Lato" w:hAnsi="Lato"/>
      </w:rPr>
      <w:fldChar w:fldCharType="end"/>
    </w:r>
    <w:r>
      <w:rPr>
        <w:rFonts w:ascii="Lato" w:hAnsi="Lato"/>
      </w:rPr>
      <w:t xml:space="preserve"> of </w:t>
    </w:r>
    <w:r>
      <w:rPr>
        <w:rFonts w:ascii="Lato" w:hAnsi="Lato"/>
      </w:rPr>
      <w:fldChar w:fldCharType="begin"/>
    </w:r>
    <w:r>
      <w:rPr>
        <w:rFonts w:ascii="Lato" w:hAnsi="Lato"/>
      </w:rPr>
      <w:instrText xml:space="preserve"> NUMPAGES   \* MERGEFORMAT </w:instrText>
    </w:r>
    <w:r>
      <w:rPr>
        <w:rFonts w:ascii="Lato" w:hAnsi="Lato"/>
      </w:rPr>
      <w:fldChar w:fldCharType="separate"/>
    </w:r>
    <w:r w:rsidR="001B5806">
      <w:rPr>
        <w:rFonts w:ascii="Lato" w:hAnsi="Lato"/>
        <w:noProof/>
      </w:rPr>
      <w:t>2</w:t>
    </w:r>
    <w:r>
      <w:rPr>
        <w:rFonts w:ascii="Lato" w:hAnsi="Lato"/>
      </w:rPr>
      <w:fldChar w:fldCharType="end"/>
    </w:r>
    <w:r>
      <w:rPr>
        <w:rFonts w:ascii="Lato" w:hAnsi="Lato"/>
      </w:rPr>
      <w:tab/>
    </w:r>
    <w:sdt>
      <w:sdtPr>
        <w:rPr>
          <w:rFonts w:ascii="Lato" w:hAnsi="Lato"/>
        </w:rPr>
        <w:alias w:val="Status"/>
        <w:tag w:val=""/>
        <w:id w:val="-584072287"/>
        <w:lock w:val="sdtContentLocked"/>
        <w:dataBinding w:prefixMappings="xmlns:ns0='http://purl.org/dc/elements/1.1/' xmlns:ns1='http://schemas.openxmlformats.org/package/2006/metadata/core-properties' " w:xpath="/ns1:coreProperties[1]/ns1:contentStatus[1]" w:storeItemID="{6C3C8BC8-F283-45AE-878A-BAB7291924A1}"/>
        <w:text/>
      </w:sdtPr>
      <w:sdtEndPr/>
      <w:sdtContent>
        <w:r>
          <w:rPr>
            <w:rFonts w:ascii="Lato" w:hAnsi="Lato"/>
          </w:rPr>
          <w:t>V 2.0</w:t>
        </w:r>
      </w:sdtContent>
    </w:sdt>
    <w:r>
      <w:rPr>
        <w:rFonts w:ascii="Lato" w:hAnsi="Lato"/>
        <w:b/>
      </w:rPr>
      <w:t xml:space="preserve"> </w:t>
    </w:r>
    <w:r>
      <w:rPr>
        <w:rFonts w:ascii="Lato" w:hAnsi="Lato"/>
        <w:b/>
      </w:rPr>
      <w:tab/>
    </w:r>
    <w:sdt>
      <w:sdtPr>
        <w:rPr>
          <w:rFonts w:ascii="Lato" w:hAnsi="Lato"/>
        </w:rPr>
        <w:alias w:val="Title"/>
        <w:tag w:val=""/>
        <w:id w:val="1658418973"/>
        <w:lock w:val="sdtContentLocked"/>
        <w:dataBinding w:prefixMappings="xmlns:ns0='http://purl.org/dc/elements/1.1/' xmlns:ns1='http://schemas.openxmlformats.org/package/2006/metadata/core-properties' " w:xpath="/ns1:coreProperties[1]/ns0:title[1]" w:storeItemID="{6C3C8BC8-F283-45AE-878A-BAB7291924A1}"/>
        <w:text/>
      </w:sdtPr>
      <w:sdtEndPr/>
      <w:sdtContent>
        <w:r>
          <w:rPr>
            <w:rFonts w:ascii="Lato" w:hAnsi="Lato"/>
            <w:lang w:val="en-AU"/>
          </w:rPr>
          <w:t>Policy: Case Management of Children in the CEO's Care</w:t>
        </w:r>
      </w:sdtContent>
    </w:sdt>
    <w:r>
      <w:tab/>
      <w:t>www.nt.gov.au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BF8EA3" w14:textId="77777777" w:rsidR="005B6B6C" w:rsidRDefault="005B6B6C" w:rsidP="00955092">
      <w:r>
        <w:separator/>
      </w:r>
    </w:p>
    <w:p w14:paraId="1ACFCBF9" w14:textId="77777777" w:rsidR="005B6B6C" w:rsidRDefault="005B6B6C" w:rsidP="00955092"/>
    <w:p w14:paraId="30D0D13F" w14:textId="77777777" w:rsidR="005B6B6C" w:rsidRDefault="005B6B6C" w:rsidP="00955092"/>
  </w:footnote>
  <w:footnote w:type="continuationSeparator" w:id="0">
    <w:p w14:paraId="2B820EA5" w14:textId="77777777" w:rsidR="005B6B6C" w:rsidRDefault="005B6B6C" w:rsidP="00955092">
      <w:r>
        <w:continuationSeparator/>
      </w:r>
    </w:p>
    <w:p w14:paraId="377898FF" w14:textId="77777777" w:rsidR="005B6B6C" w:rsidRDefault="005B6B6C" w:rsidP="00955092"/>
    <w:p w14:paraId="28924C4D" w14:textId="77777777" w:rsidR="005B6B6C" w:rsidRDefault="005B6B6C" w:rsidP="0095509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915" w:type="dxa"/>
      <w:tblInd w:w="-10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Description w:val="NT Government letterhead details"/>
    </w:tblPr>
    <w:tblGrid>
      <w:gridCol w:w="3643"/>
      <w:gridCol w:w="4798"/>
      <w:gridCol w:w="2474"/>
    </w:tblGrid>
    <w:tr w:rsidR="00424169" w14:paraId="016FEF95" w14:textId="77777777" w:rsidTr="00041E52">
      <w:trPr>
        <w:cantSplit/>
        <w:trHeight w:val="1418"/>
        <w:tblHeader/>
      </w:trPr>
      <w:tc>
        <w:tcPr>
          <w:tcW w:w="3643" w:type="dxa"/>
          <w:vAlign w:val="bottom"/>
        </w:tcPr>
        <w:p w14:paraId="2A3EFA18" w14:textId="77777777" w:rsidR="00424169" w:rsidRDefault="00424169" w:rsidP="00966D61">
          <w:pPr>
            <w:pStyle w:val="Header"/>
            <w:spacing w:line="240" w:lineRule="auto"/>
            <w:ind w:left="-108"/>
          </w:pPr>
          <w:r>
            <w:rPr>
              <w:noProof/>
              <w:lang w:eastAsia="en-AU"/>
            </w:rPr>
            <w:drawing>
              <wp:inline distT="0" distB="0" distL="0" distR="0" wp14:anchorId="5EFBA2E2" wp14:editId="76A4A3EC">
                <wp:extent cx="2176272" cy="704088"/>
                <wp:effectExtent l="0" t="0" r="0" b="1270"/>
                <wp:docPr id="21" name="Picture 21" descr="Northern Territory Gover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tg-logo.tif"/>
                        <pic:cNvPicPr/>
                      </pic:nvPicPr>
                      <pic:blipFill>
                        <a:blip r:embed="rId1">
                          <a:extLst>
                            <a:ext uri="{28A0092B-C50C-407E-A947-70E740481C1C}">
                              <a14:useLocalDpi xmlns:a14="http://schemas.microsoft.com/office/drawing/2010/main" val="0"/>
                            </a:ext>
                          </a:extLst>
                        </a:blip>
                        <a:stretch>
                          <a:fillRect/>
                        </a:stretch>
                      </pic:blipFill>
                      <pic:spPr>
                        <a:xfrm>
                          <a:off x="0" y="0"/>
                          <a:ext cx="2176272" cy="704088"/>
                        </a:xfrm>
                        <a:prstGeom prst="rect">
                          <a:avLst/>
                        </a:prstGeom>
                      </pic:spPr>
                    </pic:pic>
                  </a:graphicData>
                </a:graphic>
              </wp:inline>
            </w:drawing>
          </w:r>
        </w:p>
      </w:tc>
      <w:tc>
        <w:tcPr>
          <w:tcW w:w="4798" w:type="dxa"/>
          <w:noWrap/>
          <w:tcMar>
            <w:left w:w="0" w:type="dxa"/>
            <w:right w:w="0" w:type="dxa"/>
          </w:tcMar>
        </w:tcPr>
        <w:p w14:paraId="4D0D2C48" w14:textId="77777777" w:rsidR="00424169" w:rsidRDefault="00424169" w:rsidP="00966D61">
          <w:pPr>
            <w:pStyle w:val="Header"/>
            <w:spacing w:line="240" w:lineRule="auto"/>
            <w:contextualSpacing/>
            <w:jc w:val="right"/>
          </w:pPr>
          <w:r>
            <w:rPr>
              <w:rFonts w:ascii="Times New Roman" w:hAnsi="Times New Roman" w:cs="Times New Roman"/>
              <w:noProof/>
              <w:sz w:val="24"/>
              <w:lang w:eastAsia="en-AU"/>
            </w:rPr>
            <w:drawing>
              <wp:anchor distT="114300" distB="114300" distL="114300" distR="114300" simplePos="0" relativeHeight="251658752" behindDoc="1" locked="0" layoutInCell="1" allowOverlap="1" wp14:anchorId="25317D30" wp14:editId="769C5601">
                <wp:simplePos x="0" y="0"/>
                <wp:positionH relativeFrom="margin">
                  <wp:posOffset>2621606</wp:posOffset>
                </wp:positionH>
                <wp:positionV relativeFrom="margin">
                  <wp:posOffset>0</wp:posOffset>
                </wp:positionV>
                <wp:extent cx="403737" cy="983014"/>
                <wp:effectExtent l="0" t="0" r="0" b="762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403737" cy="983014"/>
                        </a:xfrm>
                        <a:prstGeom prst="rect">
                          <a:avLst/>
                        </a:prstGeom>
                        <a:noFill/>
                      </pic:spPr>
                    </pic:pic>
                  </a:graphicData>
                </a:graphic>
                <wp14:sizeRelH relativeFrom="page">
                  <wp14:pctWidth>0</wp14:pctWidth>
                </wp14:sizeRelH>
                <wp14:sizeRelV relativeFrom="page">
                  <wp14:pctHeight>0</wp14:pctHeight>
                </wp14:sizeRelV>
              </wp:anchor>
            </w:drawing>
          </w:r>
        </w:p>
      </w:tc>
      <w:tc>
        <w:tcPr>
          <w:tcW w:w="2474" w:type="dxa"/>
          <w:tcMar>
            <w:left w:w="51" w:type="dxa"/>
            <w:right w:w="0" w:type="dxa"/>
          </w:tcMar>
          <w:vAlign w:val="bottom"/>
        </w:tcPr>
        <w:p w14:paraId="0D689D87" w14:textId="77777777" w:rsidR="00424169" w:rsidRDefault="00424169" w:rsidP="00966D61">
          <w:pPr>
            <w:pStyle w:val="Departmentname"/>
          </w:pPr>
          <w:r>
            <w:t>territory FAMILIES</w:t>
          </w:r>
        </w:p>
      </w:tc>
    </w:tr>
  </w:tbl>
  <w:p w14:paraId="3E46C8B2" w14:textId="77777777" w:rsidR="00424169" w:rsidRPr="00041E52" w:rsidRDefault="00424169" w:rsidP="00041E52">
    <w:pPr>
      <w:pStyle w:val="Header"/>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40A53"/>
    <w:multiLevelType w:val="multilevel"/>
    <w:tmpl w:val="81B469FE"/>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292B09B3"/>
    <w:multiLevelType w:val="hybridMultilevel"/>
    <w:tmpl w:val="B850817E"/>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43B36FA3"/>
    <w:multiLevelType w:val="multilevel"/>
    <w:tmpl w:val="0E727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5D70212"/>
    <w:multiLevelType w:val="hybridMultilevel"/>
    <w:tmpl w:val="41FA7D8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509B0C50"/>
    <w:multiLevelType w:val="hybridMultilevel"/>
    <w:tmpl w:val="F3941C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52B36AE5"/>
    <w:multiLevelType w:val="hybridMultilevel"/>
    <w:tmpl w:val="4AB6B73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54E9359B"/>
    <w:multiLevelType w:val="hybridMultilevel"/>
    <w:tmpl w:val="90EA0600"/>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7" w15:restartNumberingAfterBreak="0">
    <w:nsid w:val="558A5DB8"/>
    <w:multiLevelType w:val="hybridMultilevel"/>
    <w:tmpl w:val="38E89E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5FED5379"/>
    <w:multiLevelType w:val="hybridMultilevel"/>
    <w:tmpl w:val="FD9620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72E350E6"/>
    <w:multiLevelType w:val="hybridMultilevel"/>
    <w:tmpl w:val="B846E15E"/>
    <w:lvl w:ilvl="0" w:tplc="92A66DFE">
      <w:start w:val="1"/>
      <w:numFmt w:val="bullet"/>
      <w:pStyle w:val="ListParagraph"/>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99F6ECB8">
      <w:start w:val="1"/>
      <w:numFmt w:val="decimal"/>
      <w:pStyle w:val="Numbers"/>
      <w:lvlText w:val="%4."/>
      <w:lvlJc w:val="left"/>
      <w:pPr>
        <w:ind w:left="2880" w:hanging="360"/>
      </w:pPr>
      <w:rPr>
        <w:rFonts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75260FB8"/>
    <w:multiLevelType w:val="multilevel"/>
    <w:tmpl w:val="80828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8547433"/>
    <w:multiLevelType w:val="hybridMultilevel"/>
    <w:tmpl w:val="3CE8DF6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C4D5734"/>
    <w:multiLevelType w:val="hybridMultilevel"/>
    <w:tmpl w:val="63C4B530"/>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num w:numId="1">
    <w:abstractNumId w:val="11"/>
  </w:num>
  <w:num w:numId="2">
    <w:abstractNumId w:val="9"/>
  </w:num>
  <w:num w:numId="3">
    <w:abstractNumId w:val="0"/>
  </w:num>
  <w:num w:numId="4">
    <w:abstractNumId w:val="5"/>
  </w:num>
  <w:num w:numId="5">
    <w:abstractNumId w:val="12"/>
  </w:num>
  <w:num w:numId="6">
    <w:abstractNumId w:val="6"/>
  </w:num>
  <w:num w:numId="7">
    <w:abstractNumId w:val="10"/>
  </w:num>
  <w:num w:numId="8">
    <w:abstractNumId w:val="2"/>
  </w:num>
  <w:num w:numId="9">
    <w:abstractNumId w:val="8"/>
  </w:num>
  <w:num w:numId="10">
    <w:abstractNumId w:val="1"/>
  </w:num>
  <w:num w:numId="11">
    <w:abstractNumId w:val="3"/>
  </w:num>
  <w:num w:numId="12">
    <w:abstractNumId w:val="7"/>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embedSystemFonts/>
  <w:mirrorMargins/>
  <w:hideSpellingErrors/>
  <w:hideGrammaticalErrors/>
  <w:proofState w:spelling="clean" w:grammar="clean"/>
  <w:attachedTemplate r:id="rId1"/>
  <w:documentProtection w:edit="readOnly" w:enforcement="1" w:cryptProviderType="rsaAES" w:cryptAlgorithmClass="hash" w:cryptAlgorithmType="typeAny" w:cryptAlgorithmSid="14" w:cryptSpinCount="100000" w:hash="H3srEbS/4gNuUCoPCLgPD4fLDGqIEKlQ8Zzg2p/7Eo/JDxc+/nH+i+wxRqOJ2dp3f3WXglUR9ODWsdSMucyJ6g==" w:salt="aiBQi5t3qn4OxWvyammryw=="/>
  <w:defaultTabStop w:val="720"/>
  <w:drawingGridHorizontalSpacing w:val="357"/>
  <w:drawingGridVerticalSpacing w:val="357"/>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8CE"/>
    <w:rsid w:val="00003FF5"/>
    <w:rsid w:val="00007025"/>
    <w:rsid w:val="00021AF0"/>
    <w:rsid w:val="000220EA"/>
    <w:rsid w:val="00024E86"/>
    <w:rsid w:val="000306D5"/>
    <w:rsid w:val="00030B20"/>
    <w:rsid w:val="00031ED6"/>
    <w:rsid w:val="00033721"/>
    <w:rsid w:val="000349CF"/>
    <w:rsid w:val="000359B0"/>
    <w:rsid w:val="00036B77"/>
    <w:rsid w:val="00041465"/>
    <w:rsid w:val="00041D62"/>
    <w:rsid w:val="00041E52"/>
    <w:rsid w:val="00045F16"/>
    <w:rsid w:val="000474FA"/>
    <w:rsid w:val="00051DB3"/>
    <w:rsid w:val="00054231"/>
    <w:rsid w:val="00057ACB"/>
    <w:rsid w:val="00061D36"/>
    <w:rsid w:val="00063844"/>
    <w:rsid w:val="00067E72"/>
    <w:rsid w:val="00081BFE"/>
    <w:rsid w:val="000836BD"/>
    <w:rsid w:val="00086F4F"/>
    <w:rsid w:val="00092230"/>
    <w:rsid w:val="00092A2C"/>
    <w:rsid w:val="00095CDE"/>
    <w:rsid w:val="000A3068"/>
    <w:rsid w:val="000B3B40"/>
    <w:rsid w:val="000B3ED3"/>
    <w:rsid w:val="000B4A18"/>
    <w:rsid w:val="000B674D"/>
    <w:rsid w:val="000C2C9E"/>
    <w:rsid w:val="000D1708"/>
    <w:rsid w:val="000D1972"/>
    <w:rsid w:val="000D1B0F"/>
    <w:rsid w:val="000D26D9"/>
    <w:rsid w:val="000D3E67"/>
    <w:rsid w:val="000D4749"/>
    <w:rsid w:val="000D6E4A"/>
    <w:rsid w:val="000E390A"/>
    <w:rsid w:val="000F170A"/>
    <w:rsid w:val="00100AFE"/>
    <w:rsid w:val="00101356"/>
    <w:rsid w:val="00101EDA"/>
    <w:rsid w:val="00102470"/>
    <w:rsid w:val="00111979"/>
    <w:rsid w:val="00115489"/>
    <w:rsid w:val="00120E09"/>
    <w:rsid w:val="00124407"/>
    <w:rsid w:val="00125130"/>
    <w:rsid w:val="00134091"/>
    <w:rsid w:val="00137D1E"/>
    <w:rsid w:val="0014179F"/>
    <w:rsid w:val="00141922"/>
    <w:rsid w:val="00150B29"/>
    <w:rsid w:val="00155A79"/>
    <w:rsid w:val="00156DEE"/>
    <w:rsid w:val="00157703"/>
    <w:rsid w:val="00160C77"/>
    <w:rsid w:val="00160D82"/>
    <w:rsid w:val="00161C0C"/>
    <w:rsid w:val="00161F89"/>
    <w:rsid w:val="00163463"/>
    <w:rsid w:val="00174EC0"/>
    <w:rsid w:val="00176AF2"/>
    <w:rsid w:val="00176B12"/>
    <w:rsid w:val="00180F5F"/>
    <w:rsid w:val="00182CCC"/>
    <w:rsid w:val="001906B3"/>
    <w:rsid w:val="0019144E"/>
    <w:rsid w:val="0019742E"/>
    <w:rsid w:val="001A12C0"/>
    <w:rsid w:val="001B4CE2"/>
    <w:rsid w:val="001B5806"/>
    <w:rsid w:val="001C7052"/>
    <w:rsid w:val="001D0EA6"/>
    <w:rsid w:val="001D214C"/>
    <w:rsid w:val="001D368E"/>
    <w:rsid w:val="001D37CD"/>
    <w:rsid w:val="001D4752"/>
    <w:rsid w:val="001D6B43"/>
    <w:rsid w:val="001D759A"/>
    <w:rsid w:val="001E26EC"/>
    <w:rsid w:val="001E4573"/>
    <w:rsid w:val="001E6F94"/>
    <w:rsid w:val="001E7DFE"/>
    <w:rsid w:val="001F09D7"/>
    <w:rsid w:val="001F2003"/>
    <w:rsid w:val="002008ED"/>
    <w:rsid w:val="00201F06"/>
    <w:rsid w:val="00213494"/>
    <w:rsid w:val="00216D07"/>
    <w:rsid w:val="00217833"/>
    <w:rsid w:val="0022223F"/>
    <w:rsid w:val="0023530E"/>
    <w:rsid w:val="00236325"/>
    <w:rsid w:val="002373A1"/>
    <w:rsid w:val="00250437"/>
    <w:rsid w:val="002509E1"/>
    <w:rsid w:val="0025675E"/>
    <w:rsid w:val="0025783A"/>
    <w:rsid w:val="002579B8"/>
    <w:rsid w:val="00262A50"/>
    <w:rsid w:val="0026322F"/>
    <w:rsid w:val="0026383C"/>
    <w:rsid w:val="00266282"/>
    <w:rsid w:val="00267BF9"/>
    <w:rsid w:val="002700CD"/>
    <w:rsid w:val="002714F7"/>
    <w:rsid w:val="00273A8B"/>
    <w:rsid w:val="00274530"/>
    <w:rsid w:val="00275275"/>
    <w:rsid w:val="00276011"/>
    <w:rsid w:val="00283773"/>
    <w:rsid w:val="00285ED7"/>
    <w:rsid w:val="0028676F"/>
    <w:rsid w:val="00292A20"/>
    <w:rsid w:val="00297641"/>
    <w:rsid w:val="002A01FC"/>
    <w:rsid w:val="002A143E"/>
    <w:rsid w:val="002A3FFE"/>
    <w:rsid w:val="002A4374"/>
    <w:rsid w:val="002B34F4"/>
    <w:rsid w:val="002C3011"/>
    <w:rsid w:val="002D482C"/>
    <w:rsid w:val="002D4B3A"/>
    <w:rsid w:val="002D5554"/>
    <w:rsid w:val="002F597A"/>
    <w:rsid w:val="002F7A9F"/>
    <w:rsid w:val="0030116A"/>
    <w:rsid w:val="00301FB9"/>
    <w:rsid w:val="00307DB8"/>
    <w:rsid w:val="00311E45"/>
    <w:rsid w:val="00313509"/>
    <w:rsid w:val="00317646"/>
    <w:rsid w:val="00321E86"/>
    <w:rsid w:val="00322BBD"/>
    <w:rsid w:val="00323B0F"/>
    <w:rsid w:val="0033717B"/>
    <w:rsid w:val="00342751"/>
    <w:rsid w:val="00343DCD"/>
    <w:rsid w:val="00345617"/>
    <w:rsid w:val="003507D9"/>
    <w:rsid w:val="00352A68"/>
    <w:rsid w:val="003564A9"/>
    <w:rsid w:val="00363E51"/>
    <w:rsid w:val="00366B29"/>
    <w:rsid w:val="0036729D"/>
    <w:rsid w:val="00370903"/>
    <w:rsid w:val="00384EB6"/>
    <w:rsid w:val="00394574"/>
    <w:rsid w:val="00395365"/>
    <w:rsid w:val="00395BAA"/>
    <w:rsid w:val="003A5E6C"/>
    <w:rsid w:val="003B4BE0"/>
    <w:rsid w:val="003B50BD"/>
    <w:rsid w:val="003C09D5"/>
    <w:rsid w:val="003C6A6C"/>
    <w:rsid w:val="003C76B8"/>
    <w:rsid w:val="003C77B3"/>
    <w:rsid w:val="003D02C3"/>
    <w:rsid w:val="003D098F"/>
    <w:rsid w:val="003D09FC"/>
    <w:rsid w:val="003E1808"/>
    <w:rsid w:val="003E5867"/>
    <w:rsid w:val="003E7142"/>
    <w:rsid w:val="003E7CC4"/>
    <w:rsid w:val="003F4E88"/>
    <w:rsid w:val="00402146"/>
    <w:rsid w:val="00414686"/>
    <w:rsid w:val="0041735A"/>
    <w:rsid w:val="00421A85"/>
    <w:rsid w:val="00422FEF"/>
    <w:rsid w:val="00424169"/>
    <w:rsid w:val="00430C6A"/>
    <w:rsid w:val="0043570C"/>
    <w:rsid w:val="00436621"/>
    <w:rsid w:val="0044207B"/>
    <w:rsid w:val="00442153"/>
    <w:rsid w:val="00452051"/>
    <w:rsid w:val="00454CFA"/>
    <w:rsid w:val="00456E4F"/>
    <w:rsid w:val="0047020C"/>
    <w:rsid w:val="00470E25"/>
    <w:rsid w:val="0048079E"/>
    <w:rsid w:val="00483BB4"/>
    <w:rsid w:val="004875D0"/>
    <w:rsid w:val="00492965"/>
    <w:rsid w:val="004933D2"/>
    <w:rsid w:val="004950FD"/>
    <w:rsid w:val="00495CAC"/>
    <w:rsid w:val="004A09D3"/>
    <w:rsid w:val="004A0C9F"/>
    <w:rsid w:val="004B0D5B"/>
    <w:rsid w:val="004B2629"/>
    <w:rsid w:val="004C06FB"/>
    <w:rsid w:val="004C0759"/>
    <w:rsid w:val="004C079C"/>
    <w:rsid w:val="004C3A34"/>
    <w:rsid w:val="004C5061"/>
    <w:rsid w:val="004C7FE6"/>
    <w:rsid w:val="004D31E5"/>
    <w:rsid w:val="004D3C92"/>
    <w:rsid w:val="004D7BC9"/>
    <w:rsid w:val="004E0ACE"/>
    <w:rsid w:val="004F2BCD"/>
    <w:rsid w:val="004F373E"/>
    <w:rsid w:val="004F5A9D"/>
    <w:rsid w:val="00501FE3"/>
    <w:rsid w:val="00504E88"/>
    <w:rsid w:val="00506919"/>
    <w:rsid w:val="00510119"/>
    <w:rsid w:val="005153CA"/>
    <w:rsid w:val="00517684"/>
    <w:rsid w:val="00520ED8"/>
    <w:rsid w:val="0052270C"/>
    <w:rsid w:val="00523624"/>
    <w:rsid w:val="00524696"/>
    <w:rsid w:val="00527191"/>
    <w:rsid w:val="005309B3"/>
    <w:rsid w:val="00530C17"/>
    <w:rsid w:val="00530D86"/>
    <w:rsid w:val="00531BBC"/>
    <w:rsid w:val="0053374A"/>
    <w:rsid w:val="00536EFA"/>
    <w:rsid w:val="00543D00"/>
    <w:rsid w:val="00552F84"/>
    <w:rsid w:val="005545D2"/>
    <w:rsid w:val="00561B59"/>
    <w:rsid w:val="00562171"/>
    <w:rsid w:val="00566228"/>
    <w:rsid w:val="00581155"/>
    <w:rsid w:val="00586B7B"/>
    <w:rsid w:val="005900B1"/>
    <w:rsid w:val="00590971"/>
    <w:rsid w:val="005A1121"/>
    <w:rsid w:val="005A3337"/>
    <w:rsid w:val="005A3E1E"/>
    <w:rsid w:val="005B305B"/>
    <w:rsid w:val="005B6097"/>
    <w:rsid w:val="005B650C"/>
    <w:rsid w:val="005B6B6C"/>
    <w:rsid w:val="005C73AB"/>
    <w:rsid w:val="005D0E57"/>
    <w:rsid w:val="005D35F1"/>
    <w:rsid w:val="005E3551"/>
    <w:rsid w:val="005E784C"/>
    <w:rsid w:val="005F0FBC"/>
    <w:rsid w:val="005F5753"/>
    <w:rsid w:val="005F5C86"/>
    <w:rsid w:val="005F6569"/>
    <w:rsid w:val="00606024"/>
    <w:rsid w:val="0060698A"/>
    <w:rsid w:val="00611D48"/>
    <w:rsid w:val="0062030B"/>
    <w:rsid w:val="00620351"/>
    <w:rsid w:val="006237A6"/>
    <w:rsid w:val="00633935"/>
    <w:rsid w:val="00636327"/>
    <w:rsid w:val="00642F59"/>
    <w:rsid w:val="006435CA"/>
    <w:rsid w:val="00647F98"/>
    <w:rsid w:val="00650F64"/>
    <w:rsid w:val="00651A92"/>
    <w:rsid w:val="00656BDB"/>
    <w:rsid w:val="00660CE0"/>
    <w:rsid w:val="00665833"/>
    <w:rsid w:val="006669BD"/>
    <w:rsid w:val="00672B30"/>
    <w:rsid w:val="00681CAA"/>
    <w:rsid w:val="006823E3"/>
    <w:rsid w:val="00683EB7"/>
    <w:rsid w:val="00684E5A"/>
    <w:rsid w:val="00686999"/>
    <w:rsid w:val="006878F4"/>
    <w:rsid w:val="00690AA5"/>
    <w:rsid w:val="006943A1"/>
    <w:rsid w:val="00695171"/>
    <w:rsid w:val="00695C3B"/>
    <w:rsid w:val="00696C95"/>
    <w:rsid w:val="006A294E"/>
    <w:rsid w:val="006A747F"/>
    <w:rsid w:val="006B1A2D"/>
    <w:rsid w:val="006B27E5"/>
    <w:rsid w:val="006B57EB"/>
    <w:rsid w:val="006B58CE"/>
    <w:rsid w:val="006B6E1E"/>
    <w:rsid w:val="006B7CF2"/>
    <w:rsid w:val="006C0BAF"/>
    <w:rsid w:val="006C41B6"/>
    <w:rsid w:val="006C5417"/>
    <w:rsid w:val="006C7A83"/>
    <w:rsid w:val="006D1B96"/>
    <w:rsid w:val="006D251D"/>
    <w:rsid w:val="006D56B2"/>
    <w:rsid w:val="006D59EA"/>
    <w:rsid w:val="006D5F76"/>
    <w:rsid w:val="006E08C0"/>
    <w:rsid w:val="006E4922"/>
    <w:rsid w:val="006E52B3"/>
    <w:rsid w:val="006F1D8F"/>
    <w:rsid w:val="006F22BC"/>
    <w:rsid w:val="00704CFC"/>
    <w:rsid w:val="0071081F"/>
    <w:rsid w:val="00710D11"/>
    <w:rsid w:val="00710FF3"/>
    <w:rsid w:val="00731F97"/>
    <w:rsid w:val="0073668C"/>
    <w:rsid w:val="00737D68"/>
    <w:rsid w:val="00743961"/>
    <w:rsid w:val="007460B5"/>
    <w:rsid w:val="007516AC"/>
    <w:rsid w:val="00761645"/>
    <w:rsid w:val="00761696"/>
    <w:rsid w:val="00775059"/>
    <w:rsid w:val="007766E2"/>
    <w:rsid w:val="00776720"/>
    <w:rsid w:val="007831AE"/>
    <w:rsid w:val="0078417D"/>
    <w:rsid w:val="007855CE"/>
    <w:rsid w:val="00786E09"/>
    <w:rsid w:val="00791FA5"/>
    <w:rsid w:val="0079556D"/>
    <w:rsid w:val="007A4798"/>
    <w:rsid w:val="007B5D06"/>
    <w:rsid w:val="007C3485"/>
    <w:rsid w:val="007C4774"/>
    <w:rsid w:val="007C4E43"/>
    <w:rsid w:val="007D76FA"/>
    <w:rsid w:val="007E3EFB"/>
    <w:rsid w:val="007E5C9A"/>
    <w:rsid w:val="007E62BA"/>
    <w:rsid w:val="007E7B27"/>
    <w:rsid w:val="007F3BDE"/>
    <w:rsid w:val="007F3EED"/>
    <w:rsid w:val="007F518B"/>
    <w:rsid w:val="007F7A1E"/>
    <w:rsid w:val="008015FA"/>
    <w:rsid w:val="00802E70"/>
    <w:rsid w:val="00804E74"/>
    <w:rsid w:val="0080691F"/>
    <w:rsid w:val="00810BF1"/>
    <w:rsid w:val="00811C25"/>
    <w:rsid w:val="008122D3"/>
    <w:rsid w:val="0081686C"/>
    <w:rsid w:val="00817393"/>
    <w:rsid w:val="00827867"/>
    <w:rsid w:val="008338B3"/>
    <w:rsid w:val="00836043"/>
    <w:rsid w:val="008429AE"/>
    <w:rsid w:val="00855D86"/>
    <w:rsid w:val="00866B8D"/>
    <w:rsid w:val="00867DD3"/>
    <w:rsid w:val="008741B1"/>
    <w:rsid w:val="00874D83"/>
    <w:rsid w:val="008775A2"/>
    <w:rsid w:val="00882B78"/>
    <w:rsid w:val="0088640A"/>
    <w:rsid w:val="008873DB"/>
    <w:rsid w:val="0089006B"/>
    <w:rsid w:val="00890FA3"/>
    <w:rsid w:val="008910DE"/>
    <w:rsid w:val="008963C1"/>
    <w:rsid w:val="008A6693"/>
    <w:rsid w:val="008A6B5F"/>
    <w:rsid w:val="008A7652"/>
    <w:rsid w:val="008B4DDD"/>
    <w:rsid w:val="008C1F3D"/>
    <w:rsid w:val="008C24A5"/>
    <w:rsid w:val="008C2F51"/>
    <w:rsid w:val="008C54DF"/>
    <w:rsid w:val="008D5054"/>
    <w:rsid w:val="008D6891"/>
    <w:rsid w:val="008E455A"/>
    <w:rsid w:val="008E5C9B"/>
    <w:rsid w:val="008F331C"/>
    <w:rsid w:val="008F7B8B"/>
    <w:rsid w:val="00904D46"/>
    <w:rsid w:val="00904E8C"/>
    <w:rsid w:val="00910B3C"/>
    <w:rsid w:val="00912D1C"/>
    <w:rsid w:val="00914230"/>
    <w:rsid w:val="009158C4"/>
    <w:rsid w:val="00917B72"/>
    <w:rsid w:val="00920E6E"/>
    <w:rsid w:val="009269FB"/>
    <w:rsid w:val="00932E8A"/>
    <w:rsid w:val="00934504"/>
    <w:rsid w:val="00941D92"/>
    <w:rsid w:val="00945F06"/>
    <w:rsid w:val="00950FCC"/>
    <w:rsid w:val="00951739"/>
    <w:rsid w:val="00955092"/>
    <w:rsid w:val="00962F69"/>
    <w:rsid w:val="009641D3"/>
    <w:rsid w:val="00964FEF"/>
    <w:rsid w:val="00966D61"/>
    <w:rsid w:val="0097392B"/>
    <w:rsid w:val="00980C25"/>
    <w:rsid w:val="00990D9F"/>
    <w:rsid w:val="0099280E"/>
    <w:rsid w:val="00992890"/>
    <w:rsid w:val="009A5879"/>
    <w:rsid w:val="009A7577"/>
    <w:rsid w:val="009B72B1"/>
    <w:rsid w:val="009C3CB8"/>
    <w:rsid w:val="009D3782"/>
    <w:rsid w:val="009D4875"/>
    <w:rsid w:val="009D4E3E"/>
    <w:rsid w:val="009E0C63"/>
    <w:rsid w:val="009E0D5A"/>
    <w:rsid w:val="009E0E8E"/>
    <w:rsid w:val="009E27AB"/>
    <w:rsid w:val="009E5913"/>
    <w:rsid w:val="009E5F30"/>
    <w:rsid w:val="009E76D3"/>
    <w:rsid w:val="009F2082"/>
    <w:rsid w:val="009F4B79"/>
    <w:rsid w:val="009F5F9A"/>
    <w:rsid w:val="00A002C1"/>
    <w:rsid w:val="00A00DE3"/>
    <w:rsid w:val="00A02EC5"/>
    <w:rsid w:val="00A07C27"/>
    <w:rsid w:val="00A137A1"/>
    <w:rsid w:val="00A14D44"/>
    <w:rsid w:val="00A15087"/>
    <w:rsid w:val="00A1594F"/>
    <w:rsid w:val="00A33A98"/>
    <w:rsid w:val="00A361F0"/>
    <w:rsid w:val="00A36728"/>
    <w:rsid w:val="00A44F1C"/>
    <w:rsid w:val="00A474CC"/>
    <w:rsid w:val="00A53303"/>
    <w:rsid w:val="00A54487"/>
    <w:rsid w:val="00A5644B"/>
    <w:rsid w:val="00A57982"/>
    <w:rsid w:val="00A6181F"/>
    <w:rsid w:val="00A653CD"/>
    <w:rsid w:val="00A70DE8"/>
    <w:rsid w:val="00A70F35"/>
    <w:rsid w:val="00A71600"/>
    <w:rsid w:val="00A7712B"/>
    <w:rsid w:val="00A85DDE"/>
    <w:rsid w:val="00A870B6"/>
    <w:rsid w:val="00A92BC3"/>
    <w:rsid w:val="00A9481A"/>
    <w:rsid w:val="00A9788F"/>
    <w:rsid w:val="00AA3B0B"/>
    <w:rsid w:val="00AA6A0E"/>
    <w:rsid w:val="00AB505D"/>
    <w:rsid w:val="00AB743B"/>
    <w:rsid w:val="00AC0BC5"/>
    <w:rsid w:val="00AC21C0"/>
    <w:rsid w:val="00AD0FA2"/>
    <w:rsid w:val="00AD27C7"/>
    <w:rsid w:val="00AD31BB"/>
    <w:rsid w:val="00AE31FD"/>
    <w:rsid w:val="00AE43B5"/>
    <w:rsid w:val="00AE57AD"/>
    <w:rsid w:val="00AF0688"/>
    <w:rsid w:val="00AF2005"/>
    <w:rsid w:val="00AF284A"/>
    <w:rsid w:val="00AF7475"/>
    <w:rsid w:val="00B023C1"/>
    <w:rsid w:val="00B02F41"/>
    <w:rsid w:val="00B10CD0"/>
    <w:rsid w:val="00B21A36"/>
    <w:rsid w:val="00B22962"/>
    <w:rsid w:val="00B37FEB"/>
    <w:rsid w:val="00B5167F"/>
    <w:rsid w:val="00B5174E"/>
    <w:rsid w:val="00B705F8"/>
    <w:rsid w:val="00B7186B"/>
    <w:rsid w:val="00B71C81"/>
    <w:rsid w:val="00B72BCF"/>
    <w:rsid w:val="00B745CD"/>
    <w:rsid w:val="00B75F17"/>
    <w:rsid w:val="00B76BF2"/>
    <w:rsid w:val="00B84AD6"/>
    <w:rsid w:val="00B90EFC"/>
    <w:rsid w:val="00BA168C"/>
    <w:rsid w:val="00BB0BDD"/>
    <w:rsid w:val="00BB3666"/>
    <w:rsid w:val="00BB3A19"/>
    <w:rsid w:val="00BC0F24"/>
    <w:rsid w:val="00BC19FB"/>
    <w:rsid w:val="00BC6805"/>
    <w:rsid w:val="00BD5166"/>
    <w:rsid w:val="00BD6A7A"/>
    <w:rsid w:val="00BD727B"/>
    <w:rsid w:val="00BD7821"/>
    <w:rsid w:val="00BD7C6A"/>
    <w:rsid w:val="00BE29F5"/>
    <w:rsid w:val="00BE3387"/>
    <w:rsid w:val="00BE3D31"/>
    <w:rsid w:val="00BF0A80"/>
    <w:rsid w:val="00BF37B7"/>
    <w:rsid w:val="00BF5495"/>
    <w:rsid w:val="00C06A23"/>
    <w:rsid w:val="00C1112A"/>
    <w:rsid w:val="00C11154"/>
    <w:rsid w:val="00C133D7"/>
    <w:rsid w:val="00C13645"/>
    <w:rsid w:val="00C151F0"/>
    <w:rsid w:val="00C210E3"/>
    <w:rsid w:val="00C21D69"/>
    <w:rsid w:val="00C22565"/>
    <w:rsid w:val="00C2567A"/>
    <w:rsid w:val="00C333A8"/>
    <w:rsid w:val="00C3475B"/>
    <w:rsid w:val="00C35C99"/>
    <w:rsid w:val="00C434E3"/>
    <w:rsid w:val="00C4389F"/>
    <w:rsid w:val="00C47941"/>
    <w:rsid w:val="00C50176"/>
    <w:rsid w:val="00C51BA7"/>
    <w:rsid w:val="00C54E1D"/>
    <w:rsid w:val="00C568DE"/>
    <w:rsid w:val="00C57111"/>
    <w:rsid w:val="00C6025C"/>
    <w:rsid w:val="00C61A69"/>
    <w:rsid w:val="00C628CE"/>
    <w:rsid w:val="00C62A46"/>
    <w:rsid w:val="00C63344"/>
    <w:rsid w:val="00C65E2F"/>
    <w:rsid w:val="00C70691"/>
    <w:rsid w:val="00C71FA3"/>
    <w:rsid w:val="00C722C0"/>
    <w:rsid w:val="00C75878"/>
    <w:rsid w:val="00C807C1"/>
    <w:rsid w:val="00C80AAE"/>
    <w:rsid w:val="00C84CEF"/>
    <w:rsid w:val="00C9201B"/>
    <w:rsid w:val="00CA25EF"/>
    <w:rsid w:val="00CA3F1E"/>
    <w:rsid w:val="00CB6CBF"/>
    <w:rsid w:val="00CC739B"/>
    <w:rsid w:val="00CC7AED"/>
    <w:rsid w:val="00CD18C0"/>
    <w:rsid w:val="00CD414A"/>
    <w:rsid w:val="00CD6263"/>
    <w:rsid w:val="00CE10E2"/>
    <w:rsid w:val="00CE2CE6"/>
    <w:rsid w:val="00CE2D72"/>
    <w:rsid w:val="00CF2CE5"/>
    <w:rsid w:val="00CF3BB7"/>
    <w:rsid w:val="00CF4D28"/>
    <w:rsid w:val="00D00D42"/>
    <w:rsid w:val="00D06826"/>
    <w:rsid w:val="00D14C17"/>
    <w:rsid w:val="00D15A92"/>
    <w:rsid w:val="00D212D5"/>
    <w:rsid w:val="00D3220D"/>
    <w:rsid w:val="00D371F5"/>
    <w:rsid w:val="00D47074"/>
    <w:rsid w:val="00D47E33"/>
    <w:rsid w:val="00D704F6"/>
    <w:rsid w:val="00D71132"/>
    <w:rsid w:val="00D72461"/>
    <w:rsid w:val="00D84EC1"/>
    <w:rsid w:val="00D869C2"/>
    <w:rsid w:val="00D92E88"/>
    <w:rsid w:val="00DA4DDA"/>
    <w:rsid w:val="00DA6710"/>
    <w:rsid w:val="00DA72EA"/>
    <w:rsid w:val="00DB09F5"/>
    <w:rsid w:val="00DB7422"/>
    <w:rsid w:val="00DD0DE5"/>
    <w:rsid w:val="00DD1EC6"/>
    <w:rsid w:val="00DD46BB"/>
    <w:rsid w:val="00DD7DB4"/>
    <w:rsid w:val="00DE0233"/>
    <w:rsid w:val="00DE31AD"/>
    <w:rsid w:val="00DE71F6"/>
    <w:rsid w:val="00DF2AFD"/>
    <w:rsid w:val="00DF44DC"/>
    <w:rsid w:val="00E0026B"/>
    <w:rsid w:val="00E004B8"/>
    <w:rsid w:val="00E03B6D"/>
    <w:rsid w:val="00E0486F"/>
    <w:rsid w:val="00E1134F"/>
    <w:rsid w:val="00E143A2"/>
    <w:rsid w:val="00E17FEA"/>
    <w:rsid w:val="00E202B8"/>
    <w:rsid w:val="00E22332"/>
    <w:rsid w:val="00E23D20"/>
    <w:rsid w:val="00E26991"/>
    <w:rsid w:val="00E26E25"/>
    <w:rsid w:val="00E27562"/>
    <w:rsid w:val="00E3780F"/>
    <w:rsid w:val="00E47CBF"/>
    <w:rsid w:val="00E511A2"/>
    <w:rsid w:val="00E52A6B"/>
    <w:rsid w:val="00E53F76"/>
    <w:rsid w:val="00E56178"/>
    <w:rsid w:val="00E57C66"/>
    <w:rsid w:val="00E61E1D"/>
    <w:rsid w:val="00E64787"/>
    <w:rsid w:val="00E76700"/>
    <w:rsid w:val="00E77A7F"/>
    <w:rsid w:val="00E82324"/>
    <w:rsid w:val="00E8407D"/>
    <w:rsid w:val="00E856A9"/>
    <w:rsid w:val="00E87927"/>
    <w:rsid w:val="00E906D4"/>
    <w:rsid w:val="00E92E4B"/>
    <w:rsid w:val="00E973DB"/>
    <w:rsid w:val="00E9741B"/>
    <w:rsid w:val="00EA035A"/>
    <w:rsid w:val="00EA5666"/>
    <w:rsid w:val="00EA65A1"/>
    <w:rsid w:val="00EC0314"/>
    <w:rsid w:val="00EC55D4"/>
    <w:rsid w:val="00ED12C7"/>
    <w:rsid w:val="00ED3977"/>
    <w:rsid w:val="00ED471B"/>
    <w:rsid w:val="00ED5AE8"/>
    <w:rsid w:val="00ED7E02"/>
    <w:rsid w:val="00EE3E88"/>
    <w:rsid w:val="00EE5784"/>
    <w:rsid w:val="00EE70EE"/>
    <w:rsid w:val="00EF3042"/>
    <w:rsid w:val="00EF6FCE"/>
    <w:rsid w:val="00F04CA0"/>
    <w:rsid w:val="00F053D9"/>
    <w:rsid w:val="00F05791"/>
    <w:rsid w:val="00F148A9"/>
    <w:rsid w:val="00F2370A"/>
    <w:rsid w:val="00F24469"/>
    <w:rsid w:val="00F24B24"/>
    <w:rsid w:val="00F26665"/>
    <w:rsid w:val="00F27587"/>
    <w:rsid w:val="00F36687"/>
    <w:rsid w:val="00F40DBD"/>
    <w:rsid w:val="00F45065"/>
    <w:rsid w:val="00F455DE"/>
    <w:rsid w:val="00F45FB1"/>
    <w:rsid w:val="00F46A8E"/>
    <w:rsid w:val="00F60E3A"/>
    <w:rsid w:val="00F625E1"/>
    <w:rsid w:val="00F63E4F"/>
    <w:rsid w:val="00F65978"/>
    <w:rsid w:val="00F75DE4"/>
    <w:rsid w:val="00F75E65"/>
    <w:rsid w:val="00F778EE"/>
    <w:rsid w:val="00F80D1A"/>
    <w:rsid w:val="00F82E92"/>
    <w:rsid w:val="00F87A88"/>
    <w:rsid w:val="00F910EF"/>
    <w:rsid w:val="00F953D2"/>
    <w:rsid w:val="00FA0CE2"/>
    <w:rsid w:val="00FA5F23"/>
    <w:rsid w:val="00FA73CA"/>
    <w:rsid w:val="00FB7391"/>
    <w:rsid w:val="00FC1BCD"/>
    <w:rsid w:val="00FC3190"/>
    <w:rsid w:val="00FD06DA"/>
    <w:rsid w:val="00FD39A1"/>
    <w:rsid w:val="00FD691A"/>
    <w:rsid w:val="00FE2E9A"/>
    <w:rsid w:val="00FE6193"/>
    <w:rsid w:val="00FF049F"/>
    <w:rsid w:val="00FF5599"/>
    <w:rsid w:val="00FF6D03"/>
  </w:rsids>
  <m:mathPr>
    <m:mathFont m:val="Cambria Math"/>
    <m:brkBin m:val="before"/>
    <m:brkBinSub m:val="--"/>
    <m:smallFrac/>
    <m:dispDef/>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55E27F2"/>
  <w15:docId w15:val="{B3FEB242-59EB-448E-BA8F-F2823CA40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0FBC"/>
    <w:pPr>
      <w:spacing w:before="120" w:after="120" w:line="260" w:lineRule="exact"/>
      <w:jc w:val="both"/>
    </w:pPr>
    <w:rPr>
      <w:rFonts w:ascii="Lato" w:hAnsi="Lato"/>
      <w:sz w:val="22"/>
    </w:rPr>
  </w:style>
  <w:style w:type="paragraph" w:styleId="Heading1">
    <w:name w:val="heading 1"/>
    <w:next w:val="Normal"/>
    <w:link w:val="Heading1Char"/>
    <w:qFormat/>
    <w:rsid w:val="005F0FBC"/>
    <w:pPr>
      <w:spacing w:after="120"/>
      <w:outlineLvl w:val="0"/>
    </w:pPr>
    <w:rPr>
      <w:rFonts w:ascii="Lato" w:eastAsia="Times New Roman" w:hAnsi="Lato" w:cs="Arial"/>
      <w:bCs/>
      <w:iCs/>
      <w:color w:val="808080"/>
      <w:sz w:val="28"/>
      <w:szCs w:val="32"/>
      <w:lang w:eastAsia="en-AU"/>
    </w:rPr>
  </w:style>
  <w:style w:type="paragraph" w:styleId="Heading2">
    <w:name w:val="heading 2"/>
    <w:next w:val="Normal"/>
    <w:link w:val="Heading2Char"/>
    <w:qFormat/>
    <w:rsid w:val="005F0FBC"/>
    <w:pPr>
      <w:keepNext/>
      <w:spacing w:before="120" w:after="120"/>
      <w:outlineLvl w:val="1"/>
    </w:pPr>
    <w:rPr>
      <w:rFonts w:ascii="Lato" w:eastAsia="Times New Roman" w:hAnsi="Lato" w:cs="Arial"/>
      <w:bCs/>
      <w:i/>
      <w:iCs/>
      <w:color w:val="808080"/>
      <w:szCs w:val="32"/>
      <w:lang w:eastAsia="en-AU"/>
    </w:rPr>
  </w:style>
  <w:style w:type="paragraph" w:styleId="Heading3">
    <w:name w:val="heading 3"/>
    <w:basedOn w:val="Heading2"/>
    <w:next w:val="Normal"/>
    <w:link w:val="Heading3Char"/>
    <w:qFormat/>
    <w:rsid w:val="005F0FBC"/>
    <w:pPr>
      <w:outlineLvl w:val="2"/>
    </w:pPr>
    <w:rPr>
      <w:i w:val="0"/>
      <w:smallCaps/>
      <w:sz w:val="22"/>
    </w:rPr>
  </w:style>
  <w:style w:type="paragraph" w:styleId="Heading4">
    <w:name w:val="heading 4"/>
    <w:next w:val="Normal"/>
    <w:link w:val="Heading4Char"/>
    <w:qFormat/>
    <w:rsid w:val="005F0FBC"/>
    <w:pPr>
      <w:outlineLvl w:val="3"/>
    </w:pPr>
    <w:rPr>
      <w:rFonts w:ascii="Lato" w:eastAsia="Times New Roman" w:hAnsi="Lato" w:cs="Arial"/>
      <w:bCs/>
      <w:iCs/>
      <w:color w:val="808080"/>
      <w:sz w:val="22"/>
      <w:szCs w:val="18"/>
      <w:u w:val="single"/>
      <w:lang w:eastAsia="en-AU"/>
    </w:rPr>
  </w:style>
  <w:style w:type="paragraph" w:styleId="Heading5">
    <w:name w:val="heading 5"/>
    <w:basedOn w:val="Heading4"/>
    <w:next w:val="Normal"/>
    <w:link w:val="Heading5Char"/>
    <w:qFormat/>
    <w:rsid w:val="00955092"/>
    <w:pPr>
      <w:spacing w:before="60" w:after="60"/>
      <w:outlineLvl w:val="4"/>
    </w:pPr>
    <w:rPr>
      <w:sz w:val="20"/>
      <w:u w:val="none"/>
    </w:rPr>
  </w:style>
  <w:style w:type="paragraph" w:styleId="Heading6">
    <w:name w:val="heading 6"/>
    <w:basedOn w:val="Normal"/>
    <w:next w:val="Normal"/>
    <w:link w:val="Heading6Char"/>
    <w:rsid w:val="00AD31BB"/>
    <w:pPr>
      <w:spacing w:after="240" w:line="240" w:lineRule="auto"/>
      <w:jc w:val="right"/>
      <w:outlineLvl w:val="5"/>
    </w:pPr>
    <w:rPr>
      <w:rFonts w:ascii="Arial" w:eastAsia="Times New Roman" w:hAnsi="Arial" w:cs="Times New Roman"/>
      <w:b/>
      <w:bCs/>
      <w:color w:val="808080"/>
      <w:sz w:val="72"/>
      <w:szCs w:val="22"/>
    </w:rPr>
  </w:style>
  <w:style w:type="paragraph" w:styleId="Heading9">
    <w:name w:val="heading 9"/>
    <w:basedOn w:val="Normal"/>
    <w:next w:val="Normal"/>
    <w:link w:val="Heading9Char"/>
    <w:uiPriority w:val="9"/>
    <w:semiHidden/>
    <w:unhideWhenUsed/>
    <w:qFormat/>
    <w:rsid w:val="00F2370A"/>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1BBC"/>
    <w:pPr>
      <w:tabs>
        <w:tab w:val="center" w:pos="4320"/>
        <w:tab w:val="right" w:pos="8640"/>
      </w:tabs>
    </w:pPr>
  </w:style>
  <w:style w:type="character" w:customStyle="1" w:styleId="HeaderChar">
    <w:name w:val="Header Char"/>
    <w:basedOn w:val="DefaultParagraphFont"/>
    <w:link w:val="Header"/>
    <w:uiPriority w:val="99"/>
    <w:rsid w:val="00531BBC"/>
  </w:style>
  <w:style w:type="paragraph" w:styleId="Footer">
    <w:name w:val="footer"/>
    <w:basedOn w:val="Normal"/>
    <w:link w:val="FooterChar"/>
    <w:uiPriority w:val="99"/>
    <w:unhideWhenUsed/>
    <w:rsid w:val="00531BBC"/>
    <w:pPr>
      <w:tabs>
        <w:tab w:val="center" w:pos="4320"/>
        <w:tab w:val="right" w:pos="8640"/>
      </w:tabs>
    </w:pPr>
  </w:style>
  <w:style w:type="character" w:customStyle="1" w:styleId="FooterChar">
    <w:name w:val="Footer Char"/>
    <w:basedOn w:val="DefaultParagraphFont"/>
    <w:link w:val="Footer"/>
    <w:uiPriority w:val="99"/>
    <w:rsid w:val="00531BBC"/>
  </w:style>
  <w:style w:type="paragraph" w:customStyle="1" w:styleId="web">
    <w:name w:val="web"/>
    <w:rsid w:val="00EC0314"/>
    <w:pPr>
      <w:spacing w:line="240" w:lineRule="exact"/>
    </w:pPr>
    <w:rPr>
      <w:rFonts w:ascii="Lato Black" w:hAnsi="Lato Black" w:cs="Lato Black"/>
      <w:color w:val="231F20"/>
      <w:sz w:val="18"/>
      <w:szCs w:val="18"/>
      <w:u w:color="000000"/>
      <w:lang w:val="en-US" w:eastAsia="ja-JP"/>
    </w:rPr>
  </w:style>
  <w:style w:type="paragraph" w:customStyle="1" w:styleId="Departmentof">
    <w:name w:val="Department of"/>
    <w:basedOn w:val="Normal"/>
    <w:rsid w:val="00531BBC"/>
    <w:pPr>
      <w:spacing w:line="200" w:lineRule="exact"/>
    </w:pPr>
    <w:rPr>
      <w:rFonts w:ascii="Lato Regular" w:hAnsi="Lato Regular" w:cs="Lato Regular"/>
      <w:caps/>
      <w:color w:val="231F20"/>
      <w:sz w:val="17"/>
      <w:szCs w:val="17"/>
      <w:u w:color="000000"/>
      <w:lang w:val="en-US" w:eastAsia="ja-JP"/>
    </w:rPr>
  </w:style>
  <w:style w:type="paragraph" w:customStyle="1" w:styleId="Departmentname">
    <w:name w:val="Department name"/>
    <w:basedOn w:val="Departmentof"/>
    <w:rsid w:val="00531BBC"/>
    <w:rPr>
      <w:rFonts w:ascii="Lato Black" w:hAnsi="Lato Black" w:cs="Lato Black"/>
    </w:rPr>
  </w:style>
  <w:style w:type="paragraph" w:customStyle="1" w:styleId="BodyText1">
    <w:name w:val="Body Text1"/>
    <w:basedOn w:val="Normal"/>
    <w:rsid w:val="00531BBC"/>
    <w:pPr>
      <w:spacing w:line="180" w:lineRule="exact"/>
    </w:pPr>
    <w:rPr>
      <w:rFonts w:ascii="Lato Light" w:hAnsi="Lato Light" w:cs="Lato Light"/>
      <w:color w:val="231F20"/>
      <w:sz w:val="15"/>
      <w:szCs w:val="15"/>
      <w:u w:color="000000"/>
      <w:lang w:val="en-US" w:eastAsia="ja-JP"/>
    </w:rPr>
  </w:style>
  <w:style w:type="character" w:styleId="Strong">
    <w:name w:val="Strong"/>
    <w:basedOn w:val="DefaultParagraphFont"/>
    <w:qFormat/>
    <w:rsid w:val="00531BBC"/>
    <w:rPr>
      <w:b/>
    </w:rPr>
  </w:style>
  <w:style w:type="table" w:styleId="TableGrid">
    <w:name w:val="Table Grid"/>
    <w:basedOn w:val="TableNormal"/>
    <w:uiPriority w:val="59"/>
    <w:rsid w:val="004B26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B262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2629"/>
    <w:rPr>
      <w:rFonts w:ascii="Tahoma" w:hAnsi="Tahoma" w:cs="Tahoma"/>
      <w:sz w:val="16"/>
      <w:szCs w:val="16"/>
    </w:rPr>
  </w:style>
  <w:style w:type="character" w:styleId="Hyperlink">
    <w:name w:val="Hyperlink"/>
    <w:basedOn w:val="DefaultParagraphFont"/>
    <w:uiPriority w:val="99"/>
    <w:unhideWhenUsed/>
    <w:rsid w:val="009E27AB"/>
    <w:rPr>
      <w:color w:val="0000FF" w:themeColor="hyperlink"/>
      <w:u w:val="single"/>
    </w:rPr>
  </w:style>
  <w:style w:type="paragraph" w:styleId="Title">
    <w:name w:val="Title"/>
    <w:basedOn w:val="Normal"/>
    <w:next w:val="Normal"/>
    <w:link w:val="TitleChar"/>
    <w:uiPriority w:val="10"/>
    <w:qFormat/>
    <w:rsid w:val="005F0FBC"/>
    <w:pPr>
      <w:spacing w:before="320" w:after="320"/>
    </w:pPr>
    <w:rPr>
      <w:i/>
      <w:color w:val="808080"/>
      <w:sz w:val="36"/>
      <w:szCs w:val="40"/>
    </w:rPr>
  </w:style>
  <w:style w:type="character" w:customStyle="1" w:styleId="TitleChar">
    <w:name w:val="Title Char"/>
    <w:basedOn w:val="DefaultParagraphFont"/>
    <w:link w:val="Title"/>
    <w:uiPriority w:val="10"/>
    <w:rsid w:val="005F0FBC"/>
    <w:rPr>
      <w:rFonts w:ascii="Lato" w:hAnsi="Lato"/>
      <w:i/>
      <w:color w:val="808080"/>
      <w:sz w:val="36"/>
      <w:szCs w:val="40"/>
    </w:rPr>
  </w:style>
  <w:style w:type="character" w:customStyle="1" w:styleId="Heading1Char">
    <w:name w:val="Heading 1 Char"/>
    <w:basedOn w:val="DefaultParagraphFont"/>
    <w:link w:val="Heading1"/>
    <w:rsid w:val="005F0FBC"/>
    <w:rPr>
      <w:rFonts w:ascii="Lato" w:eastAsia="Times New Roman" w:hAnsi="Lato" w:cs="Arial"/>
      <w:bCs/>
      <w:iCs/>
      <w:color w:val="808080"/>
      <w:sz w:val="28"/>
      <w:szCs w:val="32"/>
      <w:lang w:eastAsia="en-AU"/>
    </w:rPr>
  </w:style>
  <w:style w:type="character" w:customStyle="1" w:styleId="Heading2Char">
    <w:name w:val="Heading 2 Char"/>
    <w:basedOn w:val="DefaultParagraphFont"/>
    <w:link w:val="Heading2"/>
    <w:rsid w:val="005F0FBC"/>
    <w:rPr>
      <w:rFonts w:ascii="Lato" w:eastAsia="Times New Roman" w:hAnsi="Lato" w:cs="Arial"/>
      <w:bCs/>
      <w:i/>
      <w:iCs/>
      <w:color w:val="808080"/>
      <w:szCs w:val="32"/>
      <w:lang w:eastAsia="en-AU"/>
    </w:rPr>
  </w:style>
  <w:style w:type="character" w:customStyle="1" w:styleId="Heading3Char">
    <w:name w:val="Heading 3 Char"/>
    <w:basedOn w:val="DefaultParagraphFont"/>
    <w:link w:val="Heading3"/>
    <w:rsid w:val="005F0FBC"/>
    <w:rPr>
      <w:rFonts w:ascii="Lato" w:eastAsia="Times New Roman" w:hAnsi="Lato" w:cs="Arial"/>
      <w:bCs/>
      <w:iCs/>
      <w:smallCaps/>
      <w:color w:val="808080"/>
      <w:sz w:val="22"/>
      <w:szCs w:val="32"/>
      <w:lang w:eastAsia="en-AU"/>
    </w:rPr>
  </w:style>
  <w:style w:type="character" w:customStyle="1" w:styleId="Heading4Char">
    <w:name w:val="Heading 4 Char"/>
    <w:basedOn w:val="DefaultParagraphFont"/>
    <w:link w:val="Heading4"/>
    <w:rsid w:val="005F0FBC"/>
    <w:rPr>
      <w:rFonts w:ascii="Lato" w:eastAsia="Times New Roman" w:hAnsi="Lato" w:cs="Arial"/>
      <w:bCs/>
      <w:iCs/>
      <w:color w:val="808080"/>
      <w:sz w:val="22"/>
      <w:szCs w:val="18"/>
      <w:u w:val="single"/>
      <w:lang w:eastAsia="en-AU"/>
    </w:rPr>
  </w:style>
  <w:style w:type="character" w:customStyle="1" w:styleId="Heading5Char">
    <w:name w:val="Heading 5 Char"/>
    <w:basedOn w:val="DefaultParagraphFont"/>
    <w:link w:val="Heading5"/>
    <w:rsid w:val="00955092"/>
    <w:rPr>
      <w:rFonts w:ascii="Lato" w:eastAsia="Times New Roman" w:hAnsi="Lato" w:cs="Arial"/>
      <w:bCs/>
      <w:iCs/>
      <w:color w:val="808080"/>
      <w:sz w:val="20"/>
      <w:szCs w:val="18"/>
      <w:lang w:eastAsia="en-AU"/>
    </w:rPr>
  </w:style>
  <w:style w:type="character" w:customStyle="1" w:styleId="Heading6Char">
    <w:name w:val="Heading 6 Char"/>
    <w:basedOn w:val="DefaultParagraphFont"/>
    <w:link w:val="Heading6"/>
    <w:rsid w:val="00AD31BB"/>
    <w:rPr>
      <w:rFonts w:ascii="Arial" w:eastAsia="Times New Roman" w:hAnsi="Arial" w:cs="Times New Roman"/>
      <w:b/>
      <w:bCs/>
      <w:color w:val="808080"/>
      <w:sz w:val="72"/>
      <w:szCs w:val="22"/>
    </w:rPr>
  </w:style>
  <w:style w:type="paragraph" w:styleId="TOC3">
    <w:name w:val="toc 3"/>
    <w:basedOn w:val="TOC2"/>
    <w:next w:val="Normal"/>
    <w:autoRedefine/>
    <w:semiHidden/>
    <w:rsid w:val="00AD31BB"/>
    <w:pPr>
      <w:ind w:left="440"/>
    </w:pPr>
    <w:rPr>
      <w:i/>
      <w:iCs/>
      <w:smallCaps w:val="0"/>
    </w:rPr>
  </w:style>
  <w:style w:type="paragraph" w:styleId="TOC2">
    <w:name w:val="toc 2"/>
    <w:basedOn w:val="Normal"/>
    <w:next w:val="Normal"/>
    <w:autoRedefine/>
    <w:semiHidden/>
    <w:rsid w:val="00AD31BB"/>
    <w:pPr>
      <w:spacing w:line="240" w:lineRule="auto"/>
      <w:ind w:left="220"/>
    </w:pPr>
    <w:rPr>
      <w:rFonts w:ascii="Times New Roman" w:eastAsia="Times New Roman" w:hAnsi="Times New Roman" w:cs="Times New Roman"/>
      <w:smallCaps/>
      <w:szCs w:val="20"/>
      <w:lang w:eastAsia="en-AU"/>
    </w:rPr>
  </w:style>
  <w:style w:type="paragraph" w:styleId="TOC1">
    <w:name w:val="toc 1"/>
    <w:basedOn w:val="Normal"/>
    <w:next w:val="Normal"/>
    <w:autoRedefine/>
    <w:semiHidden/>
    <w:rsid w:val="00AD31BB"/>
    <w:pPr>
      <w:spacing w:line="240" w:lineRule="auto"/>
    </w:pPr>
    <w:rPr>
      <w:rFonts w:ascii="Times New Roman" w:eastAsia="Times New Roman" w:hAnsi="Times New Roman" w:cs="Times New Roman"/>
      <w:b/>
      <w:bCs/>
      <w:caps/>
      <w:szCs w:val="20"/>
      <w:lang w:eastAsia="en-AU"/>
    </w:rPr>
  </w:style>
  <w:style w:type="paragraph" w:customStyle="1" w:styleId="TableEntry1">
    <w:name w:val="Table Entry1"/>
    <w:basedOn w:val="Normal"/>
    <w:rsid w:val="00AD31BB"/>
    <w:pPr>
      <w:spacing w:before="60" w:after="60" w:line="240" w:lineRule="auto"/>
    </w:pPr>
    <w:rPr>
      <w:rFonts w:ascii="Arial" w:eastAsia="Times New Roman" w:hAnsi="Arial" w:cs="Times New Roman"/>
      <w:szCs w:val="20"/>
      <w:lang w:val="en-US" w:eastAsia="en-AU"/>
    </w:rPr>
  </w:style>
  <w:style w:type="paragraph" w:customStyle="1" w:styleId="TableHeading">
    <w:name w:val="Table Heading"/>
    <w:basedOn w:val="Normal"/>
    <w:rsid w:val="00AD31BB"/>
    <w:pPr>
      <w:spacing w:before="60" w:after="60" w:line="240" w:lineRule="auto"/>
    </w:pPr>
    <w:rPr>
      <w:rFonts w:ascii="Arial" w:eastAsia="Times New Roman" w:hAnsi="Arial" w:cs="Times New Roman"/>
      <w:b/>
      <w:bCs/>
      <w:szCs w:val="20"/>
      <w:lang w:val="en-US" w:eastAsia="en-AU"/>
    </w:rPr>
  </w:style>
  <w:style w:type="paragraph" w:customStyle="1" w:styleId="TableEntry2">
    <w:name w:val="Table Entry2"/>
    <w:basedOn w:val="TableEntry1"/>
    <w:rsid w:val="00AD31BB"/>
    <w:pPr>
      <w:tabs>
        <w:tab w:val="left" w:pos="284"/>
      </w:tabs>
      <w:jc w:val="right"/>
    </w:pPr>
    <w:rPr>
      <w:sz w:val="20"/>
    </w:rPr>
  </w:style>
  <w:style w:type="character" w:customStyle="1" w:styleId="Heading9Char">
    <w:name w:val="Heading 9 Char"/>
    <w:basedOn w:val="DefaultParagraphFont"/>
    <w:link w:val="Heading9"/>
    <w:uiPriority w:val="9"/>
    <w:semiHidden/>
    <w:rsid w:val="00F2370A"/>
    <w:rPr>
      <w:rFonts w:asciiTheme="majorHAnsi" w:eastAsiaTheme="majorEastAsia" w:hAnsiTheme="majorHAnsi" w:cstheme="majorBidi"/>
      <w:i/>
      <w:iCs/>
      <w:color w:val="404040" w:themeColor="text1" w:themeTint="BF"/>
      <w:sz w:val="20"/>
      <w:szCs w:val="20"/>
    </w:rPr>
  </w:style>
  <w:style w:type="paragraph" w:styleId="ListParagraph">
    <w:name w:val="List Paragraph"/>
    <w:link w:val="ListParagraphChar"/>
    <w:uiPriority w:val="34"/>
    <w:qFormat/>
    <w:rsid w:val="006E52B3"/>
    <w:pPr>
      <w:numPr>
        <w:numId w:val="2"/>
      </w:numPr>
      <w:spacing w:after="120"/>
      <w:ind w:left="284" w:hanging="284"/>
      <w:contextualSpacing/>
    </w:pPr>
    <w:rPr>
      <w:rFonts w:ascii="Lato" w:eastAsia="Calibri" w:hAnsi="Lato" w:cs="Arial"/>
      <w:sz w:val="22"/>
    </w:rPr>
  </w:style>
  <w:style w:type="character" w:customStyle="1" w:styleId="ListParagraphChar">
    <w:name w:val="List Paragraph Char"/>
    <w:basedOn w:val="DefaultParagraphFont"/>
    <w:link w:val="ListParagraph"/>
    <w:uiPriority w:val="34"/>
    <w:rsid w:val="006E52B3"/>
    <w:rPr>
      <w:rFonts w:ascii="Lato" w:eastAsia="Calibri" w:hAnsi="Lato" w:cs="Arial"/>
      <w:sz w:val="22"/>
    </w:rPr>
  </w:style>
  <w:style w:type="paragraph" w:customStyle="1" w:styleId="Numbers">
    <w:name w:val="Numbers"/>
    <w:qFormat/>
    <w:rsid w:val="00761696"/>
    <w:pPr>
      <w:numPr>
        <w:ilvl w:val="3"/>
        <w:numId w:val="2"/>
      </w:numPr>
      <w:ind w:left="284" w:hanging="284"/>
    </w:pPr>
    <w:rPr>
      <w:rFonts w:ascii="Arial" w:eastAsia="Calibri" w:hAnsi="Arial" w:cs="Arial"/>
      <w:sz w:val="22"/>
    </w:rPr>
  </w:style>
  <w:style w:type="paragraph" w:customStyle="1" w:styleId="PreList">
    <w:name w:val="PreList"/>
    <w:basedOn w:val="Normal"/>
    <w:next w:val="ListParagraph"/>
    <w:link w:val="PreListChar"/>
    <w:qFormat/>
    <w:rsid w:val="00955092"/>
    <w:pPr>
      <w:keepNext/>
      <w:suppressAutoHyphens/>
      <w:spacing w:after="0" w:line="240" w:lineRule="auto"/>
    </w:pPr>
    <w:rPr>
      <w:rFonts w:eastAsia="Calibri" w:cs="Arial"/>
    </w:rPr>
  </w:style>
  <w:style w:type="character" w:customStyle="1" w:styleId="PreListChar">
    <w:name w:val="PreList Char"/>
    <w:basedOn w:val="DefaultParagraphFont"/>
    <w:link w:val="PreList"/>
    <w:rsid w:val="00955092"/>
    <w:rPr>
      <w:rFonts w:ascii="Lato" w:eastAsia="Calibri" w:hAnsi="Lato" w:cs="Arial"/>
    </w:rPr>
  </w:style>
  <w:style w:type="paragraph" w:customStyle="1" w:styleId="ExternalLink">
    <w:name w:val="ExternalLink"/>
    <w:basedOn w:val="Normal"/>
    <w:link w:val="ExternalLinkChar"/>
    <w:qFormat/>
    <w:rsid w:val="00932E8A"/>
  </w:style>
  <w:style w:type="character" w:customStyle="1" w:styleId="ExternalLinkChar">
    <w:name w:val="ExternalLink Char"/>
    <w:basedOn w:val="Heading2Char"/>
    <w:link w:val="ExternalLink"/>
    <w:rsid w:val="00932E8A"/>
    <w:rPr>
      <w:rFonts w:ascii="Lato" w:eastAsia="Times New Roman" w:hAnsi="Lato" w:cs="Arial"/>
      <w:b/>
      <w:bCs w:val="0"/>
      <w:i/>
      <w:iCs w:val="0"/>
      <w:color w:val="808080"/>
      <w:sz w:val="28"/>
      <w:szCs w:val="32"/>
      <w:lang w:eastAsia="en-AU"/>
    </w:rPr>
  </w:style>
  <w:style w:type="character" w:styleId="PlaceholderText">
    <w:name w:val="Placeholder Text"/>
    <w:basedOn w:val="DefaultParagraphFont"/>
    <w:uiPriority w:val="99"/>
    <w:semiHidden/>
    <w:rsid w:val="00A85DDE"/>
    <w:rPr>
      <w:color w:val="808080"/>
    </w:rPr>
  </w:style>
  <w:style w:type="paragraph" w:customStyle="1" w:styleId="ExternalLink0">
    <w:name w:val="External Link"/>
    <w:basedOn w:val="Normal"/>
    <w:link w:val="ExternalLinkChar0"/>
    <w:qFormat/>
    <w:rsid w:val="008A6693"/>
    <w:rPr>
      <w:i/>
      <w:color w:val="0000FF"/>
      <w:u w:val="single"/>
    </w:rPr>
  </w:style>
  <w:style w:type="character" w:customStyle="1" w:styleId="ExternalLinkChar0">
    <w:name w:val="External Link Char"/>
    <w:basedOn w:val="DefaultParagraphFont"/>
    <w:link w:val="ExternalLink0"/>
    <w:rsid w:val="008A6693"/>
    <w:rPr>
      <w:rFonts w:ascii="Lato" w:hAnsi="Lato"/>
      <w:i/>
      <w:color w:val="0000FF"/>
      <w:sz w:val="22"/>
      <w:u w:val="single"/>
    </w:rPr>
  </w:style>
  <w:style w:type="paragraph" w:styleId="Subtitle">
    <w:name w:val="Subtitle"/>
    <w:basedOn w:val="Title"/>
    <w:next w:val="Normal"/>
    <w:link w:val="SubtitleChar"/>
    <w:qFormat/>
    <w:rsid w:val="00322BBD"/>
    <w:pPr>
      <w:spacing w:before="240" w:after="120" w:line="240" w:lineRule="auto"/>
      <w:jc w:val="left"/>
    </w:pPr>
    <w:rPr>
      <w:rFonts w:ascii="Arial" w:eastAsia="Calibri" w:hAnsi="Arial" w:cs="Arial"/>
      <w:b/>
      <w:color w:val="808080" w:themeColor="background1" w:themeShade="80"/>
      <w:sz w:val="28"/>
      <w:szCs w:val="24"/>
    </w:rPr>
  </w:style>
  <w:style w:type="character" w:customStyle="1" w:styleId="SubtitleChar">
    <w:name w:val="Subtitle Char"/>
    <w:basedOn w:val="DefaultParagraphFont"/>
    <w:link w:val="Subtitle"/>
    <w:rsid w:val="00322BBD"/>
    <w:rPr>
      <w:rFonts w:ascii="Arial" w:eastAsia="Calibri" w:hAnsi="Arial" w:cs="Arial"/>
      <w:b/>
      <w:i/>
      <w:color w:val="808080" w:themeColor="background1" w:themeShade="80"/>
      <w:sz w:val="28"/>
    </w:rPr>
  </w:style>
  <w:style w:type="paragraph" w:customStyle="1" w:styleId="Prelist0">
    <w:name w:val="Prelist"/>
    <w:basedOn w:val="Normal"/>
    <w:link w:val="PrelistChar0"/>
    <w:qFormat/>
    <w:rsid w:val="00322BBD"/>
    <w:pPr>
      <w:suppressAutoHyphens/>
      <w:spacing w:after="0" w:line="240" w:lineRule="auto"/>
    </w:pPr>
    <w:rPr>
      <w:rFonts w:ascii="Arial" w:eastAsia="Calibri" w:hAnsi="Arial" w:cs="Arial"/>
      <w:lang w:eastAsia="en-AU"/>
    </w:rPr>
  </w:style>
  <w:style w:type="character" w:customStyle="1" w:styleId="PrelistChar0">
    <w:name w:val="Prelist Char"/>
    <w:basedOn w:val="DefaultParagraphFont"/>
    <w:link w:val="Prelist0"/>
    <w:rsid w:val="00322BBD"/>
    <w:rPr>
      <w:rFonts w:ascii="Arial" w:eastAsia="Calibri" w:hAnsi="Arial" w:cs="Arial"/>
      <w:sz w:val="22"/>
      <w:lang w:eastAsia="en-AU"/>
    </w:rPr>
  </w:style>
  <w:style w:type="character" w:styleId="FollowedHyperlink">
    <w:name w:val="FollowedHyperlink"/>
    <w:basedOn w:val="DefaultParagraphFont"/>
    <w:uiPriority w:val="99"/>
    <w:semiHidden/>
    <w:unhideWhenUsed/>
    <w:rsid w:val="00FC1BCD"/>
    <w:rPr>
      <w:color w:val="800080" w:themeColor="followedHyperlink"/>
      <w:u w:val="single"/>
    </w:rPr>
  </w:style>
  <w:style w:type="character" w:styleId="CommentReference">
    <w:name w:val="annotation reference"/>
    <w:basedOn w:val="DefaultParagraphFont"/>
    <w:uiPriority w:val="99"/>
    <w:semiHidden/>
    <w:unhideWhenUsed/>
    <w:rsid w:val="00292A20"/>
    <w:rPr>
      <w:sz w:val="16"/>
      <w:szCs w:val="16"/>
    </w:rPr>
  </w:style>
  <w:style w:type="paragraph" w:styleId="CommentText">
    <w:name w:val="annotation text"/>
    <w:basedOn w:val="Normal"/>
    <w:link w:val="CommentTextChar"/>
    <w:uiPriority w:val="99"/>
    <w:semiHidden/>
    <w:unhideWhenUsed/>
    <w:rsid w:val="00292A20"/>
    <w:pPr>
      <w:spacing w:line="240" w:lineRule="auto"/>
    </w:pPr>
    <w:rPr>
      <w:sz w:val="20"/>
      <w:szCs w:val="20"/>
    </w:rPr>
  </w:style>
  <w:style w:type="character" w:customStyle="1" w:styleId="CommentTextChar">
    <w:name w:val="Comment Text Char"/>
    <w:basedOn w:val="DefaultParagraphFont"/>
    <w:link w:val="CommentText"/>
    <w:uiPriority w:val="99"/>
    <w:semiHidden/>
    <w:rsid w:val="00292A20"/>
    <w:rPr>
      <w:rFonts w:ascii="Lato" w:hAnsi="Lato"/>
      <w:sz w:val="20"/>
      <w:szCs w:val="20"/>
    </w:rPr>
  </w:style>
  <w:style w:type="paragraph" w:styleId="CommentSubject">
    <w:name w:val="annotation subject"/>
    <w:basedOn w:val="CommentText"/>
    <w:next w:val="CommentText"/>
    <w:link w:val="CommentSubjectChar"/>
    <w:uiPriority w:val="99"/>
    <w:semiHidden/>
    <w:unhideWhenUsed/>
    <w:rsid w:val="00292A20"/>
    <w:rPr>
      <w:b/>
      <w:bCs/>
    </w:rPr>
  </w:style>
  <w:style w:type="character" w:customStyle="1" w:styleId="CommentSubjectChar">
    <w:name w:val="Comment Subject Char"/>
    <w:basedOn w:val="CommentTextChar"/>
    <w:link w:val="CommentSubject"/>
    <w:uiPriority w:val="99"/>
    <w:semiHidden/>
    <w:rsid w:val="00292A20"/>
    <w:rPr>
      <w:rFonts w:ascii="Lato" w:hAnsi="Lato"/>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9505441">
      <w:bodyDiv w:val="1"/>
      <w:marLeft w:val="0"/>
      <w:marRight w:val="0"/>
      <w:marTop w:val="0"/>
      <w:marBottom w:val="0"/>
      <w:divBdr>
        <w:top w:val="none" w:sz="0" w:space="0" w:color="auto"/>
        <w:left w:val="none" w:sz="0" w:space="0" w:color="auto"/>
        <w:bottom w:val="none" w:sz="0" w:space="0" w:color="auto"/>
        <w:right w:val="none" w:sz="0" w:space="0" w:color="auto"/>
      </w:divBdr>
      <w:divsChild>
        <w:div w:id="2004359601">
          <w:marLeft w:val="0"/>
          <w:marRight w:val="0"/>
          <w:marTop w:val="0"/>
          <w:marBottom w:val="0"/>
          <w:divBdr>
            <w:top w:val="none" w:sz="0" w:space="0" w:color="auto"/>
            <w:left w:val="none" w:sz="0" w:space="0" w:color="auto"/>
            <w:bottom w:val="none" w:sz="0" w:space="0" w:color="auto"/>
            <w:right w:val="none" w:sz="0" w:space="0" w:color="auto"/>
          </w:divBdr>
          <w:divsChild>
            <w:div w:id="1241525594">
              <w:marLeft w:val="0"/>
              <w:marRight w:val="0"/>
              <w:marTop w:val="0"/>
              <w:marBottom w:val="0"/>
              <w:divBdr>
                <w:top w:val="none" w:sz="0" w:space="0" w:color="auto"/>
                <w:left w:val="none" w:sz="0" w:space="0" w:color="auto"/>
                <w:bottom w:val="none" w:sz="0" w:space="0" w:color="auto"/>
                <w:right w:val="none" w:sz="0" w:space="0" w:color="auto"/>
              </w:divBdr>
              <w:divsChild>
                <w:div w:id="1194491474">
                  <w:marLeft w:val="0"/>
                  <w:marRight w:val="0"/>
                  <w:marTop w:val="0"/>
                  <w:marBottom w:val="0"/>
                  <w:divBdr>
                    <w:top w:val="none" w:sz="0" w:space="0" w:color="auto"/>
                    <w:left w:val="none" w:sz="0" w:space="0" w:color="auto"/>
                    <w:bottom w:val="none" w:sz="0" w:space="0" w:color="auto"/>
                    <w:right w:val="none" w:sz="0" w:space="0" w:color="auto"/>
                  </w:divBdr>
                  <w:divsChild>
                    <w:div w:id="2091270490">
                      <w:marLeft w:val="0"/>
                      <w:marRight w:val="0"/>
                      <w:marTop w:val="0"/>
                      <w:marBottom w:val="45"/>
                      <w:divBdr>
                        <w:top w:val="none" w:sz="0" w:space="0" w:color="auto"/>
                        <w:left w:val="none" w:sz="0" w:space="0" w:color="auto"/>
                        <w:bottom w:val="none" w:sz="0" w:space="0" w:color="auto"/>
                        <w:right w:val="none" w:sz="0" w:space="0" w:color="auto"/>
                      </w:divBdr>
                      <w:divsChild>
                        <w:div w:id="238291508">
                          <w:marLeft w:val="0"/>
                          <w:marRight w:val="0"/>
                          <w:marTop w:val="0"/>
                          <w:marBottom w:val="0"/>
                          <w:divBdr>
                            <w:top w:val="none" w:sz="0" w:space="0" w:color="auto"/>
                            <w:left w:val="none" w:sz="0" w:space="0" w:color="auto"/>
                            <w:bottom w:val="none" w:sz="0" w:space="0" w:color="auto"/>
                            <w:right w:val="none" w:sz="0" w:space="0" w:color="auto"/>
                          </w:divBdr>
                          <w:divsChild>
                            <w:div w:id="574977600">
                              <w:marLeft w:val="0"/>
                              <w:marRight w:val="0"/>
                              <w:marTop w:val="0"/>
                              <w:marBottom w:val="0"/>
                              <w:divBdr>
                                <w:top w:val="none" w:sz="0" w:space="0" w:color="auto"/>
                                <w:left w:val="none" w:sz="0" w:space="0" w:color="auto"/>
                                <w:bottom w:val="none" w:sz="0" w:space="0" w:color="auto"/>
                                <w:right w:val="none" w:sz="0" w:space="0" w:color="auto"/>
                              </w:divBdr>
                              <w:divsChild>
                                <w:div w:id="850410407">
                                  <w:marLeft w:val="0"/>
                                  <w:marRight w:val="0"/>
                                  <w:marTop w:val="0"/>
                                  <w:marBottom w:val="0"/>
                                  <w:divBdr>
                                    <w:top w:val="none" w:sz="0" w:space="0" w:color="auto"/>
                                    <w:left w:val="none" w:sz="0" w:space="0" w:color="auto"/>
                                    <w:bottom w:val="none" w:sz="0" w:space="0" w:color="auto"/>
                                    <w:right w:val="none" w:sz="0" w:space="0" w:color="auto"/>
                                  </w:divBdr>
                                  <w:divsChild>
                                    <w:div w:id="1689402660">
                                      <w:marLeft w:val="3375"/>
                                      <w:marRight w:val="3675"/>
                                      <w:marTop w:val="0"/>
                                      <w:marBottom w:val="0"/>
                                      <w:divBdr>
                                        <w:top w:val="none" w:sz="0" w:space="0" w:color="auto"/>
                                        <w:left w:val="none" w:sz="0" w:space="0" w:color="auto"/>
                                        <w:bottom w:val="none" w:sz="0" w:space="0" w:color="auto"/>
                                        <w:right w:val="none" w:sz="0" w:space="0" w:color="auto"/>
                                      </w:divBdr>
                                      <w:divsChild>
                                        <w:div w:id="819232246">
                                          <w:marLeft w:val="0"/>
                                          <w:marRight w:val="0"/>
                                          <w:marTop w:val="0"/>
                                          <w:marBottom w:val="0"/>
                                          <w:divBdr>
                                            <w:top w:val="none" w:sz="0" w:space="0" w:color="auto"/>
                                            <w:left w:val="none" w:sz="0" w:space="0" w:color="auto"/>
                                            <w:bottom w:val="none" w:sz="0" w:space="0" w:color="auto"/>
                                            <w:right w:val="none" w:sz="0" w:space="0" w:color="auto"/>
                                          </w:divBdr>
                                          <w:divsChild>
                                            <w:div w:id="189839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49466029">
      <w:bodyDiv w:val="1"/>
      <w:marLeft w:val="0"/>
      <w:marRight w:val="0"/>
      <w:marTop w:val="0"/>
      <w:marBottom w:val="0"/>
      <w:divBdr>
        <w:top w:val="none" w:sz="0" w:space="0" w:color="auto"/>
        <w:left w:val="none" w:sz="0" w:space="0" w:color="auto"/>
        <w:bottom w:val="none" w:sz="0" w:space="0" w:color="auto"/>
        <w:right w:val="none" w:sz="0" w:space="0" w:color="auto"/>
      </w:divBdr>
    </w:div>
    <w:div w:id="170998744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tf.policy@nt.gov.au"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legislation.nt.gov.au/en/Legislation/CARE-AND-PROTECTION-OF-CHILDREN-ACT-2007"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tif"/></Relationships>
</file>

<file path=word/_rels/settings.xml.rels><?xml version="1.0" encoding="UTF-8" standalone="yes"?>
<Relationships xmlns="http://schemas.openxmlformats.org/package/2006/relationships"><Relationship Id="rId1" Type="http://schemas.openxmlformats.org/officeDocument/2006/relationships/attachedTemplate" Target="file:///D:\DCF%20Operational%20Policy%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41D562ACF3349DB8526F20F1D06CF2C"/>
        <w:category>
          <w:name w:val="General"/>
          <w:gallery w:val="placeholder"/>
        </w:category>
        <w:types>
          <w:type w:val="bbPlcHdr"/>
        </w:types>
        <w:behaviors>
          <w:behavior w:val="content"/>
        </w:behaviors>
        <w:guid w:val="{F3FC01FC-9029-4F6F-98A1-F4B8E5457291}"/>
      </w:docPartPr>
      <w:docPartBody>
        <w:p w:rsidR="00ED1A0C" w:rsidRDefault="00B73047">
          <w:pPr>
            <w:pStyle w:val="041D562ACF3349DB8526F20F1D06CF2C"/>
          </w:pPr>
          <w:r w:rsidRPr="00F87416">
            <w:rPr>
              <w:rStyle w:val="PlaceholderText"/>
            </w:rPr>
            <w:t>[Title]</w:t>
          </w:r>
        </w:p>
      </w:docPartBody>
    </w:docPart>
    <w:docPart>
      <w:docPartPr>
        <w:name w:val="8F9B71673C504F6FBAC90E4F3E6D64D0"/>
        <w:category>
          <w:name w:val="General"/>
          <w:gallery w:val="placeholder"/>
        </w:category>
        <w:types>
          <w:type w:val="bbPlcHdr"/>
        </w:types>
        <w:behaviors>
          <w:behavior w:val="content"/>
        </w:behaviors>
        <w:guid w:val="{9CCFC5CF-F350-40F6-ACD7-51DF1C429E91}"/>
      </w:docPartPr>
      <w:docPartBody>
        <w:p w:rsidR="00ED1A0C" w:rsidRDefault="00B73047">
          <w:pPr>
            <w:pStyle w:val="8F9B71673C504F6FBAC90E4F3E6D64D0"/>
          </w:pPr>
          <w:r w:rsidRPr="00DD18A4">
            <w:rPr>
              <w:rStyle w:val="PlaceholderText"/>
            </w:rPr>
            <w:t>Click here to enter a date.</w:t>
          </w:r>
        </w:p>
      </w:docPartBody>
    </w:docPart>
    <w:docPart>
      <w:docPartPr>
        <w:name w:val="8B1DC53E98C64B5FA7A5B69B2414608D"/>
        <w:category>
          <w:name w:val="General"/>
          <w:gallery w:val="placeholder"/>
        </w:category>
        <w:types>
          <w:type w:val="bbPlcHdr"/>
        </w:types>
        <w:behaviors>
          <w:behavior w:val="content"/>
        </w:behaviors>
        <w:guid w:val="{ADE5D05F-BA22-4748-ADC0-65815E1253BF}"/>
      </w:docPartPr>
      <w:docPartBody>
        <w:p w:rsidR="00EE7380" w:rsidRDefault="003E5C7D" w:rsidP="003E5C7D">
          <w:pPr>
            <w:pStyle w:val="8B1DC53E98C64B5FA7A5B69B2414608D2"/>
          </w:pPr>
          <w:r>
            <w:rPr>
              <w:rStyle w:val="PlaceholderText"/>
            </w:rPr>
            <w:t>Click here to enter a date.</w:t>
          </w:r>
        </w:p>
      </w:docPartBody>
    </w:docPart>
    <w:docPart>
      <w:docPartPr>
        <w:name w:val="75ACEC5F94F14FBDAC0DB239B126BF05"/>
        <w:category>
          <w:name w:val="General"/>
          <w:gallery w:val="placeholder"/>
        </w:category>
        <w:types>
          <w:type w:val="bbPlcHdr"/>
        </w:types>
        <w:behaviors>
          <w:behavior w:val="content"/>
        </w:behaviors>
        <w:guid w:val="{E45DBDDB-2DC3-422B-AEF9-23258F086698}"/>
      </w:docPartPr>
      <w:docPartBody>
        <w:p w:rsidR="00EE7380" w:rsidRDefault="00D02192" w:rsidP="00D02192">
          <w:pPr>
            <w:pStyle w:val="75ACEC5F94F14FBDAC0DB239B126BF056"/>
          </w:pPr>
          <w:r w:rsidRPr="00817BC3">
            <w:rPr>
              <w:rStyle w:val="PlaceholderText"/>
            </w:rPr>
            <w:t>Click here to enter a date.</w:t>
          </w:r>
        </w:p>
      </w:docPartBody>
    </w:docPart>
    <w:docPart>
      <w:docPartPr>
        <w:name w:val="D01D0F14074B4AFDB6F297DC549D56F9"/>
        <w:category>
          <w:name w:val="General"/>
          <w:gallery w:val="placeholder"/>
        </w:category>
        <w:types>
          <w:type w:val="bbPlcHdr"/>
        </w:types>
        <w:behaviors>
          <w:behavior w:val="content"/>
        </w:behaviors>
        <w:guid w:val="{45AC685B-BEF7-4832-97AE-714B36238796}"/>
      </w:docPartPr>
      <w:docPartBody>
        <w:p w:rsidR="00EE7380" w:rsidRDefault="003E5C7D" w:rsidP="003E5C7D">
          <w:pPr>
            <w:pStyle w:val="D01D0F14074B4AFDB6F297DC549D56F9"/>
          </w:pPr>
          <w:r>
            <w:rPr>
              <w:rStyle w:val="PlaceholderText"/>
            </w:rPr>
            <w:t>[Comments]</w:t>
          </w:r>
        </w:p>
      </w:docPartBody>
    </w:docPart>
    <w:docPart>
      <w:docPartPr>
        <w:name w:val="D06A29D7AF994EAF97AA2E638FF8078E"/>
        <w:category>
          <w:name w:val="General"/>
          <w:gallery w:val="placeholder"/>
        </w:category>
        <w:types>
          <w:type w:val="bbPlcHdr"/>
        </w:types>
        <w:behaviors>
          <w:behavior w:val="content"/>
        </w:behaviors>
        <w:guid w:val="{F3A758AB-41C7-487E-B152-ED01B249E4B2}"/>
      </w:docPartPr>
      <w:docPartBody>
        <w:p w:rsidR="00EE7380" w:rsidRDefault="003E5C7D" w:rsidP="003E5C7D">
          <w:pPr>
            <w:pStyle w:val="D06A29D7AF994EAF97AA2E638FF8078E"/>
          </w:pPr>
          <w:r>
            <w:rPr>
              <w:rStyle w:val="PlaceholderText"/>
            </w:rPr>
            <w:t>Click here to enter a date.</w:t>
          </w:r>
        </w:p>
      </w:docPartBody>
    </w:docPart>
    <w:docPart>
      <w:docPartPr>
        <w:name w:val="C0938B8DB9C34BB8BED6B10AB3D0C88B"/>
        <w:category>
          <w:name w:val="General"/>
          <w:gallery w:val="placeholder"/>
        </w:category>
        <w:types>
          <w:type w:val="bbPlcHdr"/>
        </w:types>
        <w:behaviors>
          <w:behavior w:val="content"/>
        </w:behaviors>
        <w:guid w:val="{28AB49E2-A9FC-4D07-9B14-8E9A51378970}"/>
      </w:docPartPr>
      <w:docPartBody>
        <w:p w:rsidR="0043230B" w:rsidRDefault="001D44A3" w:rsidP="001D44A3">
          <w:pPr>
            <w:pStyle w:val="C0938B8DB9C34BB8BED6B10AB3D0C88B"/>
          </w:pPr>
          <w:r>
            <w:rPr>
              <w:rStyle w:val="PlaceholderText"/>
            </w:rPr>
            <w:t>Choose an item.</w:t>
          </w:r>
        </w:p>
      </w:docPartBody>
    </w:docPart>
    <w:docPart>
      <w:docPartPr>
        <w:name w:val="D96C0A9D0A474B9F9C39EA196E42395D"/>
        <w:category>
          <w:name w:val="General"/>
          <w:gallery w:val="placeholder"/>
        </w:category>
        <w:types>
          <w:type w:val="bbPlcHdr"/>
        </w:types>
        <w:behaviors>
          <w:behavior w:val="content"/>
        </w:behaviors>
        <w:guid w:val="{A1486C09-6892-441A-9521-43D93B69935B}"/>
      </w:docPartPr>
      <w:docPartBody>
        <w:p w:rsidR="0043230B" w:rsidRDefault="001D44A3" w:rsidP="001D44A3">
          <w:pPr>
            <w:pStyle w:val="D96C0A9D0A474B9F9C39EA196E42395D"/>
          </w:pPr>
          <w:r>
            <w:rPr>
              <w:rStyle w:val="PlaceholderText"/>
            </w:rPr>
            <w:t>Click here to enter a date.</w:t>
          </w:r>
        </w:p>
      </w:docPartBody>
    </w:docPart>
    <w:docPart>
      <w:docPartPr>
        <w:name w:val="D162C6153DB74EA2B57C762A6BFC40AA"/>
        <w:category>
          <w:name w:val="General"/>
          <w:gallery w:val="placeholder"/>
        </w:category>
        <w:types>
          <w:type w:val="bbPlcHdr"/>
        </w:types>
        <w:behaviors>
          <w:behavior w:val="content"/>
        </w:behaviors>
        <w:guid w:val="{91BA83C1-EAF3-446F-9F79-9F4632B50DA3}"/>
      </w:docPartPr>
      <w:docPartBody>
        <w:p w:rsidR="0043230B" w:rsidRDefault="001D44A3" w:rsidP="001D44A3">
          <w:pPr>
            <w:pStyle w:val="D162C6153DB74EA2B57C762A6BFC40AA"/>
          </w:pPr>
          <w:r>
            <w:rPr>
              <w:rStyle w:val="PlaceholderText"/>
            </w:rPr>
            <w:t>[Publish Date]</w:t>
          </w:r>
        </w:p>
      </w:docPartBody>
    </w:docPart>
    <w:docPart>
      <w:docPartPr>
        <w:name w:val="116C5F52EBE54CA5A1DD9AD947B9310D"/>
        <w:category>
          <w:name w:val="General"/>
          <w:gallery w:val="placeholder"/>
        </w:category>
        <w:types>
          <w:type w:val="bbPlcHdr"/>
        </w:types>
        <w:behaviors>
          <w:behavior w:val="content"/>
        </w:behaviors>
        <w:guid w:val="{42C542DB-3125-4629-9194-61FEA7E87E17}"/>
      </w:docPartPr>
      <w:docPartBody>
        <w:p w:rsidR="0043230B" w:rsidRDefault="001D44A3" w:rsidP="001D44A3">
          <w:pPr>
            <w:pStyle w:val="116C5F52EBE54CA5A1DD9AD947B9310D"/>
          </w:pPr>
          <w:r>
            <w:rPr>
              <w:rStyle w:val="PlaceholderText"/>
            </w:rPr>
            <w:t>Pick</w:t>
          </w:r>
        </w:p>
      </w:docPartBody>
    </w:docPart>
    <w:docPart>
      <w:docPartPr>
        <w:name w:val="0FD90A143EC9412EB8552BDF7F216277"/>
        <w:category>
          <w:name w:val="General"/>
          <w:gallery w:val="placeholder"/>
        </w:category>
        <w:types>
          <w:type w:val="bbPlcHdr"/>
        </w:types>
        <w:behaviors>
          <w:behavior w:val="content"/>
        </w:behaviors>
        <w:guid w:val="{62D507D1-AFC0-44E8-9DF0-F994AD87C106}"/>
      </w:docPartPr>
      <w:docPartBody>
        <w:p w:rsidR="0043230B" w:rsidRDefault="001D44A3" w:rsidP="001D44A3">
          <w:pPr>
            <w:pStyle w:val="0FD90A143EC9412EB8552BDF7F216277"/>
          </w:pPr>
          <w:r>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ato">
    <w:altName w:val="Calibri"/>
    <w:panose1 w:val="020F0502020204030203"/>
    <w:charset w:val="00"/>
    <w:family w:val="swiss"/>
    <w:pitch w:val="variable"/>
    <w:sig w:usb0="E10002FF" w:usb1="5000ECFF" w:usb2="00000021"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o Black">
    <w:panose1 w:val="020F0502020204030203"/>
    <w:charset w:val="00"/>
    <w:family w:val="swiss"/>
    <w:pitch w:val="variable"/>
    <w:sig w:usb0="E10002FF" w:usb1="5000ECFF" w:usb2="00000021" w:usb3="00000000" w:csb0="0000019F" w:csb1="00000000"/>
  </w:font>
  <w:font w:name="Lato Regular">
    <w:panose1 w:val="020F0502020204030203"/>
    <w:charset w:val="00"/>
    <w:family w:val="auto"/>
    <w:notTrueType/>
    <w:pitch w:val="variable"/>
    <w:sig w:usb0="00000003" w:usb1="00000000" w:usb2="00000000" w:usb3="00000000" w:csb0="00000001" w:csb1="00000000"/>
  </w:font>
  <w:font w:name="Lato Light">
    <w:panose1 w:val="020F0502020204030203"/>
    <w:charset w:val="00"/>
    <w:family w:val="swiss"/>
    <w:pitch w:val="variable"/>
    <w:sig w:usb0="E10002FF" w:usb1="5000ECFF" w:usb2="00000021"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047"/>
    <w:rsid w:val="00043F0A"/>
    <w:rsid w:val="000C1B0F"/>
    <w:rsid w:val="00155503"/>
    <w:rsid w:val="001D44A3"/>
    <w:rsid w:val="001E171B"/>
    <w:rsid w:val="002D03F5"/>
    <w:rsid w:val="003E5C7D"/>
    <w:rsid w:val="0043230B"/>
    <w:rsid w:val="00520AFC"/>
    <w:rsid w:val="006219D2"/>
    <w:rsid w:val="00634D62"/>
    <w:rsid w:val="00683753"/>
    <w:rsid w:val="008B25A6"/>
    <w:rsid w:val="00A659C0"/>
    <w:rsid w:val="00B73047"/>
    <w:rsid w:val="00D02192"/>
    <w:rsid w:val="00D85C72"/>
    <w:rsid w:val="00ED1A0C"/>
    <w:rsid w:val="00EE7380"/>
    <w:rsid w:val="00F23D61"/>
    <w:rsid w:val="00FB4DD3"/>
    <w:rsid w:val="00FB7F5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44A1FDDE"/>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02192"/>
    <w:rPr>
      <w:color w:val="808080"/>
    </w:rPr>
  </w:style>
  <w:style w:type="paragraph" w:customStyle="1" w:styleId="041D562ACF3349DB8526F20F1D06CF2C">
    <w:name w:val="041D562ACF3349DB8526F20F1D06CF2C"/>
  </w:style>
  <w:style w:type="paragraph" w:customStyle="1" w:styleId="4F2BBF981A944E3697B7376D6E4C0B19">
    <w:name w:val="4F2BBF981A944E3697B7376D6E4C0B19"/>
  </w:style>
  <w:style w:type="paragraph" w:customStyle="1" w:styleId="18C15719FB09454AA35EC9CF33DD068A">
    <w:name w:val="18C15719FB09454AA35EC9CF33DD068A"/>
  </w:style>
  <w:style w:type="paragraph" w:customStyle="1" w:styleId="18F19139E8DC40EC86FE31A47C65E6DD">
    <w:name w:val="18F19139E8DC40EC86FE31A47C65E6DD"/>
  </w:style>
  <w:style w:type="paragraph" w:customStyle="1" w:styleId="EA9BCE66D2794F17ABC459957A28C1B4">
    <w:name w:val="EA9BCE66D2794F17ABC459957A28C1B4"/>
  </w:style>
  <w:style w:type="paragraph" w:customStyle="1" w:styleId="CBDA632968604E518D5F1A5638945BCC">
    <w:name w:val="CBDA632968604E518D5F1A5638945BCC"/>
  </w:style>
  <w:style w:type="paragraph" w:customStyle="1" w:styleId="244EA9F8F0374E669EC122D8B6188AAA">
    <w:name w:val="244EA9F8F0374E669EC122D8B6188AAA"/>
  </w:style>
  <w:style w:type="paragraph" w:customStyle="1" w:styleId="8F9B71673C504F6FBAC90E4F3E6D64D0">
    <w:name w:val="8F9B71673C504F6FBAC90E4F3E6D64D0"/>
  </w:style>
  <w:style w:type="paragraph" w:customStyle="1" w:styleId="C1321B34652D480F8173976AFEBB9A37">
    <w:name w:val="C1321B34652D480F8173976AFEBB9A37"/>
  </w:style>
  <w:style w:type="paragraph" w:customStyle="1" w:styleId="2B96801DA34B4A47807881558495928D">
    <w:name w:val="2B96801DA34B4A47807881558495928D"/>
  </w:style>
  <w:style w:type="paragraph" w:customStyle="1" w:styleId="1401C24060E341A8A7C05EC2B32EE293">
    <w:name w:val="1401C24060E341A8A7C05EC2B32EE293"/>
    <w:rsid w:val="00FB7F58"/>
  </w:style>
  <w:style w:type="paragraph" w:customStyle="1" w:styleId="14BE6FCC95574EEA961AA72EB3BAB9DF">
    <w:name w:val="14BE6FCC95574EEA961AA72EB3BAB9DF"/>
    <w:rsid w:val="00FB7F58"/>
  </w:style>
  <w:style w:type="paragraph" w:customStyle="1" w:styleId="0947472020FF41B795EBB843F8464E14">
    <w:name w:val="0947472020FF41B795EBB843F8464E14"/>
    <w:rsid w:val="00FB7F58"/>
  </w:style>
  <w:style w:type="paragraph" w:customStyle="1" w:styleId="C60A5B03A9004DAA92AB0150625E173C">
    <w:name w:val="C60A5B03A9004DAA92AB0150625E173C"/>
    <w:rsid w:val="00FB7F58"/>
  </w:style>
  <w:style w:type="paragraph" w:customStyle="1" w:styleId="3FF954DDAAC74CDF808A8692E1057E5D">
    <w:name w:val="3FF954DDAAC74CDF808A8692E1057E5D"/>
    <w:rsid w:val="00FB7F58"/>
  </w:style>
  <w:style w:type="paragraph" w:customStyle="1" w:styleId="8CBF722C62364E188BAFC64E65C758C1">
    <w:name w:val="8CBF722C62364E188BAFC64E65C758C1"/>
    <w:rsid w:val="00FB7F58"/>
  </w:style>
  <w:style w:type="paragraph" w:customStyle="1" w:styleId="BECB4259E5664E228F337C6D4AD34817">
    <w:name w:val="BECB4259E5664E228F337C6D4AD34817"/>
    <w:rsid w:val="00FB7F58"/>
  </w:style>
  <w:style w:type="paragraph" w:customStyle="1" w:styleId="E216577285194735B48BCDAC8851A0E2">
    <w:name w:val="E216577285194735B48BCDAC8851A0E2"/>
    <w:rsid w:val="00FB7F58"/>
  </w:style>
  <w:style w:type="paragraph" w:customStyle="1" w:styleId="18C15719FB09454AA35EC9CF33DD068A1">
    <w:name w:val="18C15719FB09454AA35EC9CF33DD068A1"/>
    <w:rsid w:val="00FB7F58"/>
    <w:pPr>
      <w:spacing w:before="120" w:after="120" w:line="260" w:lineRule="exact"/>
      <w:jc w:val="both"/>
    </w:pPr>
    <w:rPr>
      <w:rFonts w:ascii="Lato" w:eastAsiaTheme="minorHAnsi" w:hAnsi="Lato"/>
      <w:szCs w:val="24"/>
      <w:lang w:eastAsia="en-US"/>
    </w:rPr>
  </w:style>
  <w:style w:type="paragraph" w:customStyle="1" w:styleId="18C15719FB09454AA35EC9CF33DD068A2">
    <w:name w:val="18C15719FB09454AA35EC9CF33DD068A2"/>
    <w:rsid w:val="00FB7F58"/>
    <w:pPr>
      <w:spacing w:before="120" w:after="120" w:line="260" w:lineRule="exact"/>
      <w:jc w:val="both"/>
    </w:pPr>
    <w:rPr>
      <w:rFonts w:ascii="Lato" w:eastAsiaTheme="minorHAnsi" w:hAnsi="Lato"/>
      <w:szCs w:val="24"/>
      <w:lang w:eastAsia="en-US"/>
    </w:rPr>
  </w:style>
  <w:style w:type="paragraph" w:customStyle="1" w:styleId="18C15719FB09454AA35EC9CF33DD068A3">
    <w:name w:val="18C15719FB09454AA35EC9CF33DD068A3"/>
    <w:rsid w:val="00D85C72"/>
    <w:pPr>
      <w:spacing w:before="120" w:after="120" w:line="260" w:lineRule="exact"/>
      <w:jc w:val="both"/>
    </w:pPr>
    <w:rPr>
      <w:rFonts w:ascii="Lato" w:eastAsiaTheme="minorHAnsi" w:hAnsi="Lato"/>
      <w:szCs w:val="24"/>
      <w:lang w:eastAsia="en-US"/>
    </w:rPr>
  </w:style>
  <w:style w:type="paragraph" w:customStyle="1" w:styleId="B1A563AA3AA345DD8335C4CCF0D63AF4">
    <w:name w:val="B1A563AA3AA345DD8335C4CCF0D63AF4"/>
    <w:rsid w:val="003E5C7D"/>
    <w:pPr>
      <w:spacing w:after="160" w:line="259" w:lineRule="auto"/>
    </w:pPr>
  </w:style>
  <w:style w:type="paragraph" w:customStyle="1" w:styleId="C963F3C07E7543518B10EE1C6DADC407">
    <w:name w:val="C963F3C07E7543518B10EE1C6DADC407"/>
    <w:rsid w:val="003E5C7D"/>
    <w:pPr>
      <w:spacing w:after="160" w:line="259" w:lineRule="auto"/>
    </w:pPr>
  </w:style>
  <w:style w:type="paragraph" w:customStyle="1" w:styleId="4AF4586A558248B2AB1EE5D11CBAA770">
    <w:name w:val="4AF4586A558248B2AB1EE5D11CBAA770"/>
    <w:rsid w:val="003E5C7D"/>
    <w:pPr>
      <w:spacing w:after="160" w:line="259" w:lineRule="auto"/>
    </w:pPr>
  </w:style>
  <w:style w:type="paragraph" w:customStyle="1" w:styleId="436F283810684C08999E8C5424AA6FAC">
    <w:name w:val="436F283810684C08999E8C5424AA6FAC"/>
    <w:rsid w:val="003E5C7D"/>
    <w:pPr>
      <w:spacing w:after="160" w:line="259" w:lineRule="auto"/>
    </w:pPr>
  </w:style>
  <w:style w:type="paragraph" w:customStyle="1" w:styleId="1538F3AC6D90471DB43594B4358A29F5">
    <w:name w:val="1538F3AC6D90471DB43594B4358A29F5"/>
    <w:rsid w:val="003E5C7D"/>
    <w:pPr>
      <w:spacing w:after="160" w:line="259" w:lineRule="auto"/>
    </w:pPr>
  </w:style>
  <w:style w:type="paragraph" w:customStyle="1" w:styleId="74E035424A0A48BD81E7F682FFC4D60A">
    <w:name w:val="74E035424A0A48BD81E7F682FFC4D60A"/>
    <w:rsid w:val="003E5C7D"/>
    <w:pPr>
      <w:spacing w:after="160" w:line="259" w:lineRule="auto"/>
    </w:pPr>
  </w:style>
  <w:style w:type="paragraph" w:customStyle="1" w:styleId="4B2A32053396439BBFA7385C015A92AD">
    <w:name w:val="4B2A32053396439BBFA7385C015A92AD"/>
    <w:rsid w:val="003E5C7D"/>
    <w:pPr>
      <w:spacing w:after="160" w:line="259" w:lineRule="auto"/>
    </w:pPr>
  </w:style>
  <w:style w:type="paragraph" w:customStyle="1" w:styleId="0979999507CC4B3C98ACC2403B524202">
    <w:name w:val="0979999507CC4B3C98ACC2403B524202"/>
    <w:rsid w:val="003E5C7D"/>
    <w:pPr>
      <w:spacing w:after="160" w:line="259" w:lineRule="auto"/>
    </w:pPr>
  </w:style>
  <w:style w:type="paragraph" w:customStyle="1" w:styleId="2A99246076B8424091B3532EA50F4851">
    <w:name w:val="2A99246076B8424091B3532EA50F4851"/>
    <w:rsid w:val="003E5C7D"/>
    <w:pPr>
      <w:spacing w:after="160" w:line="259" w:lineRule="auto"/>
    </w:pPr>
  </w:style>
  <w:style w:type="paragraph" w:customStyle="1" w:styleId="BCCB8B1F68B5444A8508007117B006FC">
    <w:name w:val="BCCB8B1F68B5444A8508007117B006FC"/>
    <w:rsid w:val="003E5C7D"/>
    <w:pPr>
      <w:spacing w:after="160" w:line="259" w:lineRule="auto"/>
    </w:pPr>
  </w:style>
  <w:style w:type="paragraph" w:customStyle="1" w:styleId="8B1DC53E98C64B5FA7A5B69B2414608D">
    <w:name w:val="8B1DC53E98C64B5FA7A5B69B2414608D"/>
    <w:rsid w:val="003E5C7D"/>
    <w:pPr>
      <w:spacing w:after="160" w:line="259" w:lineRule="auto"/>
    </w:pPr>
  </w:style>
  <w:style w:type="paragraph" w:customStyle="1" w:styleId="75ACEC5F94F14FBDAC0DB239B126BF05">
    <w:name w:val="75ACEC5F94F14FBDAC0DB239B126BF05"/>
    <w:rsid w:val="003E5C7D"/>
    <w:pPr>
      <w:spacing w:after="160" w:line="259" w:lineRule="auto"/>
    </w:pPr>
  </w:style>
  <w:style w:type="paragraph" w:customStyle="1" w:styleId="D01D0F14074B4AFDB6F297DC549D56F9">
    <w:name w:val="D01D0F14074B4AFDB6F297DC549D56F9"/>
    <w:rsid w:val="003E5C7D"/>
    <w:pPr>
      <w:spacing w:after="160" w:line="259" w:lineRule="auto"/>
    </w:pPr>
  </w:style>
  <w:style w:type="paragraph" w:customStyle="1" w:styleId="D06A29D7AF994EAF97AA2E638FF8078E">
    <w:name w:val="D06A29D7AF994EAF97AA2E638FF8078E"/>
    <w:rsid w:val="003E5C7D"/>
    <w:pPr>
      <w:spacing w:after="160" w:line="259" w:lineRule="auto"/>
    </w:pPr>
  </w:style>
  <w:style w:type="paragraph" w:customStyle="1" w:styleId="8B1DC53E98C64B5FA7A5B69B2414608D1">
    <w:name w:val="8B1DC53E98C64B5FA7A5B69B2414608D1"/>
    <w:rsid w:val="003E5C7D"/>
    <w:pPr>
      <w:spacing w:before="120" w:after="120" w:line="260" w:lineRule="exact"/>
      <w:jc w:val="both"/>
    </w:pPr>
    <w:rPr>
      <w:rFonts w:ascii="Lato" w:eastAsiaTheme="minorHAnsi" w:hAnsi="Lato"/>
      <w:szCs w:val="24"/>
      <w:lang w:eastAsia="en-US"/>
    </w:rPr>
  </w:style>
  <w:style w:type="paragraph" w:customStyle="1" w:styleId="75ACEC5F94F14FBDAC0DB239B126BF051">
    <w:name w:val="75ACEC5F94F14FBDAC0DB239B126BF051"/>
    <w:rsid w:val="003E5C7D"/>
    <w:pPr>
      <w:spacing w:before="120" w:after="120" w:line="260" w:lineRule="exact"/>
      <w:jc w:val="both"/>
    </w:pPr>
    <w:rPr>
      <w:rFonts w:ascii="Lato" w:eastAsiaTheme="minorHAnsi" w:hAnsi="Lato"/>
      <w:szCs w:val="24"/>
      <w:lang w:eastAsia="en-US"/>
    </w:rPr>
  </w:style>
  <w:style w:type="paragraph" w:customStyle="1" w:styleId="8B1DC53E98C64B5FA7A5B69B2414608D2">
    <w:name w:val="8B1DC53E98C64B5FA7A5B69B2414608D2"/>
    <w:rsid w:val="003E5C7D"/>
    <w:pPr>
      <w:spacing w:before="120" w:after="120" w:line="260" w:lineRule="exact"/>
      <w:jc w:val="both"/>
    </w:pPr>
    <w:rPr>
      <w:rFonts w:ascii="Lato" w:eastAsiaTheme="minorHAnsi" w:hAnsi="Lato"/>
      <w:szCs w:val="24"/>
      <w:lang w:eastAsia="en-US"/>
    </w:rPr>
  </w:style>
  <w:style w:type="paragraph" w:customStyle="1" w:styleId="75ACEC5F94F14FBDAC0DB239B126BF052">
    <w:name w:val="75ACEC5F94F14FBDAC0DB239B126BF052"/>
    <w:rsid w:val="003E5C7D"/>
    <w:pPr>
      <w:spacing w:before="120" w:after="120" w:line="260" w:lineRule="exact"/>
      <w:jc w:val="both"/>
    </w:pPr>
    <w:rPr>
      <w:rFonts w:ascii="Lato" w:eastAsiaTheme="minorHAnsi" w:hAnsi="Lato"/>
      <w:szCs w:val="24"/>
      <w:lang w:eastAsia="en-US"/>
    </w:rPr>
  </w:style>
  <w:style w:type="paragraph" w:customStyle="1" w:styleId="C0938B8DB9C34BB8BED6B10AB3D0C88B">
    <w:name w:val="C0938B8DB9C34BB8BED6B10AB3D0C88B"/>
    <w:rsid w:val="001D44A3"/>
    <w:pPr>
      <w:spacing w:after="160" w:line="259" w:lineRule="auto"/>
    </w:pPr>
  </w:style>
  <w:style w:type="paragraph" w:customStyle="1" w:styleId="D96C0A9D0A474B9F9C39EA196E42395D">
    <w:name w:val="D96C0A9D0A474B9F9C39EA196E42395D"/>
    <w:rsid w:val="001D44A3"/>
    <w:pPr>
      <w:spacing w:after="160" w:line="259" w:lineRule="auto"/>
    </w:pPr>
  </w:style>
  <w:style w:type="paragraph" w:customStyle="1" w:styleId="D162C6153DB74EA2B57C762A6BFC40AA">
    <w:name w:val="D162C6153DB74EA2B57C762A6BFC40AA"/>
    <w:rsid w:val="001D44A3"/>
    <w:pPr>
      <w:spacing w:after="160" w:line="259" w:lineRule="auto"/>
    </w:pPr>
  </w:style>
  <w:style w:type="paragraph" w:customStyle="1" w:styleId="116C5F52EBE54CA5A1DD9AD947B9310D">
    <w:name w:val="116C5F52EBE54CA5A1DD9AD947B9310D"/>
    <w:rsid w:val="001D44A3"/>
    <w:pPr>
      <w:spacing w:after="160" w:line="259" w:lineRule="auto"/>
    </w:pPr>
  </w:style>
  <w:style w:type="paragraph" w:customStyle="1" w:styleId="0FD90A143EC9412EB8552BDF7F216277">
    <w:name w:val="0FD90A143EC9412EB8552BDF7F216277"/>
    <w:rsid w:val="001D44A3"/>
    <w:pPr>
      <w:spacing w:after="160" w:line="259" w:lineRule="auto"/>
    </w:pPr>
  </w:style>
  <w:style w:type="paragraph" w:customStyle="1" w:styleId="75ACEC5F94F14FBDAC0DB239B126BF053">
    <w:name w:val="75ACEC5F94F14FBDAC0DB239B126BF053"/>
    <w:rsid w:val="001E171B"/>
    <w:pPr>
      <w:spacing w:before="120" w:after="120" w:line="260" w:lineRule="exact"/>
      <w:jc w:val="both"/>
    </w:pPr>
    <w:rPr>
      <w:rFonts w:ascii="Lato" w:eastAsiaTheme="minorHAnsi" w:hAnsi="Lato"/>
      <w:szCs w:val="24"/>
      <w:lang w:eastAsia="en-US"/>
    </w:rPr>
  </w:style>
  <w:style w:type="paragraph" w:customStyle="1" w:styleId="75ACEC5F94F14FBDAC0DB239B126BF054">
    <w:name w:val="75ACEC5F94F14FBDAC0DB239B126BF054"/>
    <w:rsid w:val="00634D62"/>
    <w:pPr>
      <w:spacing w:before="120" w:after="120" w:line="260" w:lineRule="exact"/>
      <w:jc w:val="both"/>
    </w:pPr>
    <w:rPr>
      <w:rFonts w:ascii="Lato" w:eastAsiaTheme="minorHAnsi" w:hAnsi="Lato"/>
      <w:szCs w:val="24"/>
      <w:lang w:eastAsia="en-US"/>
    </w:rPr>
  </w:style>
  <w:style w:type="paragraph" w:customStyle="1" w:styleId="75ACEC5F94F14FBDAC0DB239B126BF055">
    <w:name w:val="75ACEC5F94F14FBDAC0DB239B126BF055"/>
    <w:rsid w:val="00634D62"/>
    <w:pPr>
      <w:spacing w:before="120" w:after="120" w:line="260" w:lineRule="exact"/>
      <w:jc w:val="both"/>
    </w:pPr>
    <w:rPr>
      <w:rFonts w:ascii="Lato" w:eastAsiaTheme="minorHAnsi" w:hAnsi="Lato"/>
      <w:szCs w:val="24"/>
      <w:lang w:eastAsia="en-US"/>
    </w:rPr>
  </w:style>
  <w:style w:type="paragraph" w:customStyle="1" w:styleId="75ACEC5F94F14FBDAC0DB239B126BF056">
    <w:name w:val="75ACEC5F94F14FBDAC0DB239B126BF056"/>
    <w:rsid w:val="00D02192"/>
    <w:pPr>
      <w:spacing w:before="120" w:after="120" w:line="260" w:lineRule="exact"/>
      <w:jc w:val="both"/>
    </w:pPr>
    <w:rPr>
      <w:rFonts w:ascii="Lato" w:eastAsiaTheme="minorHAnsi" w:hAnsi="Lato"/>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2018-12-03T00:00:00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zggd xmlns="a62f3bd8-32e1-4d41-a1d0-99373f6c055b" xsi:nil="true"/>
    <Folder_x0020_name xmlns="a62f3bd8-32e1-4d41-a1d0-99373f6c055b">cppm</Folder_x0020_name>
    <Document_x0020_Type xmlns="a62f3bd8-32e1-4d41-a1d0-99373f6c055b">Policy</Document_x0020_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379635F5245544D92C4447B93135309" ma:contentTypeVersion="6" ma:contentTypeDescription="Create a new document." ma:contentTypeScope="" ma:versionID="84de92b8ce3cfdc4f3d91aebc12490fc">
  <xsd:schema xmlns:xsd="http://www.w3.org/2001/XMLSchema" xmlns:xs="http://www.w3.org/2001/XMLSchema" xmlns:p="http://schemas.microsoft.com/office/2006/metadata/properties" xmlns:ns2="fbe80d51-3b18-44a1-8daa-91c665209920" xmlns:ns3="a62f3bd8-32e1-4d41-a1d0-99373f6c055b" targetNamespace="http://schemas.microsoft.com/office/2006/metadata/properties" ma:root="true" ma:fieldsID="24c382698b49262b1bae3c72337b01de" ns2:_="" ns3:_="">
    <xsd:import namespace="fbe80d51-3b18-44a1-8daa-91c665209920"/>
    <xsd:import namespace="a62f3bd8-32e1-4d41-a1d0-99373f6c055b"/>
    <xsd:element name="properties">
      <xsd:complexType>
        <xsd:sequence>
          <xsd:element name="documentManagement">
            <xsd:complexType>
              <xsd:all>
                <xsd:element ref="ns2:SharedWithUsers" minOccurs="0"/>
                <xsd:element ref="ns3:Document_x0020_Type" minOccurs="0"/>
                <xsd:element ref="ns3:zggd" minOccurs="0"/>
                <xsd:element ref="ns3:Folder_x0020_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e80d51-3b18-44a1-8daa-91c66520992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2f3bd8-32e1-4d41-a1d0-99373f6c055b" elementFormDefault="qualified">
    <xsd:import namespace="http://schemas.microsoft.com/office/2006/documentManagement/types"/>
    <xsd:import namespace="http://schemas.microsoft.com/office/infopath/2007/PartnerControls"/>
    <xsd:element name="Document_x0020_Type" ma:index="9" nillable="true" ma:displayName="Document Type" ma:format="Dropdown" ma:internalName="Document_x0020_Type">
      <xsd:simpleType>
        <xsd:restriction base="dms:Choice">
          <xsd:enumeration value="Policy"/>
          <xsd:enumeration value="Procedure"/>
          <xsd:enumeration value="Form"/>
          <xsd:enumeration value="Guideline"/>
          <xsd:enumeration value="Resource"/>
        </xsd:restriction>
      </xsd:simpleType>
    </xsd:element>
    <xsd:element name="zggd" ma:index="10" nillable="true" ma:displayName="Number" ma:internalName="zggd">
      <xsd:simpleType>
        <xsd:restriction base="dms:Number"/>
      </xsd:simpleType>
    </xsd:element>
    <xsd:element name="Folder_x0020_name" ma:index="11" nillable="true" ma:displayName="Folder name" ma:internalName="Folder_x0020_nam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1A6C372-A8D7-4A1D-8875-825E1D3D3E66}">
  <ds:schemaRefs>
    <ds:schemaRef ds:uri="http://schemas.microsoft.com/office/infopath/2007/PartnerControls"/>
    <ds:schemaRef ds:uri="http://schemas.microsoft.com/office/2006/documentManagement/types"/>
    <ds:schemaRef ds:uri="http://purl.org/dc/elements/1.1/"/>
    <ds:schemaRef ds:uri="http://purl.org/dc/terms/"/>
    <ds:schemaRef ds:uri="http://schemas.openxmlformats.org/package/2006/metadata/core-properties"/>
    <ds:schemaRef ds:uri="fbe80d51-3b18-44a1-8daa-91c665209920"/>
    <ds:schemaRef ds:uri="http://purl.org/dc/dcmitype/"/>
    <ds:schemaRef ds:uri="a62f3bd8-32e1-4d41-a1d0-99373f6c055b"/>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E0759610-0627-4692-9635-7422FD4E7320}">
  <ds:schemaRefs>
    <ds:schemaRef ds:uri="http://schemas.microsoft.com/sharepoint/v3/contenttype/forms"/>
  </ds:schemaRefs>
</ds:datastoreItem>
</file>

<file path=customXml/itemProps4.xml><?xml version="1.0" encoding="utf-8"?>
<ds:datastoreItem xmlns:ds="http://schemas.openxmlformats.org/officeDocument/2006/customXml" ds:itemID="{9B1B5005-81A3-4A29-A80C-89E5367025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e80d51-3b18-44a1-8daa-91c665209920"/>
    <ds:schemaRef ds:uri="a62f3bd8-32e1-4d41-a1d0-99373f6c05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EB90B71-E4D5-4E30-9FBD-B9BAA3F23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DCF Operational Policy Template.dotx</Template>
  <TotalTime>2</TotalTime>
  <Pages>2</Pages>
  <Words>770</Words>
  <Characters>4391</Characters>
  <Application>Microsoft Office Word</Application>
  <DocSecurity>8</DocSecurity>
  <Lines>36</Lines>
  <Paragraphs>10</Paragraphs>
  <ScaleCrop>false</ScaleCrop>
  <HeadingPairs>
    <vt:vector size="2" baseType="variant">
      <vt:variant>
        <vt:lpstr>Title</vt:lpstr>
      </vt:variant>
      <vt:variant>
        <vt:i4>1</vt:i4>
      </vt:variant>
    </vt:vector>
  </HeadingPairs>
  <TitlesOfParts>
    <vt:vector size="1" baseType="lpstr">
      <vt:lpstr>Policy: Case Management of Children in the CEO's Care</vt:lpstr>
    </vt:vector>
  </TitlesOfParts>
  <Manager>David.McDonough@nt.gov.au</Manager>
  <Company>DCF</Company>
  <LinksUpToDate>false</LinksUpToDate>
  <CharactersWithSpaces>5151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 Case Management of Children in the CEO's Care</dc:title>
  <dc:subject>Case management responsibilities for children in the CEO’s care.</dc:subject>
  <dc:creator>User name</dc:creator>
  <dc:description>Updated to meet recommendation RC Youth Justice 35.06 when a young person is in Care and in detention. Case management will be led by Territory Famlies Care and Protection Case Manager, who must work collaboratively with Territory Families Community Youth Justice and Youth Outreach Re-engagement staff</dc:description>
  <cp:lastModifiedBy>MiangWang Seah-quenoy</cp:lastModifiedBy>
  <cp:revision>3</cp:revision>
  <cp:lastPrinted>2020-02-19T03:10:00Z</cp:lastPrinted>
  <dcterms:created xsi:type="dcterms:W3CDTF">2020-04-26T22:43:00Z</dcterms:created>
  <dcterms:modified xsi:type="dcterms:W3CDTF">2020-04-26T23:03:00Z</dcterms:modified>
  <cp:contentStatus>V 2.0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0x0101007379635F5245544D92C4447B93135309</vt:lpwstr>
  </property>
  <property fmtid="{D5CDD505-2E9C-101B-9397-08002B2CF9AE}" pid="3" name="Order">
    <vt:r8>409700</vt:r8>
  </property>
  <property fmtid="{D5CDD505-2E9C-101B-9397-08002B2CF9AE}" pid="4" name="Branch">
    <vt:lpwstr>Care and Protection</vt:lpwstr>
  </property>
  <property fmtid="{D5CDD505-2E9C-101B-9397-08002B2CF9AE}" pid="5" name="Heading">
    <vt:lpwstr>CPPM - Children in Care</vt:lpwstr>
  </property>
  <property fmtid="{D5CDD505-2E9C-101B-9397-08002B2CF9AE}" pid="6" name="Document Type">
    <vt:lpwstr>Form/Template</vt:lpwstr>
  </property>
  <property fmtid="{D5CDD505-2E9C-101B-9397-08002B2CF9AE}" pid="7" name="Folder Name">
    <vt:lpwstr>Care and Protection Practice Manual</vt:lpwstr>
  </property>
  <property fmtid="{D5CDD505-2E9C-101B-9397-08002B2CF9AE}" pid="8" name="Tally">
    <vt:r8>1</vt:r8>
  </property>
</Properties>
</file>